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BDB" w:rsidRDefault="005D3BDB" w:rsidP="005D3B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16CD3A" wp14:editId="76CBE57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3BDB" w:rsidRDefault="005D3BDB" w:rsidP="005D3B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oAQBae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D3BDB" w:rsidRDefault="005D3BDB" w:rsidP="005D3B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D3BDB" w:rsidRDefault="005D3BDB" w:rsidP="005D3BD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D3BDB" w:rsidRDefault="005D3BDB" w:rsidP="005D3BD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D3BDB" w:rsidRDefault="005D3BDB" w:rsidP="005D3B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D3BDB" w:rsidRDefault="005D3BDB" w:rsidP="005D3B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№134</w:t>
      </w:r>
    </w:p>
    <w:p w:rsidR="005D3BDB" w:rsidRPr="004E7A0F" w:rsidRDefault="005D3BDB" w:rsidP="005D3BD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 w:rsidRPr="004E7A0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Денисюку Б.Ю.</w:t>
      </w:r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», статей 12, 116, 118, 121, 122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186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Денисюка Б.Ю.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Денисюку Борису Юхимовичу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який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9C2061">
        <w:rPr>
          <w:rFonts w:ascii="Times New Roman" w:eastAsia="Times New Roman" w:hAnsi="Times New Roman" w:cs="Times New Roman"/>
          <w:sz w:val="24"/>
          <w:lang w:val="uk-UA"/>
        </w:rPr>
        <w:t>____________</w:t>
      </w:r>
      <w:r w:rsidRPr="004E7A0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4E7A0F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4E7A0F">
        <w:rPr>
          <w:rFonts w:ascii="Times New Roman" w:eastAsia="Times New Roman" w:hAnsi="Times New Roman" w:cs="Times New Roman"/>
          <w:sz w:val="24"/>
        </w:rPr>
        <w:t>і</w:t>
      </w:r>
      <w:r>
        <w:rPr>
          <w:rFonts w:ascii="Times New Roman" w:eastAsia="Times New Roman" w:hAnsi="Times New Roman" w:cs="Times New Roman"/>
          <w:sz w:val="24"/>
        </w:rPr>
        <w:t>дентифікаційний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номер </w:t>
      </w:r>
      <w:r w:rsidR="009C2061">
        <w:rPr>
          <w:rFonts w:ascii="Times New Roman" w:eastAsia="Times New Roman" w:hAnsi="Times New Roman" w:cs="Times New Roman"/>
          <w:sz w:val="24"/>
          <w:lang w:val="uk-UA"/>
        </w:rPr>
        <w:t>__________</w:t>
      </w:r>
      <w:bookmarkStart w:id="0" w:name="_GoBack"/>
      <w:bookmarkEnd w:id="0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0,0750 га,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6823984000:02:006:0010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с.Стригани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Денисюку Б.Ю. </w:t>
      </w: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4E7A0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D3BDB" w:rsidRPr="004E7A0F" w:rsidRDefault="005D3BDB" w:rsidP="005D3B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D3BDB" w:rsidRPr="005D3BDB" w:rsidRDefault="005D3BDB" w:rsidP="005D3BD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</w:p>
    <w:p w:rsidR="005D3BDB" w:rsidRPr="004E7A0F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028EE" w:rsidRPr="005D3BDB" w:rsidRDefault="005D3BDB" w:rsidP="005D3B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4E7A0F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4E7A0F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4E7A0F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4E7A0F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028EE" w:rsidRPr="005D3B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3BDB"/>
    <w:rsid w:val="005D3BDB"/>
    <w:rsid w:val="009C2061"/>
    <w:rsid w:val="00F02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D3B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D3B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D3BD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B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D3B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D3B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D3BD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254</Words>
  <Characters>1451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2021-09-13T12:57:00Z</dcterms:created>
  <dcterms:modified xsi:type="dcterms:W3CDTF">2021-09-14T12:50:00Z</dcterms:modified>
</cp:coreProperties>
</file>