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7AF" w:rsidRDefault="004677AF" w:rsidP="004677A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4677AF" w:rsidRDefault="004677AF" w:rsidP="00467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FC0D0B" wp14:editId="2D8D3A7C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108" name="Группа 15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1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7AF" w:rsidRDefault="004677AF" w:rsidP="00467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10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xNJ8IA&#10;AADeAAAADwAAAGRycy9kb3ducmV2LnhtbERPy6rCMBDdX/AfwgjurqmKV61GEVFxIUh97IdmbIvN&#10;pDRR698bQbi7OZznzBaNKcWDaldYVtDrRiCIU6sLzhScT5vfMQjnkTWWlknBixws5q2fGcbaPjmh&#10;x9FnIoSwi1FB7n0VS+nSnAy6rq2IA3e1tUEfYJ1JXeMzhJtS9qPoTxosODTkWNEqp/R2vBsFdrDd&#10;7S9ZPxmseeR5eRhfL81eqU67WU5BeGr8v/jr3ukwf9iLJvB5J9w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E0n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AxMkA&#10;AADeAAAADwAAAGRycy9kb3ducmV2LnhtbESPzUvDQBDF74L/wzKCl2I3Eawauy1SiB89CP0Ar0N2&#10;zEazs2F3bWP/eucgeJth3rz3fvPl6Ht1oJi6wAbKaQGKuAm249bAfldf3YFKGdliH5gM/FCC5eL8&#10;bI6VDUfe0GGbWyUmnCo04HIeKq1T48hjmoaBWG4fIXrMssZW24hHMfe9vi6KmfbYsSQ4HGjlqPna&#10;fnsDn/Wbe1/dnp7i5H5Dp0m9fu5fZ8ZcXoyPD6Ayjflf/Pf9YqX+TVkK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lvAx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BXsUA&#10;AADeAAAADwAAAGRycy9kb3ducmV2LnhtbESP0YrCMBBF3wX/IYywL6JpVxSpRpFlXcQXqfoBQzM2&#10;xWZSmqzt/v1GEHyb4d65585629taPKj1lWMF6TQBQVw4XXGp4HrZT5YgfEDWWDsmBX/kYbsZDtaY&#10;addxTo9zKEUMYZ+hAhNCk0npC0MW/dQ1xFG7udZiiGtbSt1iF8NtLT+TZCEtVhwJBhv6MlTcz782&#10;Qk4zPB1v3WX/02OH30fD412u1Meo361ABOrD2/y6PuhYf56mKTzfiTP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MF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KE8QA&#10;AADeAAAADwAAAGRycy9kb3ducmV2LnhtbERPTUvDQBC9C/0Pywje7CahrRK7LaVWEMGDVRBvQ3aa&#10;BLOzy+7YxH/vCoK3ebzPWW8nN6gzxdR7NlDOC1DEjbc9twbeXh+ub0ElQbY4eCYD35Rgu5ldrLG2&#10;fuQXOh+lVTmEU40GOpFQa52ajhymuQ/EmTv56FAyjK22Eccc7gZdFcVKO+w5N3QYaN9R83n8cgae&#10;x0N4ulktT+EjLiqd7q2878WYq8tpdwdKaJJ/8Z/70eb5y7K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SSh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6ssUA&#10;AADeAAAADwAAAGRycy9kb3ducmV2LnhtbESP0YrCMBBF34X9hzDCvoimXVGWahRZdBFfpLofMDRj&#10;U2wmpYm2+/dGEHyb4d65585y3dta3Kn1lWMF6SQBQVw4XXGp4O+8G3+D8AFZY+2YFPyTh/XqY7DE&#10;TLuOc7qfQiliCPsMFZgQmkxKXxiy6CeuIY7axbUWQ1zbUuoWuxhua/mVJHNpseJIMNjQj6HierrZ&#10;CDlO8Xi4dOfdb48dbg+GR5tcqc9hv1mACNSHt/l1vdex/ixNp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mvqy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d3/MQA&#10;AADeAAAADwAAAGRycy9kb3ducmV2LnhtbERPTUsDMRC9C/6HMII3m93SVlmbltIqFMFDqyDehs10&#10;d3EzCcnY3f57Iwje5vE+Z7keXa/OFFPn2UA5KUAR19523Bh4f3u+ewCVBNli75kMXCjBenV9tcTK&#10;+oEPdD5Ko3IIpwoNtCKh0jrVLTlMEx+IM3fy0aFkGBttIw453PV6WhQL7bDj3NBioG1L9dfx2xl4&#10;HZ7Cy/1ifgqfcTbVaWflYyvG3N6Mm0dQQqP8i//ce5vnz8tyBr/v5Bv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3d/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7PjsUA&#10;AADeAAAADwAAAGRycy9kb3ducmV2LnhtbERP32vCMBB+H+x/CDfYy9C0k47RGWUOgoIDmRP2ejRn&#10;W9ZcSpLZ+t8bQdjbfXw/b74cbSdO5EPrWEE+zUAQV860XCs4fOvJK4gQkQ12jknBmQIsF/d3cyyN&#10;G/iLTvtYixTCoUQFTYx9KWWoGrIYpq4nTtzReYsxQV9L43FI4baTz1n2Ii22nBoa7Omjoep3/2cV&#10;rHZDPfNP1Wp02+P6p9Da6E+t1OPD+P4GItIY/8U398ak+UWeF3B9J90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vs+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bBsIA&#10;AADeAAAADwAAAGRycy9kb3ducmV2LnhtbERPzYrCMBC+L/gOYQRva1pRkWoUcSksy1509wGGZmyq&#10;zaQksda3NwsL3ubj+53NbrCt6MmHxrGCfJqBIK6cbrhW8PtTvq9AhIissXVMCh4UYLcdvW2w0O7O&#10;R+pPsRYphEOBCkyMXSFlqAxZDFPXESfu7LzFmKCvpfZ4T+G2lbMsW0qLDacGgx0dDFXX080qKL9m&#10;3/31pn3p9sPc0sJcVh9Gqcl42K9BRBriS/zv/tRp/iLPl/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XBsG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D0YsUA&#10;AADeAAAADwAAAGRycy9kb3ducmV2LnhtbERPW2vCMBR+F/YfwhnsZWjaDXV0RlEhTNhgeIG9Hppj&#10;W9aclCSz3b83g4Fv5+O7nsVqsK24kA+NYwX5JANBXDrTcKXgdNTjFxAhIhtsHZOCXwqwWt6NFlgY&#10;1/OeLodYiRTCoUAFdYxdIWUoa7IYJq4jTtzZeYsxQV9J47FP4baVT1k2kxYbTg01drStqfw+/FgF&#10;m8++evaP5WZw7+e3r6nWRn9opR7uh/UriEhDvIn/3TuT5k/zfA5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IPRi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8q78UA&#10;AADeAAAADwAAAGRycy9kb3ducmV2LnhtbESPQWvDMAyF74P9B6NCb6uT0o6S1S1lIzDGLuv2A0Ss&#10;xWljOdhumv776jDYTeI9vfdpu598r0aKqQtsoFwUoIibYDtuDfx8108bUCkjW+wDk4EbJdjvHh+2&#10;WNlw5S8aj7lVEsKpQgMu56HSOjWOPKZFGIhF+w3RY5Y1ttpGvEq47/WyKJ61x46lweFAr46a8/Hi&#10;DdQfy8/xfLGxDodp5WntTps3Z8x8Nh1eQGWa8r/57/rdCv66LIVX3p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yr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0RnMIA&#10;AADeAAAADwAAAGRycy9kb3ducmV2LnhtbERP22rCQBB9L/QflhF8q5vUptToKkWINI9N+wFDdkyC&#10;2dk0u+by964g9G0O5zq7w2RaMVDvGssK4lUEgri0uuFKwe9P9vIBwnlkja1lUjCTg8P++WmHqbYj&#10;f9NQ+EqEEHYpKqi971IpXVmTQbeyHXHgzrY36APsK6l7HEO4aeVrFL1Lgw2Hhho7OtZUXoqrUfA2&#10;j6e/IrlEmTYU5+suZ18mSi0X0+cWhKfJ/4sf7i8d5idxvIH7O+EGu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RGc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lkE8UA&#10;AADeAAAADwAAAGRycy9kb3ducmV2LnhtbESPQWvCQBCF7wX/wzKCt7oxoLSpq4iiFE82Vc9DdkxC&#10;s7Mhu2r8952D4G2GefPe++bL3jXqRl2oPRuYjBNQxIW3NZcGjr/b9w9QISJbbDyTgQcFWC4Gb3PM&#10;rL/zD93yWCox4ZChgSrGNtM6FBU5DGPfEsvt4juHUdau1LbDu5i7RqdJMtMOa5aECltaV1T85Vdn&#10;4Do7p0e+7O0h3zx2n5vtKuhTacxo2K++QEXq40v8/P62Un86SQVAcGQG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WQT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xlcYA&#10;AADeAAAADwAAAGRycy9kb3ducmV2LnhtbERPTWvCQBC9F/wPyxS81U3UBhtdRYWC7UFR68HbmJ0m&#10;0exsmt1q+u+7QqG3ebzPmcxaU4krNa60rCDuRSCIM6tLzhV87F+fRiCcR9ZYWSYFP+RgNu08TDDV&#10;9sZbuu58LkIIuxQVFN7XqZQuK8ig69maOHCftjHoA2xyqRu8hXBTyX4UJdJgyaGhwJqWBWWX3bdR&#10;cNiMkpfN4m14fl+fcGD011GXiVLdx3Y+BuGp9f/iP/dKh/nPcT+G+zvhBj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pxl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4dsMA&#10;AADeAAAADwAAAGRycy9kb3ducmV2LnhtbERPS4vCMBC+C/sfwizsTVO7KlKN4gNd8eQLvA7NbFu2&#10;mZQmavXXbwTB23x8zxlPG1OKK9WusKyg24lAEKdWF5wpOB1X7SEI55E1lpZJwZ0cTCcfrTEm2t54&#10;T9eDz0QIYZeggtz7KpHSpTkZdB1bEQfu19YGfYB1JnWNtxBuShlH0UAaLDg05FjRIqf073AxCh6D&#10;M+7cTzxffmtP995wbbe7tVJfn81sBMJT49/il3ujw/x+N47h+U64QU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F4d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S0Q8MA&#10;AADeAAAADwAAAGRycy9kb3ducmV2LnhtbERP24rCMBB9F/Yfwiz4pqn1glajLIuCb7t29wOGZkyL&#10;zaQ2UatfbxYWfJvDuc5q09laXKn1lWMFo2ECgrhwumKj4PdnN5iD8AFZY+2YFNzJw2b91lthpt2N&#10;D3TNgxExhH2GCsoQmkxKX5Rk0Q9dQxy5o2sthghbI3WLtxhua5kmyUxarDg2lNjQZ0nFKb9YBWeX&#10;TnWXb/HrtF18V8ZMzo/DRKn+e/exBBGoCy/xv3uv4/zpKB3D3zvxBr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S0Q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FK3MQA&#10;AADeAAAADwAAAGRycy9kb3ducmV2LnhtbERPyW7CMBC9I/UfrEHqDZzQQiGNQS1SJa4shx4He0hS&#10;4nEaGwh8PUaq1Ns8vXXyRWdrcabWV44VpMMEBLF2puJCwW77NZiC8AHZYO2YFFzJw2L+1MsxM+7C&#10;azpvQiFiCPsMFZQhNJmUXpdk0Q9dQxy5g2sthgjbQpoWLzHc1nKUJBNpseLYUGJDy5L0cXOyClbV&#10;nsYTfZjZ6adef99+w8vbj1Hqud99vIMI1IV/8Z97ZeL8cTp6hcc78QY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xSt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WkMYA&#10;AADeAAAADwAAAGRycy9kb3ducmV2LnhtbERP0WrCQBB8L/gPxwp9q5cElDb1DCoILVahttTXJbfm&#10;grm9kLvG+Pc9oeDb7M7OzM68GGwjeup87VhBOklAEJdO11wp+P7aPD2D8AFZY+OYFFzJQ7EYPcwx&#10;1+7Cn9QfQiWiCfscFZgQ2lxKXxqy6CeuJY7cyXUWQxy7SuoOL9HcNjJLkpm0WHNMMNjS2lB5Pvxa&#10;BT3ur8nRrHYv7/VHme1XP1sd9+pxPCxfQQQawv34X/2m4/vTNJvCrU7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wWk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NXfcMA&#10;AADeAAAADwAAAGRycy9kb3ducmV2LnhtbERPTUvDQBC9C/6HZQRvdtOARWK3pRRaPGr04HHMTrOp&#10;2Zmwu23S/npXELzN433Ocj35Xp0pxE7YwHxWgCJuxHbcGvh43z08gYoJ2WIvTAYuFGG9ur1ZYmVl&#10;5Dc616lVOYRjhQZcSkOldWwceYwzGYgzd5DgMWUYWm0Djjnc97osioX22HFucDjQ1lHzXZ+8gXHf&#10;fB3Lw6d11zDIrn6VY9mLMfd30+YZVKIp/Yv/3C82z3+clwv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NX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fi8cQA&#10;AADeAAAADwAAAGRycy9kb3ducmV2LnhtbERP22oCMRB9L/QfwhT6VrMuVGU1ilcoYhFv7+Nm3N02&#10;mSybVLd/bwoF3+ZwrjOatNaIKzW+cqyg20lAEOdOV1woOB5WbwMQPiBrNI5JwS95mIyfn0aYaXfj&#10;HV33oRAxhH2GCsoQ6kxKn5dk0XdcTRy5i2sshgibQuoGbzHcGpkmSU9arDg2lFjTvKT8e/9jFay2&#10;C/OVfu6mJxnmy/7ZDNazxUap15d2OgQRqA0P8b/7Q8f57920D3/vxBv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34v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6rF8cA&#10;AADeAAAADwAAAGRycy9kb3ducmV2LnhtbESPQWvCQBCF74X+h2WEXkrdqCgSXaUIooKFVgtex+yY&#10;BLOzIbuN8d87B6G3Gd6b976ZLztXqZaaUHo2MOgnoIgzb0vODfwe1x9TUCEiW6w8k4E7BVguXl/m&#10;mFp/4x9qDzFXEsIhRQNFjHWqdcgKchj6viYW7eIbh1HWJte2wZuEu0oPk2SiHZYsDQXWtCooux7+&#10;nIH2e3/Ot22od9fpexiPzpvNlz0Z89brPmegInXx3/y83lrBHw+GwivvyAx68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eqx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5wkcUA&#10;AADeAAAADwAAAGRycy9kb3ducmV2LnhtbERPTWsCMRC9C/6HMAVvmnXRolujqCB4EdT2UG/jZrq7&#10;uJmsSdRtf30jFHqbx/uc2aI1tbiT85VlBcNBAoI4t7riQsHH+6Y/AeEDssbaMin4Jg+Lebczw0zb&#10;Bx/ofgyFiCHsM1RQhtBkUvq8JIN+YBviyH1ZZzBE6AqpHT5iuKllmiSv0mDFsaHEhtYl5ZfjzShY&#10;TSer637Eu5/D+USnz/NlnLpEqd5Lu3wDEagN/+I/91bH+eNhOoX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nCRxQAAAN4AAAAPAAAAAAAAAAAAAAAAAJgCAABkcnMv&#10;ZG93bnJldi54bWxQSwUGAAAAAAQABAD1AAAAigMAAAAA&#10;" fillcolor="black" stroked="f"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5B0ckA&#10;AADeAAAADwAAAGRycy9kb3ducmV2LnhtbESPQW/CMAyF75P2HyJP4jZSQCDUEdAYTEIaO8B22NFr&#10;vDZq41RNBmW/Hh+QdrPl5/fet1j1vlEn6qILbGA0zEARF8E6Lg18frw+zkHFhGyxCUwGLhRhtby/&#10;W2Buw5kPdDqmUokJxxwNVCm1udaxqMhjHIaWWG4/ofOYZO1KbTs8i7lv9DjLZtqjY0mosKWXior6&#10;+OsNfL3N3PzgaPy9/1tv7X5ar983tTGDh/75CVSiPv2Lb987K/Wno4kACI7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R5B0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JeMUA&#10;AADeAAAADwAAAGRycy9kb3ducmV2LnhtbERPS2sCMRC+F/wPYQreanaVFtkaRSyilx7qA6/DZrrZ&#10;7mayTaKu/vqmUOhtPr7nzBa9bcWFfKgdK8hHGQji0umaKwWH/fppCiJEZI2tY1JwowCL+eBhhoV2&#10;V/6gyy5WIoVwKFCBibErpAylIYth5DrixH06bzEm6CupPV5TuG3lOMtepMWaU4PBjlaGymZ3tgr8&#10;8vTW3Pl8bLL7+y1svvrvKRqlho/98hVEpD7+i//cW53mP+eTH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AIl4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OhRMUA&#10;AADeAAAADwAAAGRycy9kb3ducmV2LnhtbERP22rCQBB9L/gPywh9KboxpVVTV5FCoVARtH7AmB2T&#10;0N3ZkB019uu7hULf5nCus1j13qkLdbEJbGAyzkARl8E2XBk4fL6NZqCiIFt0gcnAjSKsloO7BRY2&#10;XHlHl71UKoVwLNBALdIWWseyJo9xHFrixJ1C51ES7CptO7ymcO90nmXP2mPDqaHGll5rKr/2Z2/A&#10;5Uc3/5jGjdwOepN9e9k9bK0x98N+/QJKqJd/8Z/73ab5T5PHH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o6FE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FhcUA&#10;AADeAAAADwAAAGRycy9kb3ducmV2LnhtbERPTWsCMRC9C/0PYQq9aVZFKVuj2IqwFw9dt3gdN9PN&#10;YjJZNqlu++ubQsHbPN7nrDaDs+JKfWg9K5hOMhDEtdctNwqq4378DCJEZI3WMyn4pgCb9cNohbn2&#10;N36naxkbkUI45KjAxNjlUobakMMw8R1x4j597zAm2DdS93hL4c7KWZYtpcOWU4PBjt4M1ZfyyynY&#10;lZ2dVYV5DaePw/lsi589nXZKPT0O2xcQkYZ4F/+7C53mL6bz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0WF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Nvx8MA&#10;AADeAAAADwAAAGRycy9kb3ducmV2LnhtbERPS2sCMRC+F/wPYQRvNfFRW1ajiCgIPdXHobchme6u&#10;bibLJrrrv28KBW/z8T1nsepcJe7UhNKzhtFQgSA23pacazgdd68fIEJEtlh5Jg0PCrBa9l4WmFnf&#10;8hfdDzEXKYRDhhqKGOtMymAKchiGviZO3I9vHMYEm1zaBtsU7io5VmomHZacGgqsaVOQuR5uTsNl&#10;Jz+9UWjOp3O7t+/f2xlVSutBv1vPQUTq4lP8797bNP9tNJnC3zvpB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Nvx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c5O8MA&#10;AADeAAAADwAAAGRycy9kb3ducmV2LnhtbERPS4vCMBC+C/sfwizsTVMVRapR3AVBVjz4YNnj2Ixt&#10;aTMpSdT6740geJuP7zmzRWtqcSXnS8sK+r0EBHFmdcm5guNh1Z2A8AFZY22ZFNzJw2L+0Zlhqu2N&#10;d3Tdh1zEEPYpKihCaFIpfVaQQd+zDXHkztYZDBG6XGqHtxhuajlIkrE0WHJsKLChn4Kyan8xCv4v&#10;Gz5vh79L9x3+bHvw1eA0qZT6+myXUxCB2vAWv9xrHeeP+sMR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c5O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yPsYA&#10;AADeAAAADwAAAGRycy9kb3ducmV2LnhtbERPS2sCMRC+C/6HMII3zWqr6GqUWij0UqiPg97Gzbi7&#10;uJlsk6jb/vpGELzNx/ec+bIxlbiS86VlBYN+AoI4s7rkXMFu+9GbgPABWWNlmRT8koflot2aY6rt&#10;jdd03YRcxBD2KSooQqhTKX1WkEHftzVx5E7WGQwRulxqh7cYbio5TJKxNFhybCiwpveCsvPmYhSs&#10;ppPVz/crf/2tjwc67I/n0dAlSnU7zdsMRKAmPMUP96eO80eDlzHc34k3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hyPsYAAADeAAAADwAAAAAAAAAAAAAAAACYAgAAZHJz&#10;L2Rvd25yZXYueG1sUEsFBgAAAAAEAAQA9QAAAIsDAAAAAA==&#10;" fillcolor="black" stroked="f"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LcD8QA&#10;AADeAAAADwAAAGRycy9kb3ducmV2LnhtbERPTUsDMRC9C/6HMEJvNluLtqxNy1KQiqdtq/Q63Yyb&#10;xc1kSWK6/nsjCL3N433OajPaXiTyoXOsYDYtQBA3TnfcKng/vtwvQYSIrLF3TAp+KMBmfXuzwlK7&#10;C+8pHWIrcgiHEhWYGIdSytAYshimbiDO3KfzFmOGvpXa4yWH214+FMWTtNhxbjA40NZQ83X4tgrS&#10;eVtX83RKZv/mq9a7evdxrpWa3I3VM4hIY7yK/92vOs9/nM0X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C3A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MdMgA&#10;AADeAAAADwAAAGRycy9kb3ducmV2LnhtbESPQUvDQBCF7wX/wzKCN7tJi6XGbouUVtRLaxT0OGTH&#10;bDA7G7JrGv31zkHobYb35r1vVpvRt2qgPjaBDeTTDBRxFWzDtYG31/31ElRMyBbbwGTghyJs1heT&#10;FRY2nPiFhjLVSkI4FmjApdQVWsfKkcc4DR2xaJ+h95hk7WttezxJuG/1LMsW2mPD0uCwo62j6qv8&#10;9gZivt29P/vf2+HjwfGhfHKLY+2Muboc7+9AJRrT2fx//WgF/yafC6+8IzPo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sQx0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77AF" w:rsidRDefault="004677AF" w:rsidP="00467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677AF" w:rsidRDefault="004677AF" w:rsidP="004677A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4677AF" w:rsidRDefault="004677AF" w:rsidP="004677A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677AF" w:rsidRDefault="004677AF" w:rsidP="004677A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677AF" w:rsidRDefault="004677AF" w:rsidP="004677A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677AF" w:rsidRDefault="004677AF" w:rsidP="004677A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4677AF" w:rsidRDefault="004677AF" w:rsidP="004677A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677AF" w:rsidRDefault="004677AF" w:rsidP="004677A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Шарпіта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О.В.</w:t>
      </w:r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Шарпіта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677AF" w:rsidRDefault="004677AF" w:rsidP="004677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Оксані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A1F7B" w:rsidRPr="000A1F7B">
        <w:rPr>
          <w:rFonts w:ascii="Times New Roman" w:eastAsia="Calibri" w:hAnsi="Times New Roman" w:cs="Times New Roman"/>
          <w:sz w:val="24"/>
          <w:lang w:eastAsia="en-US"/>
        </w:rPr>
        <w:t>_</w:t>
      </w:r>
      <w:r w:rsidR="000A1F7B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0,2200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677AF" w:rsidRDefault="004677AF" w:rsidP="004677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677AF" w:rsidRDefault="004677AF" w:rsidP="004677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7AF" w:rsidRDefault="004677AF" w:rsidP="004677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7AF" w:rsidRDefault="004677AF" w:rsidP="004677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7AF" w:rsidRDefault="004677AF" w:rsidP="004677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7AF" w:rsidRDefault="004677AF" w:rsidP="004677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7AF" w:rsidRPr="004677AF" w:rsidRDefault="004677AF" w:rsidP="004677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C312FF" w:rsidRPr="004677AF" w:rsidRDefault="004677AF" w:rsidP="004677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C312FF" w:rsidRPr="004677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AF"/>
    <w:rsid w:val="000A1F7B"/>
    <w:rsid w:val="004677AF"/>
    <w:rsid w:val="00C3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A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A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2021-07-19T05:58:00Z</dcterms:created>
  <dcterms:modified xsi:type="dcterms:W3CDTF">2021-07-19T06:30:00Z</dcterms:modified>
</cp:coreProperties>
</file>