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EAB" w:rsidRDefault="00E76EAB" w:rsidP="00E76E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76EAB" w:rsidRDefault="00E76EAB" w:rsidP="00E76EAB"/>
    <w:p w:rsidR="00E76EAB" w:rsidRDefault="00E76EAB" w:rsidP="00E76EAB"/>
    <w:p w:rsidR="00E76EAB" w:rsidRDefault="00E76EAB" w:rsidP="00E76E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76EAB" w:rsidRDefault="00E76EAB" w:rsidP="00E76E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76EAB" w:rsidRDefault="00E76EAB" w:rsidP="00E76E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76EAB" w:rsidRDefault="00E76EAB" w:rsidP="00E76E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76EAB" w:rsidRDefault="00E76EAB" w:rsidP="00E76E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76EAB" w:rsidRDefault="00E76EAB" w:rsidP="00E76E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E76EAB" w:rsidRDefault="00E76EAB" w:rsidP="00E76E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76EAB" w:rsidRDefault="00E76EAB" w:rsidP="00E76EA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76EAB" w:rsidRDefault="00E76EAB" w:rsidP="00E76EA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EAB" w:rsidRDefault="00E76EAB" w:rsidP="00E76EA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28.08.2020  року                                        Крупець                                                   № 6</w:t>
      </w:r>
    </w:p>
    <w:p w:rsidR="00E76EAB" w:rsidRPr="00A57786" w:rsidRDefault="00E76EAB" w:rsidP="00E76EA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6EAB" w:rsidRDefault="00E76EAB" w:rsidP="00E76EAB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7786">
        <w:rPr>
          <w:rFonts w:ascii="Times New Roman" w:hAnsi="Times New Roman" w:cs="Times New Roman"/>
          <w:b/>
          <w:sz w:val="24"/>
          <w:szCs w:val="24"/>
        </w:rPr>
        <w:t>Про надання субвенції з місцевого бюджету</w:t>
      </w:r>
    </w:p>
    <w:p w:rsidR="00E76EAB" w:rsidRPr="00772BFE" w:rsidRDefault="00E76EAB" w:rsidP="00E76EA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E76EAB" w:rsidRPr="00772BFE" w:rsidRDefault="00E76EAB" w:rsidP="00E76EA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BFE">
        <w:rPr>
          <w:rFonts w:ascii="Times New Roman" w:hAnsi="Times New Roman" w:cs="Times New Roman"/>
          <w:sz w:val="24"/>
          <w:szCs w:val="24"/>
        </w:rPr>
        <w:t xml:space="preserve">Відповідно до статті 25, Закону України «Про місцеве самоврядування в Україні», Бюджетного кодексу України, сільська рада  </w:t>
      </w:r>
    </w:p>
    <w:p w:rsidR="00E76EAB" w:rsidRPr="00772BFE" w:rsidRDefault="00E76EAB" w:rsidP="00E76EA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72BFE">
        <w:rPr>
          <w:rFonts w:ascii="Times New Roman" w:hAnsi="Times New Roman" w:cs="Times New Roman"/>
          <w:sz w:val="24"/>
          <w:szCs w:val="24"/>
        </w:rPr>
        <w:t>ВИРІШИЛА:</w:t>
      </w:r>
    </w:p>
    <w:p w:rsidR="00E76EAB" w:rsidRPr="00772BFE" w:rsidRDefault="00E76EAB" w:rsidP="00E76E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2BFE">
        <w:rPr>
          <w:rFonts w:ascii="Times New Roman" w:hAnsi="Times New Roman" w:cs="Times New Roman"/>
          <w:sz w:val="24"/>
          <w:szCs w:val="24"/>
        </w:rPr>
        <w:t>1. У випадку перевиконання дохідної частини сільського бюджету гарантувати надання з сільського бюджету  районному бюджету субвенції в розмірі 100 000 (сто тисяч) гривень для проведення капітального ремонту неврологічного відділення Комунального  підприємства «Славутська центральна районна лікарня ім. Ф.М. Михайлова» Славутської районної ради Хмельницької області.</w:t>
      </w:r>
    </w:p>
    <w:p w:rsidR="00E76EAB" w:rsidRPr="00772BFE" w:rsidRDefault="00E76EAB" w:rsidP="00E76E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2BFE">
        <w:rPr>
          <w:rFonts w:ascii="Times New Roman" w:hAnsi="Times New Roman" w:cs="Times New Roman"/>
          <w:sz w:val="24"/>
          <w:szCs w:val="24"/>
        </w:rPr>
        <w:t>2. Сільському голові Валерію Михалюку повідомити Славутську районну раду про термін надходження субвенційних  коштів - до 31 грудня 2020 року.</w:t>
      </w:r>
    </w:p>
    <w:p w:rsidR="00E76EAB" w:rsidRPr="00772BFE" w:rsidRDefault="00E76EAB" w:rsidP="00E76EA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2BFE">
        <w:rPr>
          <w:rFonts w:ascii="Times New Roman" w:hAnsi="Times New Roman" w:cs="Times New Roman"/>
          <w:sz w:val="24"/>
          <w:szCs w:val="24"/>
        </w:rPr>
        <w:t>3.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(О.В.Качаровська)</w:t>
      </w:r>
    </w:p>
    <w:p w:rsidR="00E76EAB" w:rsidRPr="00772BFE" w:rsidRDefault="00E76EAB" w:rsidP="00E76EA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EAB" w:rsidRDefault="00E76EAB" w:rsidP="00E76EA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EAB" w:rsidRPr="00A57786" w:rsidRDefault="00E76EAB" w:rsidP="00E76EA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EAB" w:rsidRPr="00A57786" w:rsidRDefault="00E76EAB" w:rsidP="00E76EAB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57786">
        <w:rPr>
          <w:rFonts w:ascii="Times New Roman" w:hAnsi="Times New Roman" w:cs="Times New Roman"/>
          <w:noProof/>
          <w:sz w:val="24"/>
          <w:szCs w:val="24"/>
        </w:rPr>
        <w:t xml:space="preserve">Сільський голова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</w:t>
      </w:r>
      <w:r w:rsidRPr="00A57786">
        <w:rPr>
          <w:rFonts w:ascii="Times New Roman" w:hAnsi="Times New Roman" w:cs="Times New Roman"/>
          <w:noProof/>
          <w:sz w:val="24"/>
          <w:szCs w:val="24"/>
        </w:rPr>
        <w:t>Валерій МИХАЛЮК</w:t>
      </w:r>
    </w:p>
    <w:p w:rsidR="007912D6" w:rsidRDefault="007912D6">
      <w:bookmarkStart w:id="0" w:name="_GoBack"/>
      <w:bookmarkEnd w:id="0"/>
    </w:p>
    <w:sectPr w:rsidR="007912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EAB"/>
    <w:rsid w:val="00171A2E"/>
    <w:rsid w:val="00304C90"/>
    <w:rsid w:val="00505B6D"/>
    <w:rsid w:val="006D3977"/>
    <w:rsid w:val="007912D6"/>
    <w:rsid w:val="007D6C18"/>
    <w:rsid w:val="00D1641A"/>
    <w:rsid w:val="00E7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188</Words>
  <Characters>1077</Characters>
  <Application>Microsoft Office Word</Application>
  <DocSecurity>0</DocSecurity>
  <Lines>8</Lines>
  <Paragraphs>2</Paragraphs>
  <ScaleCrop>false</ScaleCrop>
  <Company>Microsoft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2020-09-01T13:32:00Z</dcterms:created>
  <dcterms:modified xsi:type="dcterms:W3CDTF">2020-09-01T13:32:00Z</dcterms:modified>
</cp:coreProperties>
</file>