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1FE" w:rsidRPr="000E0D80" w:rsidRDefault="008731FE" w:rsidP="008731F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8731FE" w:rsidRPr="001869AA" w:rsidRDefault="008731FE" w:rsidP="008731FE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5220" name="Группа 12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52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2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XCzsUA&#10;AADdAAAADwAAAGRycy9kb3ducmV2LnhtbESPT2vCQBTE7wW/w/IEb3VjpFVi1hBKKzkIRVvvj+zL&#10;H8y+Ddmtid/eLRR6HGbmN0yaTaYTNxpca1nBahmBIC6tbrlW8P318bwF4Tyyxs4yKbiTg2w/e0ox&#10;0XbkE93OvhYBwi5BBY33fSKlKxsy6Ja2Jw5eZQeDPsihlnrAMcBNJ+MoepUGWw4LDfb01lB5Pf8Y&#10;BXZ9KI6XOj6t33njOf/cVpfpqNRiPuU7EJ4m/x/+axdawUscr+D3TXgCc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JcLO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GYt8gA&#10;AADdAAAADwAAAGRycy9kb3ducmV2LnhtbESPT0sDMRTE74LfITzBS2mzLrTatWmRwrbqQegf8PrY&#10;vG62bl6WJG3XfnojCB6HmfkNM1v0thVn8qFxrOBhlIEgrpxuuFaw35XDJxAhImtsHZOCbwqwmN/e&#10;zLDQ7sIbOm9jLRKEQ4EKTIxdIWWoDFkMI9cRJ+/gvMWYpK+l9nhJcNvKPMsm0mLDacFgR0tD1df2&#10;ZBUcyw/zuXy8rvxguqHroHxft28Tpe7v+pdnEJH6+B/+a79qBeM8z+H3TXoCcv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4Zi3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fU8IA&#10;AADdAAAADwAAAGRycy9kb3ducmV2LnhtbESP3YrCMBCF7xd8hzCCN4umW1GkGkVEZfFG/HmAoRmb&#10;YjMpTdbWt98IgpeH8/NxFqvOVuJBjS8dK/gZJSCIc6dLLhRcL7vhDIQPyBorx6TgSR5Wy97XAjPt&#10;Wj7R4xwKEUfYZ6jAhFBnUvrckEU/cjVx9G6usRiibAqpG2zjuK1kmiRTabHkSDBY08ZQfj//2Qg5&#10;jvF4uLWX3b7DFrcHw9/rk1KDfreegwjUhU/43f7VCiZpOob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V9T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cSh8YA&#10;AADdAAAADwAAAGRycy9kb3ducmV2LnhtbESPQUsDMRSE70L/Q3gFbzbr0tayNi2lVRDBg1Uo3h6b&#10;193FzUtInt313xtB8DjMzDfMeju6Xl0ops6zgdtZAYq49rbjxsD72+PNClQSZIu9ZzLwTQm2m8nV&#10;GivrB36ly1EalSGcKjTQioRK61S35DDNfCDO3tlHh5JlbLSNOGS463VZFEvtsOO80GKgfUv15/HL&#10;GXgZHsLz3XJxDh9xXup0sHLaizHX03F3D0polP/wX/vJGliU5R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icSh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BivMIA&#10;AADdAAAADwAAAGRycy9kb3ducmV2LnhtbESP3YrCMBCF7xd8hzCCN4umW1GkGkVEZfFG/HmAoRmb&#10;YjMpTdbWt98IgpeH8/NxFqvOVuJBjS8dK/gZJSCIc6dLLhRcL7vhDIQPyBorx6TgSR5Wy97XAjPt&#10;Wj7R4xwKEUfYZ6jAhFBnUvrckEU/cjVx9G6usRiibAqpG2zjuK1kmiRTabHkSDBY08ZQfj//2Qg5&#10;jvF4uLWX3b7DFrcHw9/rk1KDfreegwjUhU/43f7VCiZpOoH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0GK8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kpa8UA&#10;AADdAAAADwAAAGRycy9kb3ducmV2LnhtbESPQUvDQBSE70L/w/IEb3ZjsKnEbkupCiJ4aCuIt0f2&#10;NQlm3y67zyb+e1cQPA4z8w2z2kxuUGeKqfds4GZegCJuvO25NfB2fLq+A5UE2eLgmQx8U4LNenax&#10;wtr6kfd0PkirMoRTjQY6kVBrnZqOHKa5D8TZO/noULKMrbYRxwx3gy6LotIOe84LHQbaddR8Hr6c&#10;gdfxMbwsq8UpfMTbUqcHK+87MebqctregxKa5D/81362BhZlW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lr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sjscA&#10;AADdAAAADwAAAGRycy9kb3ducmV2LnhtbESPzWrDMBCE74G+g9hCLyWR45KkuFFCUhANtFDyA70u&#10;1sY2tVZGUmP37aNCIcdhZr5hluvBtuJCPjSOFUwnGQji0pmGKwWnox4/gwgR2WDrmBT8UoD16m60&#10;xMK4nvd0OcRKJAiHAhXUMXaFlKGsyWKYuI44eWfnLcYkfSWNxz7BbSvzLJtLiw2nhRo7eq2p/D78&#10;WAXbz7568o/ldnDv57evmdZGf2ilHu6HzQuISEO8hf/bO6NglucL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1LI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LiucAA&#10;AADdAAAADwAAAGRycy9kb3ducmV2LnhtbERPy4rCMBTdD/gP4QruxtSiItUoohRkmI2PD7g016ba&#10;3JQk1s7fTxYDszyc92Y32Fb05EPjWMFsmoEgrpxuuFZwu5afKxAhImtsHZOCHwqw244+Nlho9+Yz&#10;9ZdYixTCoUAFJsaukDJUhiyGqeuIE3d33mJM0NdSe3yncNvKPMuW0mLDqcFgRwdD1fPysgrKr/y7&#10;f760L91+mFtamMfqaJSajIf9GkSkIf6L/9wnrWCR52luepOe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Liu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dZ8cA&#10;AADdAAAADwAAAGRycy9kb3ducmV2LnhtbESPzWrDMBCE74G+g9hCLyWR45KQulFCUhANtFDyA70u&#10;1sY2tVZGUmP37aNCIcdhZr5hluvBtuJCPjSOFUwnGQji0pmGKwWnox4vQISIbLB1TAp+KcB6dTda&#10;YmFcz3u6HGIlEoRDgQrqGLtCylDWZDFMXEecvLPzFmOSvpLGY5/gtpV5ls2lxYbTQo0dvdZUfh9+&#10;rILtZ189+cdyO7j389vXTGujP7RSD/fD5gVEpCHewv/tnVEwy/Nn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mHW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14YsEA&#10;AADdAAAADwAAAGRycy9kb3ducmV2LnhtbERP3WrCMBS+H/gO4QjezdRuilSjiKMgYzdTH+DQHJtq&#10;c1KSWOvbm4vBLj++//V2sK3oyYfGsYLZNANBXDndcK3gfCrflyBCRNbYOiYFTwqw3Yze1lho9+Bf&#10;6o+xFimEQ4EKTIxdIWWoDFkMU9cRJ+7ivMWYoK+l9vhI4baVeZYtpMWGU4PBjvaGqtvxbhWU3/lP&#10;f7trX7rd8Glpbq7LL6PUZDzsViAiDfFf/Oc+aAXz/CP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9eGL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TH38EA&#10;AADdAAAADwAAAGRycy9kb3ducmV2LnhtbESP0YrCMBRE3xf8h3AF39a0akWqUZYFRR+tfsClubbF&#10;5qY20da/N4Lg4zAzZ5jVpje1eFDrKssK4nEEgji3uuJCwfm0/V2AcB5ZY22ZFDzJwWY9+Flhqm3H&#10;R3pkvhABwi5FBaX3TSqly0sy6Ma2IQ7exbYGfZBtIXWLXYCbWk6iaC4NVhwWSmzov6T8mt2Ngtmz&#10;292y5BpttaH4MG0O7PNEqdGw/1uC8NT7b/jT3msFyWQaw/tNe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0x9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RAtMUA&#10;AADdAAAADwAAAGRycy9kb3ducmV2LnhtbESPQWvCQBSE70L/w/IKvZlNUyptdA2hYimeNLWeH9ln&#10;Epp9G7KrSf69Wyh4HGbmG2aVjaYVV+pdY1nBcxSDIC6tbrhScPzezt9AOI+ssbVMCiZykK0fZitM&#10;tR34QNfCVyJA2KWooPa+S6V0ZU0GXWQ74uCdbW/QB9lXUvc4BLhpZRLHC2mw4bBQY0cfNZW/xcUo&#10;uCxOyZHPO70vNtPn+2abO/lTKfX0OOZLEJ5Gfw//t7+0gtfkJYG/N+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tEC0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uaKMgA&#10;AADdAAAADwAAAGRycy9kb3ducmV2LnhtbESPQWvCQBSE74X+h+UVvNVNjQabuooKgnpQ1PbQ22v2&#10;NUmbfRuzq8Z/7wqFHoeZ+YYZTVpTiTM1rrSs4KUbgSDOrC45V/B+WDwPQTiPrLGyTAqu5GAyfnwY&#10;YarthXd03vtcBAi7FBUU3teplC4ryKDr2po4eN+2MeiDbHKpG7wEuKlkL4oSabDksFBgTfOCst/9&#10;ySj42A6T1+1s1f9Zb74wNvr4qctEqc5TO30D4an1/+G/9lIrGPTiGO5vwhOQ4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W5oo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rAr8YA&#10;AADdAAAADwAAAGRycy9kb3ducmV2LnhtbESPT2vCQBTE70K/w/IKvemm0YYQXaVVmoon/xR6fWSf&#10;SWj2bchuTeyn7woFj8PM/IZZrAbTiAt1rras4HkSgSAurK65VPB5eh+nIJxH1thYJgVXcrBaPowW&#10;mGnb84EuR1+KAGGXoYLK+zaT0hUVGXQT2xIH72w7gz7IrpS6wz7ATSPjKEqkwZrDQoUtrSsqvo8/&#10;RsFv8oV79xG/baba03WW5na3z5V6ehxe5yA8Df4e/m9vtYKXeDqD2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8rAr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42jMUA&#10;AADdAAAADwAAAGRycy9kb3ducmV2LnhtbESP0WrCQBRE3wX/YbmCb7oxNUWjq5Si0Ldq6gdcstdN&#10;MHs3Zrea9uu7BcHHYWbOMOttbxtxo87XjhXMpgkI4tLpmo2C09d+sgDhA7LGxjEp+CEP281wsMZc&#10;uzsf6VYEIyKEfY4KqhDaXEpfVmTRT11LHL2z6yyGKDsjdYf3CLeNTJPkVVqsOS5U2NJ7ReWl+LYK&#10;ri7NdF/s8POyWx5qY+bX3+NcqfGof1uBCNSHZ/jR/tAKsvQlg/838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ja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0ik8UA&#10;AADdAAAADwAAAGRycy9kb3ducmV2LnhtbESPzW7CMBCE70i8g7VIvYEDiEBTDGqRKnHl58BxsZck&#10;EK9DbCDt09eVkDiOZuYbzXzZ2krcqfGlYwXDQQKCWDtTcq5gv/vuz0D4gGywckwKfsjDctHtzDEz&#10;7sEbum9DLiKEfYYKihDqTEqvC7LoB64mjt7JNRZDlE0uTYOPCLeVHCVJKi2WHBcKrGlVkL5sb1bB&#10;ujzSJNWndzv70pvD7zWMp2ej1Fuv/fwAEagNr/CzvTYKJqNxCv9v4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SK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h0/MIA&#10;AADdAAAADwAAAGRycy9kb3ducmV2LnhtbERPW2vCMBR+H+w/hDPY20ytuEs1igoDRSfMib4emmNT&#10;bE5KE2v992Yw2ON35xtPO1uJlhpfOlbQ7yUgiHOnSy4U7H8+X95B+ICssXJMCm7kYTp5fBhjpt2V&#10;v6ndhULEEvYZKjAh1JmUPjdk0fdcTRy1k2sshgibQuoGr7HcVjJNkldpseS4YLCmhaH8vLtYBS1u&#10;b8nRzL8+VuUmT7fzw1pHXj0/dbMRiEBd+Df/pZdawTAdvMHvm/gE5O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6HT8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xe7sIA&#10;AADdAAAADwAAAGRycy9kb3ducmV2LnhtbERPPU/DMBDdkfgP1iGxUYegIhTqVgipVUcaOnQ84muc&#10;Et9FtmkCvx4PlTo+ve/FavK9OlOInbCBx1kBirgR23FrYP+5fngBFROyxV6YDPxShNXy9maBlZWR&#10;d3SuU6tyCMcKDbiUhkrr2DjyGGcyEGfuKMFjyjC02gYcc7jvdVkUz9pjx7nB4UDvjprv+scbGDfN&#10;16k8Hqz7C4Os6w85lb0Yc383vb2CSjSlq/ji3loD8/Ipz81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TF7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u90sgA&#10;AADdAAAADwAAAGRycy9kb3ducmV2LnhtbESP3WoCMRSE7wu+QzhC72rWlVZdjeJPBSktRW3vj5vj&#10;7rbJybJJdfv2jVDwcpiZb5jpvLVGnKnxlWMF/V4Cgjh3uuJCwcdh8zAC4QOyRuOYFPySh/msczfF&#10;TLsL7+i8D4WIEPYZKihDqDMpfV6SRd9zNXH0Tq6xGKJsCqkbvES4NTJNkidpseK4UGJNq5Ly7/2P&#10;VbB5X5uv9G23+JRh9Tw8mtHLcv2q1H23XUxABGrDLfzf3moFj+lgDN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a73S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Cqi8QA&#10;AADdAAAADwAAAGRycy9kb3ducmV2LnhtbERPTWvCQBC9F/oflin0UnRTrRJS11AEUaGCRsHrmJ0m&#10;IdnZkN3G+O/dQ6HHx/tepINpRE+dqywreB9HIIhzqysuFJxP61EMwnlkjY1lUnAnB+ny+WmBibY3&#10;PlKf+UKEEHYJKii9bxMpXV6SQTe2LXHgfmxn0AfYFVJ3eAvhppGTKJpLgxWHhhJbWpWU19mvUdAf&#10;vq/Ftnftro7f3Gx63Wz2+qLU68vw9QnC0+D/xX/urVYwm3yE/eF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wqov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1z2ccA&#10;AADdAAAADwAAAGRycy9kb3ducmV2LnhtbESPQWsCMRSE74X+h/AK3mrWRYuuRlFB6KWgtge9PTfP&#10;3cXNy5pEXf31jVDocZiZb5jJrDW1uJLzlWUFvW4Cgji3uuJCwc/36n0IwgdkjbVlUnAnD7Pp68sE&#10;M21vvKHrNhQiQthnqKAMocmk9HlJBn3XNsTRO1pnMETpCqkd3iLc1DJNkg9psOK4UGJDy5Ly0/Zi&#10;FCxGw8V53eevx+awp/3ucBqkLlGq89bOxyACteE//Nf+1AoGab8HzzfxCc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0dc9nHAAAA3QAAAA8AAAAAAAAAAAAAAAAAmAIAAGRy&#10;cy9kb3ducmV2LnhtbFBLBQYAAAAABAAEAPUAAACMAwAAAAA=&#10;" fillcolor="black" stroked="f"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YuoMcA&#10;AADdAAAADwAAAGRycy9kb3ducmV2LnhtbESPzWvCQBTE74X+D8sreKsbQxWJrqL9gIL24MfB4zP7&#10;TJZk34bsqmn/elcQehxm5jfMdN7ZWlyo9caxgkE/AUGcO224ULDffb2OQfiArLF2TAp+ycN89vw0&#10;xUy7K2/osg2FiBD2GSooQ2gyKX1ekkXfdw1x9E6utRiibAupW7xGuK1lmiQjadFwXCixofeS8mp7&#10;tgoOq5EZbwylx/Xf8lOvh9Xy56NSqvfSLSYgAnXhP/xof2sFw/Qthf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mLqD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1jsYA&#10;AADdAAAADwAAAGRycy9kb3ducmV2LnhtbESPQWsCMRSE74L/ITyhN81qa5HVKGIp7aWHWsXrY/O6&#10;2e7mZZtEXf31TUHwOMzMN8xi1dlGnMiHyrGC8SgDQVw4XXGpYPf1OpyBCBFZY+OYFFwowGrZ7y0w&#10;1+7Mn3TaxlIkCIccFZgY21zKUBiyGEauJU7et/MWY5K+lNrjOcFtIydZ9iwtVpwWDLa0MVTU26NV&#10;4NeHl/rKx32dXT8u4e2n+52hUeph0K3nICJ18R6+td+1gunk6RH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+1j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KISMYA&#10;AADdAAAADwAAAGRycy9kb3ducmV2LnhtbESP3WrCQBSE7wt9h+UUelPqxmCtTV1FhEJBEfx5gGP2&#10;NAndPRuyR419erdQ6OUwM98w03nvnTpTF5vABoaDDBRxGWzDlYHD/uN5AioKskUXmAxcKcJ8dn83&#10;xcKGC2/pvJNKJQjHAg3UIm2hdSxr8hgHoSVO3lfoPEqSXaVth5cE907nWTbWHhtOCzW2tKyp/N6d&#10;vAGXH93b6jWu5XrQ6+zHy/ZpY415fOgX76CEevkP/7U/rYGXfDSC3zfpCe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KIS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Iil8YA&#10;AADdAAAADwAAAGRycy9kb3ducmV2LnhtbESPQWsCMRSE74X+h/AK3jTrUqVsjWIrwl56cGvx+tw8&#10;N4vJy7JJde2vN4VCj8PMfMMsVoOz4kJ9aD0rmE4yEMS11y03Cvaf2/ELiBCRNVrPpOBGAVbLx4cF&#10;FtpfeUeXKjYiQTgUqMDE2BVShtqQwzDxHXHyTr53GJPsG6l7vCa4szLPsrl02HJaMNjRu6H6XH07&#10;BZuqs/m+NG/h8PVxPNryZ0uHjVKjp2H9CiLSEP/Df+1SK5jlzz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Iil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fzUcUA&#10;AADdAAAADwAAAGRycy9kb3ducmV2LnhtbESPT2sCMRTE7wW/Q3iCt5oodpXVKKVUEHqqfw7eHslz&#10;d3XzsmxSd/vtm4LgcZiZ3zCrTe9qcac2VJ41TMYKBLHxtuJCw/GwfV2ACBHZYu2ZNPxSgM168LLC&#10;3PqOv+m+j4VIEA45aihjbHIpgynJYRj7hjh5F986jEm2hbQtdgnuajlVKpMOK04LJTb0UZK57X+c&#10;hutWfnmj0JyOp25n5+fPjGql9WjYvy9BROrjM/xo76yGt+ksg/836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d/N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L05MYA&#10;AADdAAAADwAAAGRycy9kb3ducmV2LnhtbESPQWvCQBSE7wX/w/KE3nRjWqtEV9FCobR4qIp4fGaf&#10;SUj2bdhdNf33XUHocZiZb5j5sjONuJLzlWUFo2ECgji3uuJCwX73MZiC8AFZY2OZFPySh+Wi9zTH&#10;TNsb/9B1GwoRIewzVFCG0GZS+rwkg35oW+Lona0zGKJ0hdQObxFuGpkmyZs0WHFcKLGl95Lyensx&#10;Co6Xbz5vXr5Wbh0Ottv5Oj1Na6We+91qBiJQF/7Dj/anVjBOXydwfx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L05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olsUA&#10;AADdAAAADwAAAGRycy9kb3ducmV2LnhtbERPu27CMBTdkfoP1q3ERpyilkeKQaUSEgtSoR2a7Sa+&#10;TSLi69Q2kPL19YDEeHTei1VvWnEm5xvLCp6SFARxaXXDlYKvz81oBsIHZI2tZVLwRx5Wy4fBAjNt&#10;L7yn8yFUIoawz1BBHUKXSenLmgz6xHbEkfuxzmCI0FVSO7zEcNPKcZpOpMGGY0ONHb3XVB4PJ6Ng&#10;PZ+tfz+eeXfdFznl38XxZexSpYaP/dsriEB9uItv7q1WMJnO49z4Jj4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yiWxQAAAN0AAAAPAAAAAAAAAAAAAAAAAJgCAABkcnMv&#10;ZG93bnJldi54bWxQSwUGAAAAAAQABAD1AAAAigMAAAAA&#10;" fillcolor="black" stroked="f"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N3DMUA&#10;AADdAAAADwAAAGRycy9kb3ducmV2LnhtbESPQUsDMRSE70L/Q3gFbzbbCtVum5alIIqnbVV6fd08&#10;N4ublyWJ6frvjSD0OMzMN8xmN9peJPKhc6xgPitAEDdOd9wqeH97unsEESKyxt4xKfihALvt5GaD&#10;pXYXPlA6xlZkCIcSFZgYh1LK0BiyGGZuIM7ep/MWY5a+ldrjJcNtLxdFsZQWO84LBgfaG2q+jt9W&#10;QTrv6+o+nZI5vPqq9a5+/jjXSt1Ox2oNItIYr+H/9otWsHxYre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3cM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/ssIA&#10;AADdAAAADwAAAGRycy9kb3ducmV2LnhtbERPz2vCMBS+D/wfwhO8zVQPxVWjiKjoLtuqoMdH82yK&#10;zUtpYu321y+HwY4f3+/Fqre16Kj1lWMFk3ECgrhwuuJSwfm0e52B8AFZY+2YFHyTh9Vy8LLATLsn&#10;f1GXh1LEEPYZKjAhNJmUvjBk0Y9dQxy5m2sthgjbUuoWnzHc1nKaJKm0WHFsMNjQxlBxzx9WgZ9s&#10;tpd3+/PWXfeGP/KjST9Lo9Ro2K/nIAL14V/85z5oBeksifvjm/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cD+ywgAAAN0AAAAPAAAAAAAAAAAAAAAAAJgCAABkcnMvZG93&#10;bnJldi54bWxQSwUGAAAAAAQABAD1AAAAhw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31FE" w:rsidRPr="000E0D80" w:rsidRDefault="008731FE" w:rsidP="008731F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731FE" w:rsidRPr="001869AA" w:rsidRDefault="008731FE" w:rsidP="008731F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731FE" w:rsidRPr="001869AA" w:rsidRDefault="008731FE" w:rsidP="008731F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731FE" w:rsidRPr="001869AA" w:rsidRDefault="008731FE" w:rsidP="008731F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731FE" w:rsidRPr="000E0D80" w:rsidRDefault="008731FE" w:rsidP="008731F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eastAsia="uk-UA"/>
        </w:rPr>
      </w:pPr>
    </w:p>
    <w:p w:rsidR="008731FE" w:rsidRPr="001869AA" w:rsidRDefault="008731FE" w:rsidP="008731F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8731FE" w:rsidRPr="001869AA" w:rsidRDefault="008731FE" w:rsidP="008731FE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731FE" w:rsidRPr="001869AA" w:rsidRDefault="008731FE" w:rsidP="008731F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8731FE" w:rsidRPr="001869AA" w:rsidRDefault="008731FE" w:rsidP="008731F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731FE" w:rsidRPr="001869AA" w:rsidRDefault="008731FE" w:rsidP="008731F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1FE" w:rsidRDefault="008731FE" w:rsidP="008731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35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731FE" w:rsidRDefault="008731FE" w:rsidP="008731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731FE" w:rsidRDefault="008731FE" w:rsidP="008731FE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8731FE" w:rsidRPr="001869AA" w:rsidRDefault="008731FE" w:rsidP="008731F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731FE" w:rsidRDefault="008731FE" w:rsidP="008731F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 xml:space="preserve">сесії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8731FE" w:rsidRPr="001869AA" w:rsidRDefault="008731FE" w:rsidP="008731FE">
      <w:pPr>
        <w:spacing w:after="0" w:line="240" w:lineRule="auto"/>
        <w:jc w:val="center"/>
        <w:rPr>
          <w:rFonts w:ascii="Times New Roman" w:hAnsi="Times New Roman"/>
        </w:rPr>
      </w:pPr>
    </w:p>
    <w:p w:rsidR="008731FE" w:rsidRDefault="008731FE" w:rsidP="008731F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</w:t>
      </w:r>
      <w:r>
        <w:rPr>
          <w:rFonts w:ascii="Times New Roman" w:hAnsi="Times New Roman"/>
          <w:sz w:val="24"/>
        </w:rPr>
        <w:t xml:space="preserve">                     №____</w:t>
      </w:r>
    </w:p>
    <w:p w:rsidR="008731FE" w:rsidRDefault="008731FE" w:rsidP="008731FE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uk-UA"/>
        </w:rPr>
      </w:pPr>
    </w:p>
    <w:p w:rsidR="008731FE" w:rsidRPr="002231ED" w:rsidRDefault="008731FE" w:rsidP="008731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8731FE" w:rsidRPr="002231ED" w:rsidRDefault="008731FE" w:rsidP="008731F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8731FE" w:rsidRPr="002231ED" w:rsidRDefault="008731FE" w:rsidP="008731F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8731FE" w:rsidRPr="002231ED" w:rsidRDefault="008731FE" w:rsidP="008731F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та об’єднання земельної ділянки</w:t>
      </w:r>
    </w:p>
    <w:p w:rsidR="008731FE" w:rsidRPr="002231ED" w:rsidRDefault="008731FE" w:rsidP="008731F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6823984000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:01:009</w:t>
      </w: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100</w:t>
      </w: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, яка розташована</w:t>
      </w:r>
    </w:p>
    <w:p w:rsidR="008731FE" w:rsidRPr="002231ED" w:rsidRDefault="008731FE" w:rsidP="008731F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на території Крупецької сільської ради</w:t>
      </w:r>
    </w:p>
    <w:p w:rsidR="008731FE" w:rsidRPr="002231ED" w:rsidRDefault="008731FE" w:rsidP="008731F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межами населеного пункту села Крупець, </w:t>
      </w:r>
    </w:p>
    <w:p w:rsidR="008731FE" w:rsidRPr="002231ED" w:rsidRDefault="008731FE" w:rsidP="008731F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Славутського району, Хмельницької області</w:t>
      </w:r>
    </w:p>
    <w:p w:rsidR="008731FE" w:rsidRPr="002231ED" w:rsidRDefault="008731FE" w:rsidP="008731F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31FE" w:rsidRPr="002231ED" w:rsidRDefault="008731FE" w:rsidP="008731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2231ED">
        <w:rPr>
          <w:rFonts w:ascii="Times New Roman" w:hAnsi="Times New Roman"/>
          <w:sz w:val="24"/>
          <w:szCs w:val="24"/>
          <w:lang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8731FE" w:rsidRPr="002231ED" w:rsidRDefault="008731FE" w:rsidP="008731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2231ED">
        <w:rPr>
          <w:rFonts w:ascii="Times New Roman" w:hAnsi="Times New Roman"/>
          <w:sz w:val="24"/>
          <w:szCs w:val="24"/>
          <w:lang w:eastAsia="uk-UA"/>
        </w:rPr>
        <w:t>ВИРІШИЛА:</w:t>
      </w:r>
    </w:p>
    <w:p w:rsidR="008731FE" w:rsidRPr="002231ED" w:rsidRDefault="008731FE" w:rsidP="008731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8731FE" w:rsidRPr="002231ED" w:rsidRDefault="008731FE" w:rsidP="008731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8731FE" w:rsidRPr="002231ED" w:rsidRDefault="008731FE" w:rsidP="008731F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Надати  </w:t>
      </w:r>
      <w:r w:rsidRPr="002231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дозвіл</w:t>
      </w:r>
      <w:r w:rsidRPr="002231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виготовлення 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технічної документації  із землеустрою щодо поділу</w:t>
      </w:r>
      <w:r w:rsidRPr="002231ED">
        <w:rPr>
          <w:rFonts w:ascii="Arial Unicode MS" w:eastAsia="Arial Unicode MS" w:hAnsi="Arial Unicode MS" w:cs="Arial Unicode MS"/>
          <w:color w:val="000000"/>
          <w:sz w:val="24"/>
          <w:szCs w:val="24"/>
          <w:lang w:eastAsia="uk-UA"/>
        </w:rPr>
        <w:t xml:space="preserve"> 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земельної ділянки площею 1,8469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6823984000:01:009</w:t>
      </w:r>
      <w:r w:rsidRPr="002231ED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:0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100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 xml:space="preserve">,  яка розташована за межами населеного пункту села Крупець на території  Крупецької сільської ради,  землі </w:t>
      </w:r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731FE" w:rsidRPr="002231ED" w:rsidRDefault="008731FE" w:rsidP="008731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2231ED">
        <w:rPr>
          <w:rFonts w:ascii="Times New Roman" w:hAnsi="Times New Roman"/>
          <w:sz w:val="24"/>
          <w:szCs w:val="24"/>
          <w:lang w:eastAsia="uk-UA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731FE" w:rsidRPr="008731FE" w:rsidRDefault="008731FE" w:rsidP="008731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uk-UA"/>
        </w:rPr>
      </w:pPr>
      <w:bookmarkStart w:id="0" w:name="_GoBack"/>
      <w:bookmarkEnd w:id="0"/>
    </w:p>
    <w:p w:rsidR="008E0FA0" w:rsidRPr="008731FE" w:rsidRDefault="008731FE" w:rsidP="008731F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8E0FA0" w:rsidRPr="008731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1FE"/>
    <w:rsid w:val="00171A2E"/>
    <w:rsid w:val="00304C90"/>
    <w:rsid w:val="00505B6D"/>
    <w:rsid w:val="006D3977"/>
    <w:rsid w:val="007D6C18"/>
    <w:rsid w:val="008731FE"/>
    <w:rsid w:val="008E0FA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1F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1F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262</Words>
  <Characters>1495</Characters>
  <Application>Microsoft Office Word</Application>
  <DocSecurity>0</DocSecurity>
  <Lines>12</Lines>
  <Paragraphs>3</Paragraphs>
  <ScaleCrop>false</ScaleCrop>
  <Company>Microsoft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2020-11-17T16:34:00Z</dcterms:created>
  <dcterms:modified xsi:type="dcterms:W3CDTF">2020-11-17T16:34:00Z</dcterms:modified>
</cp:coreProperties>
</file>