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9A" w:rsidRDefault="00654F9A" w:rsidP="00654F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54F9A" w:rsidRDefault="00654F9A" w:rsidP="00654F9A"/>
    <w:p w:rsidR="00654F9A" w:rsidRDefault="00654F9A" w:rsidP="00654F9A"/>
    <w:p w:rsidR="00654F9A" w:rsidRDefault="00654F9A" w:rsidP="00654F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54F9A" w:rsidRDefault="00654F9A" w:rsidP="00654F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54F9A" w:rsidRDefault="00654F9A" w:rsidP="00654F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54F9A" w:rsidRDefault="00654F9A" w:rsidP="00654F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4F9A" w:rsidRDefault="00654F9A" w:rsidP="00654F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F9A" w:rsidRDefault="00654F9A" w:rsidP="0065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54F9A" w:rsidRDefault="00654F9A" w:rsidP="00654F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4F9A" w:rsidRDefault="00654F9A" w:rsidP="00654F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4F9A" w:rsidRDefault="00654F9A" w:rsidP="00654F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4F9A" w:rsidRDefault="00654F9A" w:rsidP="00654F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654F9A" w:rsidRDefault="00654F9A" w:rsidP="00654F9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54F9A" w:rsidRDefault="005C2547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Борецькій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</w:t>
      </w:r>
      <w:r w:rsidR="00654F9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bookmarkEnd w:id="0"/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Борецькій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Ользі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02DF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Борецькій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4F9A" w:rsidRDefault="00654F9A" w:rsidP="00654F9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54F9A" w:rsidRP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4F9A" w:rsidRDefault="00654F9A" w:rsidP="00654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33C51" w:rsidRPr="00654F9A" w:rsidRDefault="00654F9A" w:rsidP="00654F9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33C51" w:rsidRPr="00654F9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9A"/>
    <w:rsid w:val="00171A2E"/>
    <w:rsid w:val="00302DFF"/>
    <w:rsid w:val="00304C90"/>
    <w:rsid w:val="00505B6D"/>
    <w:rsid w:val="005C2547"/>
    <w:rsid w:val="00654F9A"/>
    <w:rsid w:val="006D3977"/>
    <w:rsid w:val="007D6C18"/>
    <w:rsid w:val="00D1641A"/>
    <w:rsid w:val="00E3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2020-06-24T14:51:00Z</dcterms:created>
  <dcterms:modified xsi:type="dcterms:W3CDTF">2020-06-24T15:24:00Z</dcterms:modified>
</cp:coreProperties>
</file>