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75C" w:rsidRPr="004544F5" w:rsidRDefault="00A0175C" w:rsidP="00A0175C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97B1C8" wp14:editId="4A8BE6A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24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25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75C" w:rsidRDefault="00A0175C" w:rsidP="00A017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8UKL4A&#10;AADdAAAADwAAAGRycy9kb3ducmV2LnhtbERPyQrCMBC9C/5DGMGbplZcqEYRUfEgiNt9aMa22ExK&#10;E7X+vTkIHh9vny8bU4oX1a6wrGDQj0AQp1YXnCm4Xra9KQjnkTWWlknBhxwsF+3WHBNt33yi19ln&#10;IoSwS1BB7n2VSOnSnAy6vq2IA3e3tUEfYJ1JXeM7hJtSxlE0lgYLDg05VrTOKX2cn0aBHe72h1sW&#10;n4YbnnheHaf3W3NQqttpVjMQnhr/F//ce61gFI/C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dvFC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1vcgA&#10;AADdAAAADwAAAGRycy9kb3ducmV2LnhtbESPS2vDMBCE74X+B7GFXkIiJ5CXEyWUgPs6FPKAXBdr&#10;Yzm1VkZSEze/vioUehxm5htmue5sIy7kQ+1YwXCQgSAuna65UnDYF/0ZiBCRNTaOScE3BViv7u+W&#10;mGt35S1ddrESCcIhRwUmxjaXMpSGLIaBa4mTd3LeYkzSV1J7vCa4beQoyybSYs1pwWBLG0Pl5+7L&#10;KjgXH+a4md6efW++pVuveH9p3iZKPT50TwsQkbr4H/5rv2oF49F4CL9v0hOQq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NXW9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+JtcIA&#10;AADdAAAADwAAAGRycy9kb3ducmV2LnhtbESP3YrCMBCF7xd8hzCCN4umW1GkGkVEZfFG/HmAoRmb&#10;YjMpTdbWt98IgpeH8/NxFqvOVuJBjS8dK/gZJSCIc6dLLhRcL7vhDIQPyBorx6TgSR5Wy97XAjPt&#10;Wj7R4xwKEUfYZ6jAhFBnUvrckEU/cjVx9G6usRiibAqpG2zjuK1kmiRTabHkSDBY08ZQfj//2Qg5&#10;jvF4uLWX3b7DFrcHw9/rk1KDfreegwjUhU/43f7VCibpJ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4m1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j5jsYA&#10;AADdAAAADwAAAGRycy9kb3ducmV2LnhtbESPQUvDQBSE70L/w/IEb3ZjNFVit6VUhSJ4sAri7ZF9&#10;TYLZt8vus4n/visIHoeZ+YZZric3qCPF1Hs2cDUvQBE33vbcGnh/e7q8A5UE2eLgmQz8UIL1ana2&#10;xNr6kV/puJdWZQinGg10IqHWOjUdOUxzH4izd/DRoWQZW20jjhnuBl0WxUI77DkvdBho21Hztf92&#10;Bl7Gx/B8u6gO4TPelDo9WPnYijEX59PmHpTQJP/hv/bOGqjK6h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j5j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q0WsMA&#10;AADdAAAADwAAAGRycy9kb3ducmV2LnhtbESP24rCMBRF34X5h3AGfBFNxxtSjSLDOIgvxcsHHJpj&#10;U2xOSpOx9e8nguDjZl8We7XpbCXu1PjSsYKvUQKCOHe65ELB5bwbLkD4gKyxckwKHuRhs/7orTDV&#10;ruUj3U+hEHGEfYoKTAh1KqXPDVn0I1cTR+/qGoshyqaQusE2jttKjpNkLi2WHAkGa/o2lN9OfzZC&#10;sglmh2t73v122OLPwfBge1Sq/9ltlyACdeEdfrX3WsFsPJvC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q0W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3EYcUA&#10;AADdAAAADwAAAGRycy9kb3ducmV2LnhtbESPQUvDQBSE70L/w/IEb3ZjMK3EbkupCiJ4aCuIt0f2&#10;NQlm3y67zyb+e1cQPA4z8w2z2kxuUGeKqfds4GZegCJuvO25NfB2fLq+A5UE2eLgmQx8U4LNenax&#10;wtr6kfd0PkirMoRTjQY6kVBrnZqOHKa5D8TZO/noULKMrbYRxwx3gy6LYqEd9pwXOgy066j5PHw5&#10;A6/jY3hZLqpT+Ii3pU4PVt53YszV5bS9ByU0yX/4r/1sDVRlV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cR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/6aMYA&#10;AADdAAAADwAAAGRycy9kb3ducmV2LnhtbESPUWvCMBSF3wX/Q7gDX4amOiqjGkWFsMEGY07w9dJc&#10;27LmpiTRdv9+GQx8PJxzvsNZbwfbihv50DhWMJ9lIIhLZxquFJy+9PQZRIjIBlvHpOCHAmw349Ea&#10;C+N6/qTbMVYiQTgUqKCOsSukDGVNFsPMdcTJuzhvMSbpK2k89gluW7nIsqW02HBaqLGjQ03l9/Fq&#10;Few/+urJP5b7wb1dXs651ka/a6UmD8NuBSLSEO/h//arUZAv8iX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/6a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FtsQA&#10;AADdAAAADwAAAGRycy9kb3ducmV2LnhtbESPUWvCMBSF3wf+h3CFvc3Usk6pRhGlMMZepv6AS3Nt&#10;qs1NSWLt/v0yGOzxcM75Dme9HW0nBvKhdaxgPstAENdOt9woOJ+qlyWIEJE1do5JwTcF2G4mT2ss&#10;tXvwFw3H2IgE4VCiAhNjX0oZakMWw8z1xMm7OG8xJukbqT0+Etx2Ms+yN2mx5bRgsKe9ofp2vFsF&#10;1Uf+Odzu2lduN75aKsx1eTBKPU/H3QpEpDH+h//a71pBkRc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LBb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zLgcMA&#10;AADdAAAADwAAAGRycy9kb3ducmV2LnhtbERPXWvCMBR9F/Yfwh34IjNV6RidUVQIDhyMOcHXS3Nt&#10;y5qbkkTb/XvzIOzxcL6X68G24kY+NI4VzKYZCOLSmYYrBacf/fIGIkRkg61jUvBHAdarp9ESC+N6&#10;/qbbMVYihXAoUEEdY1dIGcqaLIap64gTd3HeYkzQV9J47FO4beU8y16lxYZTQ40d7Woqf49Xq2D7&#10;1VcLPym3gztc9udca6M/tVLj52HzDiLSEP/FD/eHUZDP8zQ3vUlP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zLg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g0X8QA&#10;AADdAAAADwAAAGRycy9kb3ducmV2LnhtbESPUWvCMBSF3wf+h3CFvc3Usg6tRhGlMMZepv6AS3Nt&#10;qs1NSWLt/v0yGOzxcM75Dme9HW0nBvKhdaxgPstAENdOt9woOJ+qlwWIEJE1do5JwTcF2G4mT2ss&#10;tXvwFw3H2IgE4VCiAhNjX0oZakMWw8z1xMm7OG8xJukbqT0+Etx2Ms+yN2mx5bRgsKe9ofp2vFsF&#10;1Uf+Odzu2lduN75aKsx1cTBKPU/H3QpEpDH+h//a71pBkRd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YNF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NWb0A&#10;AADdAAAADwAAAGRycy9kb3ducmV2LnhtbERPSwrCMBDdC94hjOBOUz8VqUYRQdGl1QMMzdgWm0lt&#10;oq23NwvB5eP919vOVOJNjSstK5iMIxDEmdUl5wpu18NoCcJ5ZI2VZVLwIQfbTb+3xkTbli/0Tn0u&#10;Qgi7BBUU3teJlC4ryKAb25o4cHfbGPQBNrnUDbYh3FRyGkULabDk0FBgTfuCskf6Mgrmn/b4TONH&#10;dNCGJudZfWafxUoNB91uBcJT5//in/ukFcTTRdgf3oQn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wtNWb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Xx3sUA&#10;AADdAAAADwAAAGRycy9kb3ducmV2LnhtbESPzWrDMBCE74W8g9hCbrUcQ03jWAkhISX01Do/58Xa&#10;2KbWyliK7bx9VSj0OMzMN0y+mUwrBupdY1nBIopBEJdWN1wpOJ8OL28gnEfW2FomBQ9ysFnPnnLM&#10;tB35i4bCVyJA2GWooPa+y6R0ZU0GXWQ74uDdbG/QB9lXUvc4BrhpZRLHqTTYcFiosaNdTeV3cTcK&#10;7uk1OfPtQ38W+8f7cn/YOnmplJo/T9sVCE+T/w//tY9awWuSLuD3TXg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1fHe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QQrscA&#10;AADdAAAADwAAAGRycy9kb3ducmV2LnhtbESPQWvCQBSE74L/YXmF3nTTVINNXcUWBPWgVO2ht9fs&#10;axLNvo3ZVeO/dwuFHoeZ+YYZT1tTiQs1rrSs4KkfgSDOrC45V7DfzXsjEM4ja6wsk4IbOZhOup0x&#10;ptpe+YMuW5+LAGGXooLC+zqV0mUFGXR9WxMH78c2Bn2QTS51g9cAN5WMoyiRBksOCwXW9F5Qdtye&#10;jYLPzSh52bwtB4fV+hufjT596TJR6vGhnb2C8NT6//Bfe6EVDOMkh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kEK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B3xsUA&#10;AADdAAAADwAAAGRycy9kb3ducmV2LnhtbESPT2vCQBTE74LfYXlCb7oxtkGiq6jFP3hSW/D6yL4m&#10;odm3Ibtq7Kd3hYLHYWZ+w0znranElRpXWlYwHEQgiDOrS84VfH+t+2MQziNrrCyTgjs5mM+6nSmm&#10;2t74SNeTz0WAsEtRQeF9nUrpsoIMuoGtiYP3YxuDPsgml7rBW4CbSsZRlEiDJYeFAmtaFZT9ni5G&#10;wV9yxoPbxsvPkfZ0fx9v7P6wUeqt1y4mIDy1/hX+b++0go84GcHzTX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HfG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8CsQA&#10;AADdAAAADwAAAGRycy9kb3ducmV2LnhtbESP0WrCQBRE3wv+w3KFvtWNIUqNrlKKBd/U2A+4ZK+b&#10;YPZuzG419etdQfBxmJkzzGLV20ZcqPO1YwXjUQKCuHS6ZqPg9/Dz8QnCB2SNjWNS8E8eVsvB2wJz&#10;7a68p0sRjIgQ9jkqqEJocyl9WZFFP3ItcfSOrrMYouyM1B1eI9w2Mk2SqbRYc1yosKXvispT8WcV&#10;nF060X2xxu1pPdvVxmTn2z5T6n3Yf81BBOrDK/xsb7SCSTrN4PEmPg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hvA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yT+cUA&#10;AADdAAAADwAAAGRycy9kb3ducmV2LnhtbESPzW7CMBCE70i8g7VIvYEDVQJNYxCtVIkrtAeOW3vz&#10;U+J1iF1I+/R1JSSOo5n5RlNsBtuKC/W+caxgPktAEGtnGq4UfLy/TVcgfEA22DomBT/kYbMejwrM&#10;jbvyni6HUIkIYZ+jgjqELpfS65os+pnriKNXut5iiLKvpOnxGuG2lYskyaTFhuNCjR291qRPh2+r&#10;YNd8Uprp8smuXvT++HsOj8svo9TDZNg+gwg0hHv41t4ZBekiS+H/TX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JP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f+esIA&#10;AADdAAAADwAAAGRycy9kb3ducmV2LnhtbERPXWvCMBR9H/gfwhV8m6kFy+yMooLg2BSmY3u9NNem&#10;2NyUJtb67xdhsMfzzZkve1uLjlpfOVYwGScgiAunKy4VfJ22zy8gfEDWWDsmBXfysFwMnuaYa3fj&#10;T+qOoRSxhH2OCkwITS6lLwxZ9GPXEEft7FqLIcK2lLrFWyy3tUyTJJMWK44LBhvaGCoux6tV0OHh&#10;nvyY9X72Vn0U6WH9/a4jr0bDfvUKIlAf/s1/6Z1WME2zDB5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F/5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DlgcQA&#10;AADdAAAADwAAAGRycy9kb3ducmV2LnhtbESPQUvDQBSE70L/w/IK3uymAavEbkspVDxq9ODxmX3N&#10;pmbfC7vbJvrrXUHwOMzMN8x6O/leXSjETtjAclGAIm7EdtwaeHs93NyDignZYi9MBr4ownYzu1pj&#10;ZWXkF7rUqVUZwrFCAy6lodI6No48xoUMxNk7SvCYsgyttgHHDPe9LotipT12nBccDrR31HzWZ29g&#10;fGw+TuXx3brvMMihfpZT2Ysx1/Np9wAq0ZT+w3/tJ2vgtlzd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g5Y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Q3VMMA&#10;AADdAAAADwAAAGRycy9kb3ducmV2LnhtbERPW2vCMBR+F/Yfwhn4pukKXuiM4hVElKHb3s+as7Zb&#10;clKaqPXfmwfBx4/vPpm11ogLNb5yrOCtn4Agzp2uuFDw9bnpjUH4gKzROCYFN/Iwm750Jphpd+Uj&#10;XU6hEDGEfYYKyhDqTEqfl2TR911NHLlf11gMETaF1A1eY7g1Mk2SobRYcWwosaZlSfn/6WwVbD5W&#10;5i89HOffMizXox8z3i1We6W6r+38HUSgNjzFD/dWKxikwzg3volP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Q3V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9fdscA&#10;AADdAAAADwAAAGRycy9kb3ducmV2LnhtbESPQWvCQBSE70L/w/IKvUjdqCg2uoYiFFOwoLbg9Zl9&#10;TUKyb0N2TdJ/3y0IPQ4z8w2zSQZTi45aV1pWMJ1EIIgzq0vOFXx9vj2vQDiPrLG2TAp+yEGyfRht&#10;MNa25xN1Z5+LAGEXo4LC+yaW0mUFGXQT2xAH79u2Bn2QbS51i32Am1rOomgpDZYcFgpsaFdQVp1v&#10;RkF3PFzztHPNe7Uau8X8ut9/6ItST4/D6xqEp8H/h+/tVCtYzJYv8PcmPAG5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/X3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0c/8QA&#10;AADdAAAADwAAAGRycy9kb3ducmV2LnhtbERPz2vCMBS+D/wfwhO8zdSi03VGUUHwMpi6w7w9m2db&#10;bF5qErXzrzeHwY4f3+/pvDW1uJHzlWUFg34Cgji3uuJCwfd+/ToB4QOyxtoyKfglD/NZ52WKmbZ3&#10;3tJtFwoRQ9hnqKAMocmk9HlJBn3fNsSRO1lnMEToCqkd3mO4qWWaJG/SYMWxocSGViXl593VKFi+&#10;T5aXryF/PrbHAx1+judR6hKlet128QEiUBv+xX/ujVYwSsdxf3wTn4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9HP/EAAAA3QAAAA8AAAAAAAAAAAAAAAAAmAIAAGRycy9k&#10;b3ducmV2LnhtbFBLBQYAAAAABAAEAPUAAACJAwAAAAA=&#10;" fillcolor="black" stroked="f"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h6asgA&#10;AADdAAAADwAAAGRycy9kb3ducmV2LnhtbESPT2vCQBTE7wW/w/IEb3VjQBtSV6l/CkL1oO2hx9fs&#10;a7Ik+zZktxr76V2h0OMwM79h5sveNuJMnTeOFUzGCQjiwmnDpYKP99fHDIQPyBobx6TgSh6Wi8HD&#10;HHPtLnyk8ymUIkLY56igCqHNpfRFRRb92LXE0ft2ncUQZVdK3eElwm0j0ySZSYuG40KFLa0rKurT&#10;j1Xw+TYz2dFQ+rX/XW31flqvDptaqdGwf3kGEagP/+G/9k4rmKZPE7i/iU9AL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WHpq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/aqMYA&#10;AADdAAAADwAAAGRycy9kb3ducmV2LnhtbESPT2sCMRTE7wW/Q3hCbzXbBf+wNYpYir14qK14fWxe&#10;N9vdvKxJ1NVP3wiFHoeZ+Q0zX/a2FWfyoXas4HmUgSAuna65UvD1+fY0AxEissbWMSm4UoDlYvAw&#10;x0K7C3/QeRcrkSAcClRgYuwKKUNpyGIYuY44ed/OW4xJ+kpqj5cEt63Ms2wiLdacFgx2tDZUNruT&#10;VeBXh9fmxqd9k92217D56Y8zNEo9DvvVC4hIffwP/7XftYJxPs3h/iY9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/aq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fagcYA&#10;AADdAAAADwAAAGRycy9kb3ducmV2LnhtbESPUWvCQBCE34X+h2OFvpR6aYq1pp5SCoWCImj9AWtu&#10;mwTv9kJuq7G/3hMKPg4z8w0zW/TeqSN1sQls4GmUgSIug224MrD7/nx8BRUF2aILTAbOFGExvxvM&#10;sLDhxBs6bqVSCcKxQAO1SFtoHcuaPMZRaImT9xM6j5JkV2nb4SnBvdN5lr1ojw2nhRpb+qipPGx/&#10;vQGX7910OYkrOe/0KvvzsnlYW2Puh/37GyihXm7h//aXNTDOJ89wfZOegJ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fag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JNsccA&#10;AADdAAAADwAAAGRycy9kb3ducmV2LnhtbESPS2vDMBCE74X8B7GF3Bq5Jn3gRgl5EPClh7opuW6s&#10;jWUirYylJE5/fVUo9DjMzDfMbDE4Ky7Uh9azgsdJBoK49rrlRsHuc/vwCiJEZI3WMym4UYDFfHQ3&#10;w0L7K3/QpYqNSBAOBSowMXaFlKE25DBMfEecvKPvHcYk+0bqHq8J7qzMs+xZOmw5LRjsaG2oPlVn&#10;p2BTdTbflWYV9l/vh4Mtv7e03yg1vh+WbyAiDfE//NcutYKn/GUK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STbH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mnm8QA&#10;AADdAAAADwAAAGRycy9kb3ducmV2LnhtbESPS4sCMRCE78L+h9AL3jRZwQejUZZlBWFPvg7emqSd&#10;GZ10hkl0Zv+9EQSPRVV9RS1WnavEnZpQetbwNVQgiI23JecaDvv1YAYiRGSLlWfS8E8BVsuP3gIz&#10;61ve0n0Xc5EgHDLUUMRYZ1IGU5DDMPQ1cfLOvnEYk2xyaRtsE9xVcqTURDosOS0UWNNPQea6uzkN&#10;l7X880ahOR6O7cZOT78TqpTW/c/uew4iUhff4Vd7YzWMR9MxPN+k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Jp5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KbwsYA&#10;AADdAAAADwAAAGRycy9kb3ducmV2LnhtbESPT2sCMRTE7wW/Q3hCbzXrFq2sG0ULhdLiQS2lx+fm&#10;7R9287IkUddv3wiFHoeZ+Q2TrwfTiQs531hWMJ0kIIgLqxuuFHwd354WIHxA1thZJgU38rBejR5y&#10;zLS98p4uh1CJCGGfoYI6hD6T0hc1GfQT2xNHr7TOYIjSVVI7vEa46WSaJHNpsOG4UGNPrzUV7eFs&#10;FPycP7ncPX9s3DZ82+Ho2/S0aJV6HA+bJYhAQ/gP/7XftYJZ+jKH+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Kbw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SEi8cA&#10;AADdAAAADwAAAGRycy9kb3ducmV2LnhtbESPQWsCMRSE70L/Q3iF3jTrolVXo1RB8CJU20O9PTfP&#10;3cXNyzZJdfXXm0Khx2FmvmFmi9bU4kLOV5YV9HsJCOLc6ooLBZ8f6+4YhA/IGmvLpOBGHhbzp84M&#10;M22vvKPLPhQiQthnqKAMocmk9HlJBn3PNsTRO1lnMETpCqkdXiPc1DJNkldpsOK4UGJDq5Ly8/7H&#10;KFhOxsvv9wFv77vjgQ5fx/MwdYlSL8/t2xREoDb8h//aG61gmI5G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UhIvHAAAA3QAAAA8AAAAAAAAAAAAAAAAAmAIAAGRy&#10;cy9kb3ducmV2LnhtbFBLBQYAAAAABAAEAPUAAACMAwAAAAA=&#10;" fillcolor="black" stroked="f"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fq+MIA&#10;AADdAAAADwAAAGRycy9kb3ducmV2LnhtbERPy2oCMRTdF/oP4Rbc1UyVPhiNMgil0tWoLW6vk+tk&#10;cHIzJGkc/75ZFLo8nPdyPdpeJPKhc6zgaVqAIG6c7rhV8HV4f3wDESKyxt4xKbhRgPXq/m6JpXZX&#10;3lHax1bkEA4lKjAxDqWUoTFkMUzdQJy5s/MWY4a+ldrjNYfbXs6K4kVa7Dg3GBxoY6i57H+sgnTa&#10;1NU8HZPZffqq9a7++D7VSk0exmoBItIY/8V/7q1W8Dx7zXPzm/w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N+r4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yvkcYA&#10;AADdAAAADwAAAGRycy9kb3ducmV2LnhtbESPQWvCQBSE7wX/w/KE3upGobZGVxHR0nrRRkGPj+wz&#10;G8y+DdltTPvr3UKhx2FmvmFmi85WoqXGl44VDAcJCOLc6ZILBcfD5ukVhA/IGivHpOCbPCzmvYcZ&#10;ptrd+JPaLBQiQtinqMCEUKdS+tyQRT9wNXH0Lq6xGKJsCqkbvEW4reQoScbSYslxwWBNK0P5Nfuy&#10;CvxwtT5t7c+kPb8Z3mUfZrwvjFKP/W45BRGoC//hv/a7VvA8epnA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yvk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0175C" w:rsidRDefault="00A0175C" w:rsidP="00A017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0175C" w:rsidRDefault="00A0175C" w:rsidP="00A017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75C" w:rsidRDefault="00A0175C" w:rsidP="00A017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75C" w:rsidRDefault="00A0175C" w:rsidP="00A017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75C" w:rsidRDefault="00A0175C" w:rsidP="00A017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75C" w:rsidRDefault="00A0175C" w:rsidP="00A017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0175C" w:rsidRDefault="00A0175C" w:rsidP="00A0175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0175C" w:rsidRDefault="00A0175C" w:rsidP="00A017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0175C" w:rsidRDefault="00A0175C" w:rsidP="00A017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0175C" w:rsidRDefault="00A0175C" w:rsidP="00A017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75C" w:rsidRDefault="00A0175C" w:rsidP="00A017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0175C" w:rsidRDefault="00A0175C" w:rsidP="00A017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75C" w:rsidRDefault="00A0175C" w:rsidP="00A017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0175C" w:rsidRDefault="00A0175C" w:rsidP="00A017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175C" w:rsidRPr="00B15ABE" w:rsidRDefault="00A0175C" w:rsidP="00A017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№18</w:t>
      </w:r>
    </w:p>
    <w:p w:rsidR="00A0175C" w:rsidRPr="00EA5D11" w:rsidRDefault="00A0175C" w:rsidP="00A017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0175C" w:rsidRPr="00EA5D11" w:rsidRDefault="00A0175C" w:rsidP="00A017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A0175C" w:rsidRPr="00EA5D11" w:rsidRDefault="00A0175C" w:rsidP="00A017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поділу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об’єднання</w:t>
      </w:r>
      <w:proofErr w:type="spellEnd"/>
    </w:p>
    <w:p w:rsidR="00A0175C" w:rsidRPr="00EA5D11" w:rsidRDefault="00A0175C" w:rsidP="00A017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ділянок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ради</w:t>
      </w:r>
    </w:p>
    <w:p w:rsidR="00A0175C" w:rsidRPr="00EA5D11" w:rsidRDefault="00A0175C" w:rsidP="00A017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0175C" w:rsidRDefault="00A0175C" w:rsidP="00A017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 122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A0175C" w:rsidRPr="00EA5D11" w:rsidRDefault="00A0175C" w:rsidP="00A017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0175C" w:rsidRPr="00EA5D11" w:rsidRDefault="00A0175C" w:rsidP="00A017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сільській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раді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ідентифікаційний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номер 04405030, </w:t>
      </w:r>
      <w:proofErr w:type="spellStart"/>
      <w:proofErr w:type="gramStart"/>
      <w:r w:rsidRPr="00EA5D11">
        <w:rPr>
          <w:rFonts w:ascii="Times New Roman" w:eastAsia="Calibri" w:hAnsi="Times New Roman" w:cs="Times New Roman"/>
          <w:sz w:val="24"/>
          <w:szCs w:val="24"/>
        </w:rPr>
        <w:t>т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ехн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поділу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об’єднання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комунальної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кожної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категорії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надані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або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громадянам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юридичним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особам (16.00),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призначення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0,1521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6823984000:03:018:0356;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0,8321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6823984000:03:018:0358;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0,6798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6823984000:03:018:0357, яка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ради</w:t>
      </w:r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,з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межами   с.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0175C" w:rsidRPr="00EA5D11" w:rsidRDefault="00A0175C" w:rsidP="00A017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особі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A0175C" w:rsidRPr="00EA5D11" w:rsidRDefault="00A0175C" w:rsidP="00A017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0175C" w:rsidRPr="00A0175C" w:rsidRDefault="00A0175C" w:rsidP="00A017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A0175C" w:rsidRPr="00A0175C" w:rsidRDefault="00A0175C" w:rsidP="00A017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bookmarkStart w:id="0" w:name="_GoBack"/>
      <w:bookmarkEnd w:id="0"/>
    </w:p>
    <w:p w:rsidR="008C4A0B" w:rsidRPr="00A0175C" w:rsidRDefault="00A0175C" w:rsidP="00A017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8C4A0B" w:rsidRPr="00A0175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1EA" w:rsidRDefault="003721EA">
      <w:pPr>
        <w:spacing w:after="0" w:line="240" w:lineRule="auto"/>
      </w:pPr>
      <w:r>
        <w:separator/>
      </w:r>
    </w:p>
  </w:endnote>
  <w:endnote w:type="continuationSeparator" w:id="0">
    <w:p w:rsidR="003721EA" w:rsidRDefault="0037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1EA" w:rsidRDefault="003721EA">
      <w:pPr>
        <w:spacing w:after="0" w:line="240" w:lineRule="auto"/>
      </w:pPr>
      <w:r>
        <w:separator/>
      </w:r>
    </w:p>
  </w:footnote>
  <w:footnote w:type="continuationSeparator" w:id="0">
    <w:p w:rsidR="003721EA" w:rsidRDefault="0037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75C"/>
    <w:rsid w:val="003721EA"/>
    <w:rsid w:val="008C4A0B"/>
    <w:rsid w:val="00A0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5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017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0175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0175C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5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017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0175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0175C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2021-01-31T13:13:00Z</dcterms:created>
  <dcterms:modified xsi:type="dcterms:W3CDTF">2021-01-31T13:13:00Z</dcterms:modified>
</cp:coreProperties>
</file>