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FAE" w:rsidRPr="00611135" w:rsidRDefault="005B0FAE" w:rsidP="005B0F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ПРОЕКТ</w:t>
      </w:r>
    </w:p>
    <w:p w:rsidR="005B0FAE" w:rsidRPr="00611135" w:rsidRDefault="005B0FAE" w:rsidP="005B0F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SimSun" w:eastAsia="SimSun" w:hAnsi="SimSun" w:cs="Times New Roman"/>
          <w:sz w:val="24"/>
          <w:szCs w:val="24"/>
          <w:lang w:val="ru-RU" w:eastAsia="zh-CN"/>
        </w:rPr>
      </w:pPr>
    </w:p>
    <w:p w:rsidR="005B0FAE" w:rsidRPr="00611135" w:rsidRDefault="005B0FAE" w:rsidP="005B0F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 w:rsidRPr="00611135">
        <w:rPr>
          <w:rFonts w:ascii="Calibri" w:eastAsia="Times New Roman" w:hAnsi="Calibri" w:cs="Times New Roman" w:hint="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BF61654" wp14:editId="3AC37CD1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5802" name="Группа 158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580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FAE" w:rsidRDefault="005B0FAE" w:rsidP="005B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0FAE" w:rsidRDefault="005B0FAE" w:rsidP="005B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FAE" w:rsidRDefault="005B0FAE" w:rsidP="005B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0FAE" w:rsidRDefault="005B0FAE" w:rsidP="005B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FAE" w:rsidRDefault="005B0FAE" w:rsidP="005B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0FAE" w:rsidRDefault="005B0FAE" w:rsidP="005B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FAE" w:rsidRDefault="005B0FAE" w:rsidP="005B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0FAE" w:rsidRDefault="005B0FAE" w:rsidP="005B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FAE" w:rsidRDefault="005B0FAE" w:rsidP="005B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0FAE" w:rsidRDefault="005B0FAE" w:rsidP="005B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FAE" w:rsidRDefault="005B0FAE" w:rsidP="005B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0FAE" w:rsidRDefault="005B0FAE" w:rsidP="005B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FAE" w:rsidRDefault="005B0FAE" w:rsidP="005B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0FAE" w:rsidRDefault="005B0FAE" w:rsidP="005B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FAE" w:rsidRDefault="005B0FAE" w:rsidP="005B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0FAE" w:rsidRDefault="005B0FAE" w:rsidP="005B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FAE" w:rsidRDefault="005B0FAE" w:rsidP="005B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2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0FAE" w:rsidRDefault="005B0FAE" w:rsidP="005B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2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FAE" w:rsidRDefault="005B0FAE" w:rsidP="005B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2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0FAE" w:rsidRDefault="005B0FAE" w:rsidP="005B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2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FAE" w:rsidRDefault="005B0FAE" w:rsidP="005B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2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FAE" w:rsidRDefault="005B0FAE" w:rsidP="005B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2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FAE" w:rsidRDefault="005B0FAE" w:rsidP="005B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2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FAE" w:rsidRDefault="005B0FAE" w:rsidP="005B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2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FAE" w:rsidRDefault="005B0FAE" w:rsidP="005B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2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FAE" w:rsidRDefault="005B0FAE" w:rsidP="005B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2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FAE" w:rsidRDefault="005B0FAE" w:rsidP="005B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FAE" w:rsidRDefault="005B0FAE" w:rsidP="005B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FAE" w:rsidRDefault="005B0FAE" w:rsidP="005B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FAE" w:rsidRDefault="005B0FAE" w:rsidP="005B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802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ssY8IA&#10;AADeAAAADwAAAGRycy9kb3ducmV2LnhtbERPS4vCMBC+L/gfwgje1lSLu6U2ioiKB2HR1fvQTB/Y&#10;TEoTtf57IyzsbT6+52TL3jTiTp2rLSuYjCMQxLnVNZcKzr/bzwSE88gaG8uk4EkOlovBR4aptg8+&#10;0v3kSxFC2KWooPK+TaV0eUUG3di2xIErbGfQB9iVUnf4COGmkdMo+pIGaw4NFba0rii/nm5GgY13&#10;+8OlnB7jDX97Xv0kxaU/KDUa9qs5CE+9/xf/ufc6zJ8lUQzvd8IN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ayxj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B0FAE" w:rsidRDefault="005B0FAE" w:rsidP="005B0FAE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YGtMcA&#10;AADeAAAADwAAAGRycy9kb3ducmV2LnhtbERPS2sCMRC+F/ofwhR6Ec22WLVboxRha/Ug+ACvw2a6&#10;2XYzWZJUt/76piD0Nh/fc6bzzjbiRD7UjhU8DDIQxKXTNVcKDvuiPwERIrLGxjEp+KEA89ntzRRz&#10;7c68pdMuViKFcMhRgYmxzaUMpSGLYeBa4sR9OG8xJugrqT2eU7ht5GOWjaTFmlODwZYWhsqv3bdV&#10;8FlszHExvrz53vOWLr1ivWxWI6Xu77rXFxCRuvgvvrrfdZr/NMmG8PdOukH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BGBrT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B0FAE" w:rsidRDefault="005B0FAE" w:rsidP="005B0FAE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kHLsQA&#10;AADeAAAADwAAAGRycy9kb3ducmV2LnhtbESP3YrCMBCF7xd8hzCCN4umKopUo4ioLN6IPw8wNGNT&#10;bCaliba+/UYQvJvhnDnfmcWqtaV4Uu0LxwqGgwQEceZ0wbmC62XXn4HwAVlj6ZgUvMjDatn5WWCq&#10;XcMnep5DLmII+xQVmBCqVEqfGbLoB64ijtrN1RZDXOtc6hqbGG5LOUqSqbRYcCQYrGhjKLufHzZC&#10;jmM8Hm7NZbdvscHtwfDv+qRUr9uu5yACteFr/lz/6Vh/Mksm8H4nzi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ZBy7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B0FAE" w:rsidRDefault="005B0FAE" w:rsidP="005B0FAE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+MY8QA&#10;AADeAAAADwAAAGRycy9kb3ducmV2LnhtbERPTUsDMRC9C/0PYQrebLbFrmVtWkpVEMGDVSi9DZvp&#10;7uJmEpKxu/57Iwje5vE+Z70dXa8uFFPn2cB8VoAirr3tuDHw8f50swKVBNli75kMfFOC7WZytcbK&#10;+oHf6HKQRuUQThUaaEVCpXWqW3KYZj4QZ+7so0PJMDbaRhxyuOv1oihK7bDj3NBioH1L9efhyxl4&#10;HR7Dy125PIdTvF3o9GDluBdjrqfj7h6U0Cj/4j/3s83zl6uih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PjGP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B0FAE" w:rsidRDefault="005B0FAE" w:rsidP="005B0FAE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c8wsUA&#10;AADeAAAADwAAAGRycy9kb3ducmV2LnhtbESP3YrCMBCF74V9hzAL3sia7oquVKOIrCLeFH8eYGjG&#10;pmwzKU209e2NIHg3wzlzvjPzZWcrcaPGl44VfA8TEMS50yUXCs6nzdcUhA/IGivHpOBOHpaLj94c&#10;U+1aPtDtGAoRQ9inqMCEUKdS+tyQRT90NXHULq6xGOLaFFI32MZwW8mfJJlIiyVHgsGa1oby/+PV&#10;Rkg2wmx/aU+bbYct/u0ND1YHpfqf3WoGIlAX3ubX9U7H+uNp8gvPd+IMcvE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hzzC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B0FAE" w:rsidRDefault="005B0FAE" w:rsidP="005B0FAE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y9isYA&#10;AADeAAAADwAAAGRycy9kb3ducmV2LnhtbESPQUsDQQyF74L/YYjgzc5abC1rp0WqgggeWgXxFnbS&#10;3cWdzDATu+u/NwfBW8J7ee/LejuFwZwolz6yg+tZBYa4ib7n1sH729PVCkwRZI9DZHLwQwW2m/Oz&#10;NdY+jryn00FaoyFcanTQiaTa2tJ0FLDMYiJW7RhzQNE1t9ZnHDU8DHZeVUsbsGdt6DDRrqPm6/Ad&#10;HLyOj+nldrk4ps98M7flwcvHTpy7vJju78AITfJv/rt+9oq/WFXKq+/oDHb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y9i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B0FAE" w:rsidRDefault="005B0FAE" w:rsidP="005B0FAE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F+MUA&#10;AADeAAAADwAAAGRycy9kb3ducmV2LnhtbERP32vCMBB+F/Y/hBvsRWa6DUWrUeYgOHAwdIKvR3O2&#10;Zc2lJNF2//0iCL7dx/fzFqveNuJCPtSOFbyMMhDEhTM1lwoOP/p5CiJEZIONY1LwRwFWy4fBAnPj&#10;Ot7RZR9LkUI45KigirHNpQxFRRbDyLXEiTs5bzEm6EtpPHYp3DbyNcsm0mLNqaHClj4qKn73Z6tg&#10;/d2Vb35YrHu3PW2OY62N/tJKPT3273MQkfp4F9/cnybNH0+zGVzfSTf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1QX4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B0FAE" w:rsidRDefault="005B0FAE" w:rsidP="005B0FAE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ZwR8UA&#10;AADeAAAADwAAAGRycy9kb3ducmV2LnhtbESPQWvDMAyF74P9B6NCb6vT0o6Q1S1lIzDGLuv2A0Ss&#10;xWljOdhumv776jDYTUJP771vu598r0aKqQtsYLkoQBE3wXbcGvj5rp9KUCkjW+wDk4EbJdjvHh+2&#10;WNlw5S8aj7lVYsKpQgMu56HSOjWOPKZFGIjl9huixyxrbLWNeBVz3+tVUTxrjx1LgsOBXh015+PF&#10;G6g/Vp/j+WJjHQ7T2tPGnco3Z8x8Nh1eQGWa8r/47/vdSv1NuRQAwZEZ9O4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BnBH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B0FAE" w:rsidRDefault="005B0FAE" w:rsidP="005B0FAE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qfI8QA&#10;AADeAAAADwAAAGRycy9kb3ducmV2LnhtbERP32vCMBB+H/g/hBN8GTOtQ5HOKDoIDhyM6WCvR3O2&#10;xeZSkszW/94MBnu7j+/nrTaDbcWVfGgcK8inGQji0pmGKwVfJ/20BBEissHWMSm4UYDNevSwwsK4&#10;nj/peoyVSCEcClRQx9gVUoayJoth6jrixJ2dtxgT9JU0HvsUbls5y7KFtNhwaqixo9eaysvxxyrY&#10;ffTVs38sd4M7nPffc62NftdKTcbD9gVEpCH+i//cbybNny/zHH7fST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6nyP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B0FAE" w:rsidRDefault="005B0FAE" w:rsidP="005B0FAE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hLq8IA&#10;AADeAAAADwAAAGRycy9kb3ducmV2LnhtbERP3WrCMBS+H+wdwhnsbqYWldIZRTYKMrxR9wCH5thU&#10;m5OSxNq9/SII3p2P7/cs16PtxEA+tI4VTCcZCOLa6ZYbBb/H6qMAESKyxs4xKfijAOvV68sSS+1u&#10;vKfhEBuRQjiUqMDE2JdShtqQxTBxPXHiTs5bjAn6RmqPtxRuO5ln2UJabDk1GOzpy1B9OVytguon&#10;3w2Xq/aV24wzS3NzLr6NUu9v4+YTRKQxPsUP91an+fNimsP9nXSD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mEur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B0FAE" w:rsidRDefault="005B0FAE" w:rsidP="005B0FAE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pw2MEA&#10;AADeAAAADwAAAGRycy9kb3ducmV2LnhtbERPzYrCMBC+C75DGMGbplW7SDXKInRZj9Z9gKEZ22Iz&#10;6TbZtr69WRC8zcf3O/vjaBrRU+dqywriZQSCuLC65lLBzzVbbEE4j6yxsUwKHuTgeJhO9phqO/CF&#10;+tyXIoSwS1FB5X2bSumKigy6pW2JA3eznUEfYFdK3eEQwk0jV1H0IQ3WHBoqbOlUUXHP/4yCzWP4&#10;+s2Te5RpQ/F53Z7ZF4lS89n4uQPhafRv8cv9rcP8ZBuv4f+dcIM8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oacNj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B0FAE" w:rsidRDefault="005B0FAE" w:rsidP="005B0FAE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H+A8QA&#10;AADeAAAADwAAAGRycy9kb3ducmV2LnhtbERPTWvCQBC9F/wPywi91Y3SBhtdRZSI9FSj9TxkxySY&#10;nQ3Z1ST/vlsoeJvH+5zluje1eFDrKssKppMIBHFudcWFgvMpfZuDcB5ZY22ZFAzkYL0avSwx0bbj&#10;Iz0yX4gQwi5BBaX3TSKly0sy6Ca2IQ7c1bYGfYBtIXWLXQg3tZxFUSwNVhwaSmxoW1J+y+5GwT2+&#10;zM58/dLf2W7Yf+7SjZM/hVKv436zAOGp90/xv/ugw/yP+fQd/t4JN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x/gP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B0FAE" w:rsidRDefault="005B0FAE" w:rsidP="005B0FAE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LrhcYA&#10;AADeAAAADwAAAGRycy9kb3ducmV2LnhtbERPS2vCQBC+C/0PyxR6041aQ0xdpQqC7UHx0UNv0+w0&#10;SZudjdmtpv/eFQRv8/E9ZzJrTSVO1LjSsoJ+LwJBnFldcq7gsF92ExDOI2usLJOCf3Iwmz50Jphq&#10;e+YtnXY+FyGEXYoKCu/rVEqXFWTQ9WxNHLhv2xj0ATa51A2eQ7ip5CCKYmmw5NBQYE2LgrLf3Z9R&#10;8LFJ4vFm/vb8877+wqHRx09dxko9PbavLyA8tf4uvrlXOswfJf0RXN8JN8jp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9Lrh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B0FAE" w:rsidRDefault="005B0FAE" w:rsidP="005B0FAE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niZsQA&#10;AADeAAAADwAAAGRycy9kb3ducmV2LnhtbERPTWvCQBC9F/wPywi91Y3WhhCzEW2pFk/RFrwO2WkS&#10;mp0N2a1Gf71bKHibx/ucbDmYVpyod41lBdNJBIK4tLrhSsHX5/tTAsJ5ZI2tZVJwIQfLfPSQYart&#10;mfd0OvhKhBB2KSqove9SKV1Zk0E3sR1x4L5tb9AH2FdS93gO4aaVsyiKpcGGQ0ONHb3WVP4cfo2C&#10;a3zEwm1n67dn7ekyTzZ2V2yUehwPqwUIT4O/i//dHzrMf0mmMfy9E26Q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/54mb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B0FAE" w:rsidRDefault="005B0FAE" w:rsidP="005B0FAE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wuU8QA&#10;AADeAAAADwAAAGRycy9kb3ducmV2LnhtbERP3WrCMBS+H+wdwhnsbk0VnbUziojC7jarD3BozpJi&#10;c1KbTOuefhkMvDsf3+9ZrAbXigv1ofGsYJTlIIhrrxs2Co6H3UsBIkRkja1nUnCjAKvl48MCS+2v&#10;vKdLFY1IIRxKVGBj7EopQ23JYch8R5y4L987jAn2RuoerynctXKc56/SYcOpwWJHG0v1qfp2Cs5+&#10;PNVDtcWP03b+2RgzOf/sJ0o9Pw3rNxCRhngX/7vfdZo/LUYz+Hsn3S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MLlP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B0FAE" w:rsidRDefault="005B0FAE" w:rsidP="005B0FAE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/cysYA&#10;AADeAAAADwAAAGRycy9kb3ducmV2LnhtbESPQW/CMAyF75P4D5GRdhspm2ClEBCbNIkrsANHk5i2&#10;0DilyaDbr58Pk3az9Z7f+7xY9b5RN+piHdjAeJSBIrbB1Vwa+Nx/POWgYkJ22AQmA98UYbUcPCyw&#10;cOHOW7rtUqkkhGOBBqqU2kLraCvyGEehJRbtFDqPSdau1K7Du4T7Rj9n2VR7rFkaKmzpvSJ72X15&#10;A5v6SJOpPc18/ma3h59renk9O2Meh/16DipRn/7Nf9cbJ/iTfCy88o7Mo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/cy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B0FAE" w:rsidRDefault="005B0FAE" w:rsidP="005B0FAE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KAhsYA&#10;AADeAAAADwAAAGRycy9kb3ducmV2LnhtbERPXWvCQBB8L/gfjhX6Vi8KFhNzkSoIlraCH9jXJbfN&#10;heb2Qu4a47/vFQq+ze7szOzkq8E2oqfO144VTCcJCOLS6ZorBefT9mkBwgdkjY1jUnAjD6ti9JBj&#10;pt2VD9QfQyWiCfsMFZgQ2kxKXxqy6CeuJY7cl+sshjh2ldQdXqO5beQsSZ6lxZpjgsGWNobK7+OP&#10;VdDj/pZ8mvVH+lq/l7P9+vKm4149joeXJYhAQ7gf/6t3Or4/X0xT+KsTMcj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cKAh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B0FAE" w:rsidRDefault="005B0FAE" w:rsidP="005B0FAE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k8PMQA&#10;AADeAAAADwAAAGRycy9kb3ducmV2LnhtbESPQU/DMAyF70j8h8hI3FhKJdBUlk0IaYgjFA4cTeM1&#10;HY1dJWEt/Hp8QOJmy8/vvW+zW+JoTpTyIOzgelWBIe7ED9w7eHvdX63B5ILscRQmB9+UYbc9P9tg&#10;42XmFzq1pTdqwrlBB6GUqbE2d4Ei5pVMxHo7SIpYdE299QlnNY+jravq1kYcWBMCTvQQqPtsv6KD&#10;+bH7ONaHdx9+0iT79lmO9SjOXV4s93dgCi3lX/z3/eS1/s26VgDF0Rns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ZPDz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B0FAE" w:rsidRDefault="005B0FAE" w:rsidP="005B0FAE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2JsMUA&#10;AADeAAAADwAAAGRycy9kb3ducmV2LnhtbERP22rCQBB9L/gPyxT6VjcGWkN0FasViijipe/T7DSJ&#10;3Z0N2a3Gv3eFQt/mcK4znnbWiDO1vnasYNBPQBAXTtdcKjgels8ZCB+QNRrHpOBKHqaT3sMYc+0u&#10;vKPzPpQihrDPUUEVQpNL6YuKLPq+a4gj9+1aiyHCtpS6xUsMt0amSfIqLdYcGypsaF5R8bP/tQqW&#10;24U5pZvd7FOG+fvwy2Srt8VaqafHbjYCEagL/+I/94eO81+ydAD3d+INcn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LYmw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B0FAE" w:rsidRDefault="005B0FAE" w:rsidP="005B0FAE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nKU8QA&#10;AADeAAAADwAAAGRycy9kb3ducmV2LnhtbERP22rCQBB9L/gPywh9KboxRQnRVUQoKljwBr6O2TEJ&#10;ZmdDdo3p37uFQt/mcK4zW3SmEi01rrSsYDSMQBBnVpecKzifvgYJCOeRNVaWScEPOVjMe28zTLV9&#10;8oHao89FCGGXooLC+zqV0mUFGXRDWxMH7mYbgz7AJpe6wWcIN5WMo2giDZYcGgqsaVVQdj8+jIJ2&#10;v7vmm9bV23vy4caf1/X6W1+Ueu93yykIT53/F/+5NzrMHydxDL/vhBvk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JylP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B0FAE" w:rsidRDefault="005B0FAE" w:rsidP="005B0FAE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kR1cYA&#10;AADeAAAADwAAAGRycy9kb3ducmV2LnhtbERPTWvCQBC9C/0Pywi96ca0ljR1lVoQehHU9lBvY3aa&#10;BLOz6e6q0V/vCkJv83ifM5l1phFHcr62rGA0TEAQF1bXXCr4/loMMhA+IGtsLJOCM3mYTR96E8y1&#10;PfGajptQihjCPkcFVQhtLqUvKjLoh7YljtyvdQZDhK6U2uEphptGpknyIg3WHBsqbOmjomK/ORgF&#10;89ds/rd65uVlvdvS9me3H6cuUeqx372/gQjUhX/x3f2p4/xxlj7B7Z14g5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kR1cYAAADeAAAADwAAAAAAAAAAAAAAAACYAgAAZHJz&#10;L2Rvd25yZXYueG1sUEsFBgAAAAAEAAQA9QAAAIsDAAAAAA==&#10;" fillcolor="black" stroked="f">
                  <v:textbox>
                    <w:txbxContent>
                      <w:p w:rsidR="005B0FAE" w:rsidRDefault="005B0FAE" w:rsidP="005B0FAE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OHocYA&#10;AADeAAAADwAAAGRycy9kb3ducmV2LnhtbERPTWvCQBC9F/oflin0VjcGlRBdRVsFQXvQ9uBxzI7J&#10;kuxsyG417a/vCoXe5vE+Z7bobSOu1HnjWMFwkIAgLpw2XCr4/Ni8ZCB8QNbYOCYF3+RhMX98mGGu&#10;3Y0PdD2GUsQQ9jkqqEJocyl9UZFFP3AtceQurrMYIuxKqTu8xXDbyDRJJtKi4dhQYUuvFRX18csq&#10;OO0mJjsYSs/7n9Va78f16v2tVur5qV9OQQTqw7/4z73Vcf44S0dwfyfe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wOHo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B0FAE" w:rsidRDefault="005B0FAE" w:rsidP="005B0FAE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1PCMQA&#10;AADeAAAADwAAAGRycy9kb3ducmV2LnhtbERPTWsCMRC9F/wPYYTearaCZdkaRSpiLx60Lb0Om3Gz&#10;7mayJlFXf30jCL3N433OdN7bVpzJh9qxgtdRBoK4dLrmSsH31+olBxEissbWMSm4UoD5bPA0xUK7&#10;C2/pvIuVSCEcClRgYuwKKUNpyGIYuY44cXvnLcYEfSW1x0sKt60cZ9mbtFhzajDY0YehstmdrAK/&#10;+F02Nz79NNltcw3rQ3/M0Sj1POwX7yAi9fFf/HB/6jR/ko8ncH8n3S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dTwj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B0FAE" w:rsidRDefault="005B0FAE" w:rsidP="005B0FAE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5nNMQA&#10;AADeAAAADwAAAGRycy9kb3ducmV2LnhtbERP22rCQBB9L/Qflin0pejGQL1EV5FCoVApePmAMTsm&#10;wd3ZkJ1q7Nd3CwXf5nCus1j13qkLdbEJbGA0zEARl8E2XBk47N8HU1BRkC26wGTgRhFWy8eHBRY2&#10;XHlLl51UKoVwLNBALdIWWseyJo9xGFrixJ1C51ES7CptO7ymcO90nmVj7bHh1FBjS281lefdtzfg&#10;8qObfU7iRm4Hvcl+vGxfvqwxz0/9eg5KqJe7+N/9YdP812k+hr930g1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+ZzT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B0FAE" w:rsidRDefault="005B0FAE" w:rsidP="005B0FAE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KD9cUA&#10;AADeAAAADwAAAGRycy9kb3ducmV2LnhtbERPTWsCMRC9C/0PYQreNOtCW9kaxVaEvfTg1uJ13Iyb&#10;xWSybFJd++sbodDbPN7nLFaDs+JCfWg9K5hNMxDEtdctNwr2n9vJHESIyBqtZ1JwowCr5cNogYX2&#10;V97RpYqNSCEcClRgYuwKKUNtyGGY+o44cSffO4wJ9o3UPV5TuLMyz7Jn6bDl1GCwo3dD9bn6dgo2&#10;VWfzfWnewuHr43i05c+WDhulxo/D+hVEpCH+i//cpU7zn+b5C9zfST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IoP1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B0FAE" w:rsidRDefault="005B0FAE" w:rsidP="005B0FAE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ilscYA&#10;AADeAAAADwAAAGRycy9kb3ducmV2LnhtbESPQWsCMRCF70L/Q5hCb5pUqJXVKFIqCD1p14O3IZnu&#10;bt1Mlk3qbv+9cyj0NsN789436+0YWnWjPjWRLTzPDChiF33DlYXycz9dgkoZ2WMbmSz8UoLt5mGy&#10;xsLHgY90O+VKSQinAi3UOXeF1snVFDDNYkcs2lfsA2ZZ+0r7HgcJD62eG7PQARuWhho7eqvJXU8/&#10;wcL3Xn9EZ9Cdy/Nw8K+X9wW1xtqnx3G3ApVpzP/mv+uDF/yX5Vx45R2ZQW/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bilsc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B0FAE" w:rsidRDefault="005B0FAE" w:rsidP="005B0FAE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zzTcQA&#10;AADeAAAADwAAAGRycy9kb3ducmV2LnhtbERPTWvCQBC9F/oflhG81Y0RJU1dxQqCWHqoFvE4zY5J&#10;SHY27K4a/323IPQ2j/c582VvWnEl52vLCsajBARxYXXNpYLvw+YlA+EDssbWMim4k4fl4vlpjrm2&#10;N/6i6z6UIoawz1FBFUKXS+mLigz6ke2II3e2zmCI0JVSO7zFcNPKNElm0mDNsaHCjtYVFc3+YhSc&#10;Lh98/pzsVu49HG1/8E36kzVKDQf96g1EoD78ix/urY7zp1n6Cn/vxBv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c803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B0FAE" w:rsidRDefault="005B0FAE" w:rsidP="005B0FAE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IZf8kA&#10;AADeAAAADwAAAGRycy9kb3ducmV2LnhtbESPQU/CQBCF7yT+h82YcIOtKKZWFgImJl5IBD3IbeiO&#10;bUN3tuwuUPn1zsHE20zmzXvvmy1616ozhdh4NnA3zkARl942XBn4/Hgd5aBiQrbYeiYDPxRhMb8Z&#10;zLCw/sIbOm9TpcSEY4EG6pS6QutY1uQwjn1HLLdvHxwmWUOlbcCLmLtWT7LsUTtsWBJq7OilpvKw&#10;PTkDq6d8dXx/4PV1s9/R7mt/mE5CZszwtl8+g0rUp3/x3/eblfrT/F4ABEdm0PN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PCIZf8kAAADeAAAADwAAAAAAAAAAAAAAAACYAgAA&#10;ZHJzL2Rvd25yZXYueG1sUEsFBgAAAAAEAAQA9QAAAI4DAAAAAA==&#10;" fillcolor="black" stroked="f">
                  <v:textbox>
                    <w:txbxContent>
                      <w:p w:rsidR="005B0FAE" w:rsidRDefault="005B0FAE" w:rsidP="005B0FAE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i3TsMA&#10;AADeAAAADwAAAGRycy9kb3ducmV2LnhtbERPS0sDMRC+C/0PYQrebLYWpaxNy1IQxdP2hdfpZrpZ&#10;upksSUzXf28Ewdt8fM9ZbUbbi0Q+dI4VzGcFCOLG6Y5bBcfD68MSRIjIGnvHpOCbAmzWk7sVltrd&#10;eEdpH1uRQziUqMDEOJRShsaQxTBzA3HmLs5bjBn6VmqPtxxue/lYFM/SYse5weBAW0PNdf9lFaTz&#10;tq4W6TOZ3YevWu/qt9O5Vup+OlYvICKN8V/8537Xef7TcjGH33fyD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i3T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B0FAE" w:rsidRDefault="005B0FAE" w:rsidP="005B0FAE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ZtMMUA&#10;AADeAAAADwAAAGRycy9kb3ducmV2LnhtbERPTWvCQBC9C/0PyxR6040WRVNXEbFivdhGwR6H7DQb&#10;mp0N2W2M/fXdguBtHu9z5svOVqKlxpeOFQwHCQji3OmSCwWn42t/CsIHZI2VY1JwJQ/LxUNvjql2&#10;F/6gNguFiCHsU1RgQqhTKX1uyKIfuJo4cl+usRgibAqpG7zEcFvJUZJMpMWSY4PBmtaG8u/sxyrw&#10;w/XmvLe/s/Zza/iQvZnJe2GUenrsVi8gAnXhLr65dzrOH0+fR/D/Trx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pm0w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B0FAE" w:rsidRDefault="005B0FAE" w:rsidP="005B0FAE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B0FAE" w:rsidRPr="00611135" w:rsidRDefault="005B0FAE" w:rsidP="005B0F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5B0FAE" w:rsidRPr="00611135" w:rsidRDefault="005B0FAE" w:rsidP="005B0F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5B0FAE" w:rsidRPr="00611135" w:rsidRDefault="005B0FAE" w:rsidP="005B0F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5B0FAE" w:rsidRPr="00611135" w:rsidRDefault="005B0FAE" w:rsidP="005B0FA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B0FAE" w:rsidRPr="00611135" w:rsidRDefault="005B0FAE" w:rsidP="005B0F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B0FAE" w:rsidRPr="00611135" w:rsidRDefault="005B0FAE" w:rsidP="005B0F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B0FAE" w:rsidRPr="00611135" w:rsidRDefault="005B0FAE" w:rsidP="005B0F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B0FAE" w:rsidRPr="00611135" w:rsidRDefault="005B0FAE" w:rsidP="005B0F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B0FAE" w:rsidRPr="00611135" w:rsidRDefault="005B0FAE" w:rsidP="005B0F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B0FAE" w:rsidRPr="00611135" w:rsidRDefault="005B0FAE" w:rsidP="005B0F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ХІ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сесії сільської ради 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5B0FAE" w:rsidRPr="00611135" w:rsidRDefault="005B0FAE" w:rsidP="005B0FAE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B0FAE" w:rsidRPr="00611135" w:rsidRDefault="005B0FAE" w:rsidP="005B0FAE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.06.2021 року                                            Крупець                                                       №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</w:p>
    <w:p w:rsidR="005B0FAE" w:rsidRPr="00611135" w:rsidRDefault="005B0FAE" w:rsidP="005B0FA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B0FAE" w:rsidRPr="00611135" w:rsidRDefault="005B0FAE" w:rsidP="005B0FA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5B0FAE" w:rsidRPr="00611135" w:rsidRDefault="005B0FAE" w:rsidP="005B0FA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5B0FAE" w:rsidRPr="00611135" w:rsidRDefault="005B0FAE" w:rsidP="005B0FA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5B0FAE" w:rsidRPr="00611135" w:rsidRDefault="005B0FAE" w:rsidP="005B0FA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5B0FAE" w:rsidRPr="00611135" w:rsidRDefault="005B0FAE" w:rsidP="005B0FA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Коваленко О.В.</w:t>
      </w:r>
    </w:p>
    <w:p w:rsidR="005B0FAE" w:rsidRPr="00611135" w:rsidRDefault="005B0FAE" w:rsidP="005B0FA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B0FAE" w:rsidRPr="00611135" w:rsidRDefault="005B0FAE" w:rsidP="005B0FA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12,116, 118, 121,122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Коваленко О.В.,  сільська  рада </w:t>
      </w:r>
    </w:p>
    <w:p w:rsidR="005B0FAE" w:rsidRPr="00611135" w:rsidRDefault="005B0FAE" w:rsidP="005B0FA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5B0FAE" w:rsidRPr="00611135" w:rsidRDefault="005B0FAE" w:rsidP="005B0FA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1.Затвердити Коваленко Оксані Василівні, </w:t>
      </w:r>
      <w:r w:rsidRPr="00611135"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 w:rsidRPr="00611135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611135">
        <w:rPr>
          <w:rFonts w:ascii="Times New Roman" w:eastAsia="Times New Roman" w:hAnsi="Times New Roman" w:cs="Times New Roman"/>
          <w:sz w:val="24"/>
        </w:rPr>
        <w:t xml:space="preserve">: </w:t>
      </w:r>
      <w:r w:rsidR="00DA7EDC">
        <w:rPr>
          <w:rFonts w:ascii="Times New Roman" w:eastAsia="Times New Roman" w:hAnsi="Times New Roman" w:cs="Times New Roman"/>
          <w:sz w:val="24"/>
        </w:rPr>
        <w:t>________</w:t>
      </w:r>
      <w:r w:rsidRPr="00611135">
        <w:rPr>
          <w:rFonts w:ascii="Times New Roman" w:eastAsia="Times New Roman" w:hAnsi="Times New Roman" w:cs="Times New Roman"/>
          <w:sz w:val="24"/>
        </w:rPr>
        <w:t xml:space="preserve">,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DA7EDC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</w:t>
      </w:r>
      <w:bookmarkStart w:id="0" w:name="_GoBack"/>
      <w:bookmarkEnd w:id="0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0,0507 га, кадастровий номер: 6823982100:01:012:0027, д</w:t>
      </w:r>
      <w:r w:rsidRPr="00611135">
        <w:rPr>
          <w:rFonts w:ascii="Times New Roman" w:eastAsia="Times New Roman" w:hAnsi="Times New Roman" w:cs="Times New Roman"/>
          <w:sz w:val="24"/>
          <w:szCs w:val="24"/>
        </w:rPr>
        <w:t>ля ведення особистого селянського господарства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область,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 Шепетівський) район, с.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5B0FAE" w:rsidRPr="00611135" w:rsidRDefault="005B0FAE" w:rsidP="005B0FA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2.Коваленко О.В. посвідчити своє право  в  установленому  законом  порядку.</w:t>
      </w:r>
    </w:p>
    <w:p w:rsidR="005B0FAE" w:rsidRPr="00611135" w:rsidRDefault="005B0FAE" w:rsidP="005B0FA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B0FAE" w:rsidRPr="00611135" w:rsidRDefault="005B0FAE" w:rsidP="005B0FA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B0FAE" w:rsidRPr="00611135" w:rsidRDefault="005B0FAE" w:rsidP="005B0FA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5B0FAE" w:rsidRPr="00611135" w:rsidRDefault="005B0FAE" w:rsidP="005B0FA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5B0FAE" w:rsidRPr="00611135" w:rsidRDefault="005B0FAE" w:rsidP="005B0FA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Валерій   МИХАЛЮК</w:t>
      </w:r>
    </w:p>
    <w:p w:rsidR="00263C1D" w:rsidRDefault="00263C1D"/>
    <w:sectPr w:rsidR="00263C1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FAE"/>
    <w:rsid w:val="00263C1D"/>
    <w:rsid w:val="005B0FAE"/>
    <w:rsid w:val="00DA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FA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FA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2</Pages>
  <Words>257</Words>
  <Characters>1471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2021-06-22T10:42:00Z</dcterms:created>
  <dcterms:modified xsi:type="dcterms:W3CDTF">2021-06-22T13:29:00Z</dcterms:modified>
</cp:coreProperties>
</file>