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711" w:rsidRDefault="005A0711" w:rsidP="005A07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3810" r="8890" b="190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5A0711" w:rsidRDefault="005A0711" w:rsidP="005A0711"/>
    <w:p w:rsidR="005A0711" w:rsidRDefault="005A0711" w:rsidP="005A0711"/>
    <w:p w:rsidR="005A0711" w:rsidRDefault="005A0711" w:rsidP="005A071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5A0711" w:rsidRDefault="005A0711" w:rsidP="005A071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5A0711" w:rsidRDefault="005A0711" w:rsidP="005A071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A0711" w:rsidRDefault="005A0711" w:rsidP="005A071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A0711" w:rsidRDefault="005A0711" w:rsidP="005A071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0711" w:rsidRDefault="005A0711" w:rsidP="005A071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5A0711" w:rsidRDefault="005A0711" w:rsidP="005A071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A0711" w:rsidRDefault="005A0711" w:rsidP="005A071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5A0711" w:rsidRDefault="005A0711" w:rsidP="005A071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A0711" w:rsidRPr="00EA36DA" w:rsidRDefault="005A0711" w:rsidP="005A0711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№117</w:t>
      </w:r>
    </w:p>
    <w:p w:rsidR="005A0711" w:rsidRPr="00EA36DA" w:rsidRDefault="005A0711" w:rsidP="005A0711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5A0711" w:rsidRPr="00EA36DA" w:rsidRDefault="005A0711" w:rsidP="005A071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36DA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5A0711" w:rsidRPr="00EA36DA" w:rsidRDefault="005A0711" w:rsidP="005A071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5A0711" w:rsidRPr="00EA36DA" w:rsidRDefault="005A0711" w:rsidP="005A0711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5A0711" w:rsidRPr="00EA36DA" w:rsidRDefault="005A0711" w:rsidP="005A0711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A36DA">
        <w:rPr>
          <w:rFonts w:ascii="Times New Roman" w:hAnsi="Times New Roman" w:cs="Times New Roman"/>
          <w:b/>
          <w:sz w:val="24"/>
          <w:szCs w:val="24"/>
        </w:rPr>
        <w:t>Ольховському</w:t>
      </w:r>
      <w:proofErr w:type="spellEnd"/>
      <w:r w:rsidRPr="00EA36DA">
        <w:rPr>
          <w:rFonts w:ascii="Times New Roman" w:hAnsi="Times New Roman" w:cs="Times New Roman"/>
          <w:b/>
          <w:sz w:val="24"/>
          <w:szCs w:val="24"/>
        </w:rPr>
        <w:t xml:space="preserve"> О.П.</w:t>
      </w:r>
    </w:p>
    <w:p w:rsidR="005A0711" w:rsidRPr="00EA36DA" w:rsidRDefault="005A0711" w:rsidP="005A0711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A0711" w:rsidRPr="00EA36DA" w:rsidRDefault="005A0711" w:rsidP="005A071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6DA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EA36DA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Ольховського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О.</w:t>
      </w:r>
      <w:proofErr w:type="gramEnd"/>
      <w:r w:rsidRPr="00EA36DA">
        <w:rPr>
          <w:rFonts w:ascii="Times New Roman" w:hAnsi="Times New Roman" w:cs="Times New Roman"/>
          <w:sz w:val="24"/>
          <w:szCs w:val="24"/>
        </w:rPr>
        <w:t xml:space="preserve">П.,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5A0711" w:rsidRPr="00EA36DA" w:rsidRDefault="005A0711" w:rsidP="005A071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6DA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5A0711" w:rsidRPr="00EA36DA" w:rsidRDefault="005A0711" w:rsidP="005A071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6DA"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Ольховському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Олександру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Петровичу проект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2,0000 га, яка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рада за межами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EA36DA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EA36DA">
        <w:rPr>
          <w:rFonts w:ascii="Times New Roman" w:hAnsi="Times New Roman" w:cs="Times New Roman"/>
          <w:sz w:val="24"/>
          <w:szCs w:val="24"/>
        </w:rPr>
        <w:t>исиче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>.</w:t>
      </w:r>
    </w:p>
    <w:p w:rsidR="005A0711" w:rsidRPr="00EA36DA" w:rsidRDefault="005A0711" w:rsidP="005A07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6DA"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>Ольховському</w:t>
      </w:r>
      <w:proofErr w:type="spellEnd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>Олександру</w:t>
      </w:r>
      <w:proofErr w:type="spellEnd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Петровичу, </w:t>
      </w:r>
      <w:proofErr w:type="spellStart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A95365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</w:t>
      </w:r>
      <w:r w:rsidRPr="00EA36DA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Pr="00EA36D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A95365">
        <w:rPr>
          <w:rFonts w:ascii="Times New Roman" w:hAnsi="Times New Roman" w:cs="Times New Roman"/>
          <w:sz w:val="24"/>
          <w:szCs w:val="24"/>
          <w:lang w:val="en-US"/>
        </w:rPr>
        <w:t>____________</w:t>
      </w:r>
      <w:bookmarkStart w:id="0" w:name="_GoBack"/>
      <w:bookmarkEnd w:id="0"/>
      <w:r w:rsidRPr="00EA36DA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власн</w:t>
      </w:r>
      <w:r>
        <w:rPr>
          <w:rFonts w:ascii="Times New Roman" w:hAnsi="Times New Roman" w:cs="Times New Roman"/>
          <w:sz w:val="24"/>
          <w:szCs w:val="24"/>
        </w:rPr>
        <w:t>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2,0</w:t>
      </w:r>
      <w:r w:rsidRPr="00EA36DA">
        <w:rPr>
          <w:rFonts w:ascii="Times New Roman" w:hAnsi="Times New Roman" w:cs="Times New Roman"/>
          <w:sz w:val="24"/>
          <w:szCs w:val="24"/>
        </w:rPr>
        <w:t>000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36DA">
        <w:rPr>
          <w:rFonts w:ascii="Times New Roman" w:hAnsi="Times New Roman" w:cs="Times New Roman"/>
          <w:sz w:val="24"/>
          <w:szCs w:val="24"/>
        </w:rPr>
        <w:t xml:space="preserve">га,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номер: 6823984700:05:004:0009, для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 район, 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рада за межами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EA36DA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EA36DA">
        <w:rPr>
          <w:rFonts w:ascii="Times New Roman" w:hAnsi="Times New Roman" w:cs="Times New Roman"/>
          <w:sz w:val="24"/>
          <w:szCs w:val="24"/>
        </w:rPr>
        <w:t>исиче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>.</w:t>
      </w:r>
    </w:p>
    <w:p w:rsidR="005A0711" w:rsidRPr="00EA36DA" w:rsidRDefault="005A0711" w:rsidP="005A07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6DA">
        <w:rPr>
          <w:rFonts w:ascii="Times New Roman" w:hAnsi="Times New Roman" w:cs="Times New Roman"/>
          <w:sz w:val="24"/>
          <w:szCs w:val="24"/>
        </w:rPr>
        <w:t xml:space="preserve">       3.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Ольховському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О.П.,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A36DA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5A0711" w:rsidRPr="00EA36DA" w:rsidRDefault="005A0711" w:rsidP="005A071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36DA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A36D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A36D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5A0711" w:rsidRPr="005A0711" w:rsidRDefault="005A0711" w:rsidP="005A071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B63825" w:rsidRPr="005A0711" w:rsidRDefault="005A0711" w:rsidP="005A0711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EA36DA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EA36DA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B63825" w:rsidRPr="005A0711" w:rsidSect="005A0711">
      <w:pgSz w:w="12240" w:h="15840"/>
      <w:pgMar w:top="426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711"/>
    <w:rsid w:val="00171A2E"/>
    <w:rsid w:val="00304C90"/>
    <w:rsid w:val="00505B6D"/>
    <w:rsid w:val="005A0711"/>
    <w:rsid w:val="006D3977"/>
    <w:rsid w:val="007D6C18"/>
    <w:rsid w:val="00A95365"/>
    <w:rsid w:val="00B63825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290</Words>
  <Characters>1659</Characters>
  <Application>Microsoft Office Word</Application>
  <DocSecurity>0</DocSecurity>
  <Lines>13</Lines>
  <Paragraphs>3</Paragraphs>
  <ScaleCrop>false</ScaleCrop>
  <Company>Microsoft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2020-07-02T12:15:00Z</dcterms:created>
  <dcterms:modified xsi:type="dcterms:W3CDTF">2020-07-02T13:32:00Z</dcterms:modified>
</cp:coreProperties>
</file>