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6C" w:rsidRDefault="00A54B6C" w:rsidP="00A54B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54B6C" w:rsidRDefault="00A54B6C" w:rsidP="00A54B6C"/>
    <w:p w:rsidR="00A54B6C" w:rsidRDefault="00A54B6C" w:rsidP="00A54B6C"/>
    <w:p w:rsidR="00A54B6C" w:rsidRDefault="00A54B6C" w:rsidP="00A54B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4B6C" w:rsidRDefault="00A54B6C" w:rsidP="00A54B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4B6C" w:rsidRDefault="00A54B6C" w:rsidP="00A54B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4B6C" w:rsidRDefault="00A54B6C" w:rsidP="00A54B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4B6C" w:rsidRDefault="00A54B6C" w:rsidP="00A54B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B6C" w:rsidRDefault="00A54B6C" w:rsidP="00A54B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54B6C" w:rsidRDefault="00A54B6C" w:rsidP="00A54B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4B6C" w:rsidRDefault="00A54B6C" w:rsidP="00A54B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54B6C" w:rsidRDefault="00A54B6C" w:rsidP="00A54B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54B6C" w:rsidRDefault="00A54B6C" w:rsidP="00A54B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№95</w:t>
      </w:r>
    </w:p>
    <w:p w:rsidR="00A54B6C" w:rsidRPr="00BE4628" w:rsidRDefault="00A54B6C" w:rsidP="00A54B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4B6C" w:rsidRPr="00B72082" w:rsidRDefault="00A54B6C" w:rsidP="00A54B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54B6C" w:rsidRPr="00B72082" w:rsidRDefault="00A54B6C" w:rsidP="00A54B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ічноїдокументаціїізземлеустрою</w:t>
      </w:r>
      <w:proofErr w:type="spellEnd"/>
    </w:p>
    <w:p w:rsidR="00A54B6C" w:rsidRPr="00B72082" w:rsidRDefault="00A54B6C" w:rsidP="00A54B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щодовстановлення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A54B6C" w:rsidRPr="00B72082" w:rsidRDefault="00A54B6C" w:rsidP="00A54B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земельноїділянки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A54B6C" w:rsidRPr="00B72082" w:rsidRDefault="00A54B6C" w:rsidP="00A54B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Вдовіченко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Б.М.</w:t>
      </w:r>
    </w:p>
    <w:p w:rsidR="00A54B6C" w:rsidRPr="00B72082" w:rsidRDefault="00A54B6C" w:rsidP="00A54B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54B6C" w:rsidRPr="00B72082" w:rsidRDefault="00A54B6C" w:rsidP="00A54B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пункту 34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Б.М.,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A54B6C" w:rsidRPr="00B72082" w:rsidRDefault="00A54B6C" w:rsidP="00A54B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54B6C" w:rsidRPr="00B72082" w:rsidRDefault="00A54B6C" w:rsidP="00A54B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Борису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E7B2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.П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олянь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вул.Набережна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, 35.</w:t>
      </w:r>
    </w:p>
    <w:p w:rsidR="00A54B6C" w:rsidRPr="00B72082" w:rsidRDefault="00A54B6C" w:rsidP="00A54B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2.Вдовіченко Б.М.,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A54B6C" w:rsidRPr="00B72082" w:rsidRDefault="00A54B6C" w:rsidP="00A54B6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72082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20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208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54B6C" w:rsidRDefault="00A54B6C" w:rsidP="00A54B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4B6C" w:rsidRPr="00B72082" w:rsidRDefault="00A54B6C" w:rsidP="00A54B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20AA" w:rsidRPr="00A54B6C" w:rsidRDefault="00A54B6C" w:rsidP="00A54B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D920AA" w:rsidRPr="00A54B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C"/>
    <w:rsid w:val="00171A2E"/>
    <w:rsid w:val="001E7B27"/>
    <w:rsid w:val="00304C90"/>
    <w:rsid w:val="00505B6D"/>
    <w:rsid w:val="006D3977"/>
    <w:rsid w:val="007D6C18"/>
    <w:rsid w:val="00A54B6C"/>
    <w:rsid w:val="00D1641A"/>
    <w:rsid w:val="00D9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250</Words>
  <Characters>1430</Characters>
  <Application>Microsoft Office Word</Application>
  <DocSecurity>0</DocSecurity>
  <Lines>11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2020-07-29T14:26:00Z</dcterms:created>
  <dcterms:modified xsi:type="dcterms:W3CDTF">2020-07-29T18:16:00Z</dcterms:modified>
</cp:coreProperties>
</file>