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CC0" w:rsidRDefault="00DF5CC0" w:rsidP="00DF5CC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5CC0" w:rsidRDefault="00DF5CC0" w:rsidP="00DF5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5CC0" w:rsidRDefault="00DF5CC0" w:rsidP="00DF5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5CC0" w:rsidRDefault="00DF5CC0" w:rsidP="00DF5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5CC0" w:rsidRDefault="00DF5CC0" w:rsidP="00DF5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5CC0" w:rsidRDefault="00DF5CC0" w:rsidP="00DF5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5CC0" w:rsidRDefault="00DF5CC0" w:rsidP="00DF5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5CC0" w:rsidRDefault="00DF5CC0" w:rsidP="00DF5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5CC0" w:rsidRDefault="00DF5CC0" w:rsidP="00DF5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5CC0" w:rsidRDefault="00DF5CC0" w:rsidP="00DF5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5CC0" w:rsidRDefault="00DF5CC0" w:rsidP="00DF5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5CC0" w:rsidRDefault="00DF5CC0" w:rsidP="00DF5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5CC0" w:rsidRDefault="00DF5CC0" w:rsidP="00DF5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5CC0" w:rsidRDefault="00DF5CC0" w:rsidP="00DF5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5CC0" w:rsidRDefault="00DF5CC0" w:rsidP="00DF5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5CC0" w:rsidRDefault="00DF5CC0" w:rsidP="00DF5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5CC0" w:rsidRDefault="00DF5CC0" w:rsidP="00DF5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5CC0" w:rsidRDefault="00DF5CC0" w:rsidP="00DF5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5CC0" w:rsidRDefault="00DF5CC0" w:rsidP="00DF5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5CC0" w:rsidRDefault="00DF5CC0" w:rsidP="00DF5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5CC0" w:rsidRDefault="00DF5CC0" w:rsidP="00DF5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5CC0" w:rsidRDefault="00DF5CC0" w:rsidP="00DF5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5CC0" w:rsidRDefault="00DF5CC0" w:rsidP="00DF5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5CC0" w:rsidRDefault="00DF5CC0" w:rsidP="00DF5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5CC0" w:rsidRDefault="00DF5CC0" w:rsidP="00DF5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5CC0" w:rsidRDefault="00DF5CC0" w:rsidP="00DF5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5CC0" w:rsidRDefault="00DF5CC0" w:rsidP="00DF5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5CC0" w:rsidRDefault="00DF5CC0" w:rsidP="00DF5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5CC0" w:rsidRDefault="00DF5CC0" w:rsidP="00DF5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5CC0" w:rsidRDefault="00DF5CC0" w:rsidP="00DF5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5CC0" w:rsidRDefault="00DF5CC0" w:rsidP="00DF5CC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F5CC0" w:rsidRDefault="00DF5CC0" w:rsidP="00DF5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F5CC0" w:rsidRDefault="00DF5CC0" w:rsidP="00DF5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F5CC0" w:rsidRDefault="00DF5CC0" w:rsidP="00DF5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F5CC0" w:rsidRDefault="00DF5CC0" w:rsidP="00DF5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F5CC0" w:rsidRDefault="00DF5CC0" w:rsidP="00DF5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F5CC0" w:rsidRDefault="00DF5CC0" w:rsidP="00DF5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F5CC0" w:rsidRDefault="00DF5CC0" w:rsidP="00DF5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F5CC0" w:rsidRDefault="00DF5CC0" w:rsidP="00DF5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F5CC0" w:rsidRDefault="00DF5CC0" w:rsidP="00DF5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F5CC0" w:rsidRDefault="00DF5CC0" w:rsidP="00DF5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F5CC0" w:rsidRDefault="00DF5CC0" w:rsidP="00DF5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F5CC0" w:rsidRDefault="00DF5CC0" w:rsidP="00DF5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F5CC0" w:rsidRDefault="00DF5CC0" w:rsidP="00DF5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F5CC0" w:rsidRDefault="00DF5CC0" w:rsidP="00DF5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F5CC0" w:rsidRDefault="00DF5CC0" w:rsidP="00DF5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F5CC0" w:rsidRDefault="00DF5CC0" w:rsidP="00DF5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F5CC0" w:rsidRDefault="00DF5CC0" w:rsidP="00DF5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F5CC0" w:rsidRDefault="00DF5CC0" w:rsidP="00DF5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F5CC0" w:rsidRDefault="00DF5CC0" w:rsidP="00DF5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F5CC0" w:rsidRDefault="00DF5CC0" w:rsidP="00DF5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DF5CC0" w:rsidRDefault="00DF5CC0" w:rsidP="00DF5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F5CC0" w:rsidRDefault="00DF5CC0" w:rsidP="00DF5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F5CC0" w:rsidRDefault="00DF5CC0" w:rsidP="00DF5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F5CC0" w:rsidRDefault="00DF5CC0" w:rsidP="00DF5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F5CC0" w:rsidRDefault="00DF5CC0" w:rsidP="00DF5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F5CC0" w:rsidRDefault="00DF5CC0" w:rsidP="00DF5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F5CC0" w:rsidRDefault="00DF5CC0" w:rsidP="00DF5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DF5CC0" w:rsidRDefault="00DF5CC0" w:rsidP="00DF5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F5CC0" w:rsidRDefault="00DF5CC0" w:rsidP="00DF5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F5CC0" w:rsidRDefault="00DF5CC0" w:rsidP="00DF5CC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F5CC0" w:rsidRDefault="00DF5CC0" w:rsidP="00DF5C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5CC0" w:rsidRDefault="00DF5CC0" w:rsidP="00DF5C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5CC0" w:rsidRDefault="00DF5CC0" w:rsidP="00DF5C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5CC0" w:rsidRDefault="00DF5CC0" w:rsidP="00DF5C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5CC0" w:rsidRDefault="00DF5CC0" w:rsidP="00DF5C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F5CC0" w:rsidRDefault="00DF5CC0" w:rsidP="00DF5CC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F5CC0" w:rsidRDefault="00DF5CC0" w:rsidP="00DF5C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DF5CC0" w:rsidRDefault="00DF5CC0" w:rsidP="00DF5C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F5CC0" w:rsidRDefault="00DF5CC0" w:rsidP="00DF5C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5CC0" w:rsidRDefault="00DF5CC0" w:rsidP="00DF5C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DF5CC0" w:rsidRDefault="00DF5CC0" w:rsidP="00DF5C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5CC0" w:rsidRDefault="00DF5CC0" w:rsidP="00DF5CC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DF5CC0" w:rsidRDefault="00DF5CC0" w:rsidP="00DF5CC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F5CC0" w:rsidRDefault="00DF5CC0" w:rsidP="00DF5CC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68</w:t>
      </w:r>
    </w:p>
    <w:p w:rsidR="00DF5CC0" w:rsidRPr="00C03222" w:rsidRDefault="00DF5CC0" w:rsidP="00DF5CC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F5CC0" w:rsidRDefault="00DF5CC0" w:rsidP="00DF5CC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внесення змін до рішення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</w:p>
    <w:p w:rsidR="00DF5CC0" w:rsidRDefault="00DF5CC0" w:rsidP="00DF5CC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сільської ради від 16.11.2020 року №9 </w:t>
      </w:r>
    </w:p>
    <w:p w:rsidR="00DF5CC0" w:rsidRDefault="00DF5CC0" w:rsidP="00DF5CC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EA53F0">
        <w:rPr>
          <w:rFonts w:ascii="Times New Roman" w:hAnsi="Times New Roman" w:cs="Times New Roman"/>
          <w:b/>
          <w:sz w:val="24"/>
          <w:szCs w:val="24"/>
        </w:rPr>
        <w:t xml:space="preserve">Про утворення постійних комісій та </w:t>
      </w:r>
    </w:p>
    <w:p w:rsidR="00DF5CC0" w:rsidRPr="00EA53F0" w:rsidRDefault="00DF5CC0" w:rsidP="00DF5CC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A53F0">
        <w:rPr>
          <w:rFonts w:ascii="Times New Roman" w:hAnsi="Times New Roman" w:cs="Times New Roman"/>
          <w:b/>
          <w:sz w:val="24"/>
          <w:szCs w:val="24"/>
        </w:rPr>
        <w:t>затвердження їх персонального складу</w:t>
      </w:r>
      <w:r>
        <w:rPr>
          <w:rFonts w:ascii="Times New Roman" w:hAnsi="Times New Roman" w:cs="Times New Roman"/>
          <w:b/>
          <w:sz w:val="24"/>
          <w:szCs w:val="24"/>
        </w:rPr>
        <w:t>»</w:t>
      </w:r>
    </w:p>
    <w:p w:rsidR="00DF5CC0" w:rsidRDefault="00DF5CC0" w:rsidP="00DF5CC0">
      <w:pPr>
        <w:spacing w:after="0"/>
      </w:pPr>
    </w:p>
    <w:p w:rsidR="00DF5CC0" w:rsidRPr="003A78DE" w:rsidRDefault="00DF5CC0" w:rsidP="00DF5CC0">
      <w:pPr>
        <w:pStyle w:val="Pro"/>
        <w:spacing w:after="0" w:line="276" w:lineRule="auto"/>
        <w:ind w:right="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          К</w:t>
      </w:r>
      <w:r w:rsidRPr="003A78DE">
        <w:rPr>
          <w:b w:val="0"/>
          <w:bCs w:val="0"/>
          <w:sz w:val="24"/>
          <w:szCs w:val="24"/>
        </w:rPr>
        <w:t>еруючись</w:t>
      </w:r>
      <w:r>
        <w:rPr>
          <w:b w:val="0"/>
          <w:bCs w:val="0"/>
          <w:sz w:val="24"/>
          <w:szCs w:val="24"/>
        </w:rPr>
        <w:t xml:space="preserve"> пунктом 2 частини першої статті 26, частиною 3 статті </w:t>
      </w:r>
      <w:r w:rsidRPr="003A78DE">
        <w:rPr>
          <w:b w:val="0"/>
          <w:bCs w:val="0"/>
          <w:sz w:val="24"/>
          <w:szCs w:val="24"/>
        </w:rPr>
        <w:t>47 Закону України «Про мі</w:t>
      </w:r>
      <w:r>
        <w:rPr>
          <w:b w:val="0"/>
          <w:bCs w:val="0"/>
          <w:sz w:val="24"/>
          <w:szCs w:val="24"/>
        </w:rPr>
        <w:t xml:space="preserve">сцеве самоврядування в Україні», відповідно до рішення ХІІ сесії </w:t>
      </w:r>
      <w:proofErr w:type="spellStart"/>
      <w:r>
        <w:rPr>
          <w:b w:val="0"/>
          <w:bCs w:val="0"/>
          <w:sz w:val="24"/>
          <w:szCs w:val="24"/>
        </w:rPr>
        <w:t>Крупецької</w:t>
      </w:r>
      <w:proofErr w:type="spellEnd"/>
      <w:r>
        <w:rPr>
          <w:b w:val="0"/>
          <w:bCs w:val="0"/>
          <w:sz w:val="24"/>
          <w:szCs w:val="24"/>
        </w:rPr>
        <w:t xml:space="preserve"> сільської ради </w:t>
      </w:r>
      <w:r>
        <w:rPr>
          <w:b w:val="0"/>
          <w:bCs w:val="0"/>
          <w:sz w:val="24"/>
          <w:szCs w:val="24"/>
          <w:lang w:val="en-US"/>
        </w:rPr>
        <w:t>VIII</w:t>
      </w:r>
      <w:r>
        <w:rPr>
          <w:b w:val="0"/>
          <w:bCs w:val="0"/>
          <w:sz w:val="24"/>
          <w:szCs w:val="24"/>
        </w:rPr>
        <w:t xml:space="preserve"> скликання</w:t>
      </w:r>
      <w:r w:rsidRPr="003A78DE">
        <w:rPr>
          <w:b w:val="0"/>
          <w:bCs w:val="0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 xml:space="preserve">від 30.06.2021 року № 9 «Про затвердження керуючого справами ( секретаря ) виконавчого комітету сільської ради», рішення ХІІ сесії </w:t>
      </w:r>
      <w:proofErr w:type="spellStart"/>
      <w:r>
        <w:rPr>
          <w:b w:val="0"/>
          <w:bCs w:val="0"/>
          <w:sz w:val="24"/>
          <w:szCs w:val="24"/>
        </w:rPr>
        <w:t>Крупецької</w:t>
      </w:r>
      <w:proofErr w:type="spellEnd"/>
      <w:r>
        <w:rPr>
          <w:b w:val="0"/>
          <w:bCs w:val="0"/>
          <w:sz w:val="24"/>
          <w:szCs w:val="24"/>
        </w:rPr>
        <w:t xml:space="preserve"> сільської ради </w:t>
      </w:r>
      <w:r>
        <w:rPr>
          <w:b w:val="0"/>
          <w:bCs w:val="0"/>
          <w:sz w:val="24"/>
          <w:szCs w:val="24"/>
          <w:lang w:val="en-US"/>
        </w:rPr>
        <w:t>VIII</w:t>
      </w:r>
      <w:r>
        <w:rPr>
          <w:b w:val="0"/>
          <w:bCs w:val="0"/>
          <w:sz w:val="24"/>
          <w:szCs w:val="24"/>
        </w:rPr>
        <w:t xml:space="preserve"> скликання</w:t>
      </w:r>
      <w:r w:rsidRPr="003A78DE">
        <w:rPr>
          <w:b w:val="0"/>
          <w:bCs w:val="0"/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 xml:space="preserve">від 30.06.2021 року №10 «Про дострокове припинення повноважень депутата </w:t>
      </w:r>
      <w:proofErr w:type="spellStart"/>
      <w:r>
        <w:rPr>
          <w:b w:val="0"/>
          <w:bCs w:val="0"/>
          <w:sz w:val="24"/>
          <w:szCs w:val="24"/>
        </w:rPr>
        <w:t>Крупецької</w:t>
      </w:r>
      <w:proofErr w:type="spellEnd"/>
      <w:r>
        <w:rPr>
          <w:b w:val="0"/>
          <w:bCs w:val="0"/>
          <w:sz w:val="24"/>
          <w:szCs w:val="24"/>
        </w:rPr>
        <w:t xml:space="preserve"> сільської ради Зубової Жанни Олександрівни»</w:t>
      </w:r>
      <w:r w:rsidRPr="003A78DE">
        <w:rPr>
          <w:b w:val="0"/>
          <w:bCs w:val="0"/>
          <w:sz w:val="24"/>
          <w:szCs w:val="24"/>
        </w:rPr>
        <w:t xml:space="preserve">, сільська рада </w:t>
      </w:r>
    </w:p>
    <w:p w:rsidR="00DF5CC0" w:rsidRPr="003A78DE" w:rsidRDefault="00DF5CC0" w:rsidP="00DF5CC0">
      <w:pPr>
        <w:pStyle w:val="Pro"/>
        <w:spacing w:after="0" w:line="276" w:lineRule="auto"/>
        <w:ind w:right="0"/>
        <w:rPr>
          <w:b w:val="0"/>
          <w:bCs w:val="0"/>
          <w:sz w:val="24"/>
          <w:szCs w:val="24"/>
        </w:rPr>
      </w:pPr>
      <w:r w:rsidRPr="003A78DE">
        <w:rPr>
          <w:b w:val="0"/>
          <w:bCs w:val="0"/>
          <w:sz w:val="24"/>
          <w:szCs w:val="24"/>
        </w:rPr>
        <w:t>ВИРІШИЛА:</w:t>
      </w:r>
    </w:p>
    <w:p w:rsidR="00DF5CC0" w:rsidRPr="00C03222" w:rsidRDefault="00DF5CC0" w:rsidP="00DF5CC0">
      <w:pPr>
        <w:pStyle w:val="Pro"/>
        <w:spacing w:after="0" w:line="276" w:lineRule="auto"/>
        <w:ind w:right="0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   1. Вивести зі складу постійної комісії з питань фінансів, бюджету</w:t>
      </w:r>
      <w:r w:rsidRPr="003A78DE">
        <w:rPr>
          <w:b w:val="0"/>
          <w:bCs w:val="0"/>
          <w:sz w:val="24"/>
          <w:szCs w:val="24"/>
        </w:rPr>
        <w:t>,</w:t>
      </w:r>
      <w:r>
        <w:rPr>
          <w:b w:val="0"/>
          <w:bCs w:val="0"/>
          <w:sz w:val="24"/>
          <w:szCs w:val="24"/>
        </w:rPr>
        <w:t xml:space="preserve"> </w:t>
      </w:r>
      <w:r w:rsidRPr="003A78DE">
        <w:rPr>
          <w:b w:val="0"/>
          <w:bCs w:val="0"/>
          <w:sz w:val="24"/>
          <w:szCs w:val="24"/>
        </w:rPr>
        <w:t>планування, соціально</w:t>
      </w:r>
      <w:r>
        <w:rPr>
          <w:b w:val="0"/>
          <w:bCs w:val="0"/>
          <w:sz w:val="24"/>
          <w:szCs w:val="24"/>
        </w:rPr>
        <w:t xml:space="preserve"> - економічного розвитку</w:t>
      </w:r>
      <w:r w:rsidRPr="003A78DE">
        <w:rPr>
          <w:b w:val="0"/>
          <w:bCs w:val="0"/>
          <w:sz w:val="24"/>
          <w:szCs w:val="24"/>
        </w:rPr>
        <w:t>, інвестицій т</w:t>
      </w:r>
      <w:r>
        <w:rPr>
          <w:b w:val="0"/>
          <w:bCs w:val="0"/>
          <w:sz w:val="24"/>
          <w:szCs w:val="24"/>
        </w:rPr>
        <w:t xml:space="preserve">а міжнародного співробітництва </w:t>
      </w:r>
      <w:r w:rsidRPr="00C03222">
        <w:rPr>
          <w:b w:val="0"/>
          <w:sz w:val="24"/>
          <w:szCs w:val="24"/>
        </w:rPr>
        <w:t>члена постійної комісії – Зубову Жанну Олександрівну.</w:t>
      </w:r>
    </w:p>
    <w:p w:rsidR="00DF5CC0" w:rsidRPr="00C03222" w:rsidRDefault="00DF5CC0" w:rsidP="00DF5C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DF5CC0" w:rsidRPr="003A78DE" w:rsidRDefault="00DF5CC0" w:rsidP="00DF5C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DF5CC0" w:rsidRDefault="00DF5CC0" w:rsidP="00DF5C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DF5CC0" w:rsidRDefault="00DF5CC0" w:rsidP="00DF5C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DF5CC0" w:rsidRPr="003A78DE" w:rsidRDefault="00DF5CC0" w:rsidP="00DF5C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:rsidR="00DF5CC0" w:rsidRDefault="00DF5CC0" w:rsidP="00DF5CC0">
      <w:pPr>
        <w:rPr>
          <w:rFonts w:ascii="Times New Roman" w:hAnsi="Times New Roman" w:cs="Times New Roman"/>
          <w:sz w:val="24"/>
          <w:szCs w:val="24"/>
        </w:rPr>
      </w:pPr>
      <w:r w:rsidRPr="0026046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260461">
        <w:rPr>
          <w:rFonts w:ascii="Times New Roman" w:hAnsi="Times New Roman" w:cs="Times New Roman"/>
          <w:sz w:val="24"/>
          <w:szCs w:val="24"/>
        </w:rPr>
        <w:t>Валерій МИХАЛЮ</w:t>
      </w:r>
      <w:r>
        <w:rPr>
          <w:rFonts w:ascii="Times New Roman" w:hAnsi="Times New Roman" w:cs="Times New Roman"/>
          <w:sz w:val="24"/>
          <w:szCs w:val="24"/>
        </w:rPr>
        <w:t>К</w:t>
      </w:r>
    </w:p>
    <w:p w:rsidR="004503B1" w:rsidRDefault="004503B1">
      <w:bookmarkStart w:id="0" w:name="_GoBack"/>
      <w:bookmarkEnd w:id="0"/>
    </w:p>
    <w:sectPr w:rsidR="004503B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CC0"/>
    <w:rsid w:val="004503B1"/>
    <w:rsid w:val="00DF5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CC0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DF5CC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F5CC0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DF5CC0"/>
    <w:rPr>
      <w:rFonts w:ascii="Consolas" w:hAnsi="Consolas"/>
      <w:sz w:val="20"/>
      <w:szCs w:val="20"/>
      <w:lang w:val="uk-UA" w:eastAsia="uk-UA"/>
    </w:rPr>
  </w:style>
  <w:style w:type="paragraph" w:customStyle="1" w:styleId="Pro">
    <w:name w:val="Pro"/>
    <w:basedOn w:val="a"/>
    <w:uiPriority w:val="99"/>
    <w:rsid w:val="00DF5CC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CC0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DF5CC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F5CC0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DF5CC0"/>
    <w:rPr>
      <w:rFonts w:ascii="Consolas" w:hAnsi="Consolas"/>
      <w:sz w:val="20"/>
      <w:szCs w:val="20"/>
      <w:lang w:val="uk-UA" w:eastAsia="uk-UA"/>
    </w:rPr>
  </w:style>
  <w:style w:type="paragraph" w:customStyle="1" w:styleId="Pro">
    <w:name w:val="Pro"/>
    <w:basedOn w:val="a"/>
    <w:uiPriority w:val="99"/>
    <w:rsid w:val="00DF5CC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192</Words>
  <Characters>1096</Characters>
  <Application>Microsoft Office Word</Application>
  <DocSecurity>0</DocSecurity>
  <Lines>9</Lines>
  <Paragraphs>2</Paragraphs>
  <ScaleCrop>false</ScaleCrop>
  <Company>SPecialiST RePack</Company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2021-07-26T12:44:00Z</dcterms:created>
  <dcterms:modified xsi:type="dcterms:W3CDTF">2021-07-26T12:44:00Z</dcterms:modified>
</cp:coreProperties>
</file>