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927" w:rsidRDefault="00902927" w:rsidP="0090292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2927" w:rsidRDefault="00902927" w:rsidP="009029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02927" w:rsidRDefault="00902927" w:rsidP="009029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02927" w:rsidRDefault="00902927" w:rsidP="009029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2927" w:rsidRDefault="00902927" w:rsidP="009029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2927" w:rsidRDefault="00902927" w:rsidP="009029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2927" w:rsidRDefault="00902927" w:rsidP="009029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2927" w:rsidRDefault="00902927" w:rsidP="009029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02927" w:rsidRDefault="00902927" w:rsidP="0090292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02927" w:rsidRDefault="00902927" w:rsidP="009029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02927" w:rsidRDefault="00902927" w:rsidP="009029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02927" w:rsidRDefault="00902927" w:rsidP="009029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2927" w:rsidRDefault="00902927" w:rsidP="009029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02927" w:rsidRDefault="00902927" w:rsidP="009029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2927" w:rsidRDefault="00902927" w:rsidP="009029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02927" w:rsidRDefault="00902927" w:rsidP="009029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02927" w:rsidRPr="001C0261" w:rsidRDefault="00902927" w:rsidP="009029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№43</w:t>
      </w:r>
    </w:p>
    <w:p w:rsidR="00902927" w:rsidRPr="00C92EA5" w:rsidRDefault="00902927" w:rsidP="00902927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02927" w:rsidRPr="00C92EA5" w:rsidRDefault="00902927" w:rsidP="0090292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02927" w:rsidRPr="00C92EA5" w:rsidRDefault="00902927" w:rsidP="009029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902927" w:rsidRPr="00C92EA5" w:rsidRDefault="00902927" w:rsidP="009029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02927" w:rsidRPr="0040408C" w:rsidRDefault="00902927" w:rsidP="009029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О.Б.</w:t>
      </w:r>
    </w:p>
    <w:p w:rsidR="00902927" w:rsidRPr="00C92EA5" w:rsidRDefault="00902927" w:rsidP="009029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2927" w:rsidRPr="00C92EA5" w:rsidRDefault="00902927" w:rsidP="009029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902927" w:rsidRPr="001C0261" w:rsidRDefault="00902927" w:rsidP="009029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902927" w:rsidRDefault="00902927" w:rsidP="009029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Олега Борисовича,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90B41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власність,</w:t>
      </w:r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 xml:space="preserve">0,2200 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 </w:t>
      </w:r>
      <w:r w:rsidRPr="00A7261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6823984000:01:017:0018,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с. Крупець.</w:t>
      </w:r>
    </w:p>
    <w:p w:rsidR="00902927" w:rsidRPr="00C92EA5" w:rsidRDefault="00902927" w:rsidP="009029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902927" w:rsidRPr="00C92EA5" w:rsidRDefault="00902927" w:rsidP="009029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02927" w:rsidRPr="00C92EA5" w:rsidRDefault="00902927" w:rsidP="0090292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02927" w:rsidRPr="00C92EA5" w:rsidRDefault="00902927" w:rsidP="009029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67FD7" w:rsidRPr="00902927" w:rsidRDefault="00902927" w:rsidP="0090292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67FD7" w:rsidRPr="0090292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27"/>
    <w:rsid w:val="00171A2E"/>
    <w:rsid w:val="00304C90"/>
    <w:rsid w:val="00390B41"/>
    <w:rsid w:val="00505B6D"/>
    <w:rsid w:val="006D3977"/>
    <w:rsid w:val="007D6C18"/>
    <w:rsid w:val="00902927"/>
    <w:rsid w:val="00B67FD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190E"/>
  <w15:docId w15:val="{3560E774-1734-43C3-B4B6-B738B01C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92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0292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0292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0292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282</Words>
  <Characters>1612</Characters>
  <Application>Microsoft Office Word</Application>
  <DocSecurity>0</DocSecurity>
  <Lines>13</Lines>
  <Paragraphs>3</Paragraphs>
  <ScaleCrop>false</ScaleCrop>
  <Company>Microsoft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2021-04-28T11:43:00Z</dcterms:created>
  <dcterms:modified xsi:type="dcterms:W3CDTF">2021-04-28T13:05:00Z</dcterms:modified>
</cp:coreProperties>
</file>