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677" w:rsidRPr="00F2698F" w:rsidRDefault="00106677" w:rsidP="00106677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DD1CEC" wp14:editId="50AB66AF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257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25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FDD1CEC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" fillcolor="black" stroked="f"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" fillcolor="black" stroked="f"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106677" w:rsidRPr="00F2698F" w:rsidRDefault="00106677" w:rsidP="00106677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8F1AB5" wp14:editId="3F006CB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813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81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677" w:rsidRDefault="00106677" w:rsidP="001066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A8F1AB5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A82lMWqngAAHdZBAAOAAAAAAAA&#10;AAAAAAAAAC4CAABkcnMvZTJvRG9jLnhtbFBLAQItABQABgAIAAAAIQDfzpAw4gAAAA0BAAAPAAAA&#10;AAAAAAAAAAAAAAR7AABkcnMvZG93bnJldi54bWxQSwUGAAAAAAQABADzAAAAE3w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" fillcolor="black" stroked="f"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" fillcolor="black" stroked="f"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6677" w:rsidRDefault="00106677" w:rsidP="001066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06677" w:rsidRPr="00F2698F" w:rsidRDefault="00106677" w:rsidP="00106677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106677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Петровській Л.А., Петровській В.А.</w:t>
      </w:r>
    </w:p>
    <w:p w:rsidR="00106677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06677" w:rsidRPr="00F2698F" w:rsidRDefault="00106677" w:rsidP="00106677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Петровській Л.А., Петровській В.А.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 Петровській Любові  Анатоліївні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663CB">
        <w:rPr>
          <w:rFonts w:ascii="Times New Roman" w:eastAsia="Calibri" w:hAnsi="Times New Roman" w:cs="Times New Roman"/>
          <w:sz w:val="24"/>
          <w:lang w:eastAsia="en-US"/>
        </w:rPr>
        <w:t>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; Петровській  Вірі Анатоліївні,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663CB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вул.Незалежності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</w:t>
      </w:r>
      <w:r w:rsidRPr="00D7496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Петровській Л.А., Петровській В.А.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06677" w:rsidRPr="00F2698F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06677" w:rsidRPr="00F2698F" w:rsidRDefault="00106677" w:rsidP="0010667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6677" w:rsidRPr="00F2698F" w:rsidRDefault="00106677" w:rsidP="0010667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D1D62" w:rsidRPr="00106677" w:rsidRDefault="00106677" w:rsidP="001066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FD1D62" w:rsidRPr="001066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77"/>
    <w:rsid w:val="00106677"/>
    <w:rsid w:val="007663CB"/>
    <w:rsid w:val="00FD1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7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67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2021-06-22T07:33:00Z</dcterms:created>
  <dcterms:modified xsi:type="dcterms:W3CDTF">2021-06-22T12:51:00Z</dcterms:modified>
</cp:coreProperties>
</file>