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3CF" w:rsidRDefault="009623CF" w:rsidP="009623C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451" name="Группа 34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623CF" w:rsidRDefault="009623CF" w:rsidP="009623C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45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f7Jmld6AABAWQQADgAAAAAAAAAAAAAAAAAuAgAAZHJzL2Uyb0RvYy54bWxQSwEC&#10;LQAUAAYACAAAACEAsh1Mm+AAAAAKAQAADwAAAAAAAAAAAAAAAACxfAAAZHJzL2Rvd25yZXYueG1s&#10;UEsFBgAAAAAEAAQA8wAAAL5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4XHsYA&#10;AADdAAAADwAAAGRycy9kb3ducmV2LnhtbESPT2vCQBTE74V+h+UVvNVNk/6R6CqhaMlBkNh6f2Sf&#10;STD7NmTXJP32XUHocZiZ3zCrzWRaMVDvGssKXuYRCOLS6oYrBT/fu+cFCOeRNbaWScEvOdisHx9W&#10;mGo7ckHD0VciQNilqKD2vkuldGVNBt3cdsTBO9veoA+yr6TucQxw08o4it6lwYbDQo0dfdZUXo5X&#10;o8AmX/n+VMVFsuUPz9lhcT5Ne6VmT1O2BOFp8v/hezvXCpLXtxhub8IT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G4X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R2i8kA&#10;AADdAAAADwAAAGRycy9kb3ducmV2LnhtbESPQWsCMRSE74X+h/AKvUjNWlttt0YRYbXtoaAWen1s&#10;Xjfbbl6WJOrqrzdCocdhZr5hJrPONmJPPtSOFQz6GQji0umaKwWf2+LuCUSIyBobx6TgSAFm0+ur&#10;CebaHXhN+02sRIJwyFGBibHNpQylIYuh71ri5H07bzEm6SupPR4S3DbyPstG0mLNacFgSwtD5e9m&#10;ZxX8FB/mazE+LX3veU2nXvG+at5GSt3edPMXEJG6+B/+a79qBcOHxyFc3qQnIK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R2i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WMgMMA&#10;AADdAAAADwAAAGRycy9kb3ducmV2LnhtbESP3YrCMBCF74V9hzAL3sia7vqDVKOIrCLeFHUfYGjG&#10;pmwzKU209e2NIHh5OD8fZ7HqbCVu1PjSsYLvYQKCOHe65ELB33n7NQPhA7LGyjEpuJOH1fKjt8BU&#10;u5aPdDuFQsQR9ikqMCHUqZQ+N2TRD11NHL2LayyGKJtC6gbbOG4r+ZMkU2mx5EgwWNPGUP5/utoI&#10;yUaYHS7tebvrsMXfg+HB+qhU/7Nbz0EE6sI7/GrvtYLReDKG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WM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L8u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XCzK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L8u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u3bMQA&#10;AADdAAAADwAAAGRycy9kb3ducmV2LnhtbESP32rCMBTG7we+QziCN2Om2k1GNYqIHaM3ou4BDs2x&#10;KTYnpYlt9/bLYLDLj+/Pj2+zG20jeup87VjBYp6AIC6drrlS8HXNX95B+ICssXFMCr7Jw247edpg&#10;pt3AZ+ovoRJxhH2GCkwIbSalLw1Z9HPXEkfv5jqLIcqukrrDIY7bRi6TZCUt1hwJBls6GCrvl4eN&#10;kFOKp+I2XPOPEQc8Foaf92elZtNxvwYRaAz/4b/2p1aQvr6t4PdNf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bt2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zHV8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dzN5k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zHV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PzW8MA&#10;AADdAAAADwAAAGRycy9kb3ducmV2LnhtbERPW2vCMBR+F/Yfwhn4IjPd1DGqUeYgOJggXmCvh+bY&#10;FpuTkkRb//3yMPDx47svVr1txI18qB0reB1nIIgLZ2ouFZyO+uUDRIjIBhvHpOBOAVbLp8ECc+M6&#10;3tPtEEuRQjjkqKCKsc2lDEVFFsPYtcSJOztvMSboS2k8dincNvIty96lxZpTQ4UtfVVUXA5Xq2C9&#10;68qJHxXr3v2cN78zrY3eaqWGz/3nHESkPj7E/+5vo2AynaW56U16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PzW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cMhcQA&#10;AADdAAAADwAAAGRycy9kb3ducmV2LnhtbESP3WoCMRSE7wu+QziCdzXrL3ZrFFEWSumN2gc4bE43&#10;q5uTJYnr+vamUOjlMDPfMOttbxvRkQ+1YwWTcQaCuHS65krB97l4XYEIEVlj45gUPCjAdjN4WWOu&#10;3Z2P1J1iJRKEQ44KTIxtLmUoDVkMY9cSJ+/HeYsxSV9J7fGe4LaR0yxbSos1pwWDLe0NldfTzSoo&#10;Pqdf3fWmfeF2/dzSwlxWB6PUaNjv3kFE6uN/+K/9oRXM5os3+H2TnoD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HDI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k14MMA&#10;AADdAAAADwAAAGRycy9kb3ducmV2LnhtbERPW2vCMBR+F/YfwhnsRWY6b4xqlCmECRNkKuz10Bzb&#10;YnNSksx2/948DHz8+O7LdW8bcSMfascK3kYZCOLCmZpLBeeTfn0HESKywcYxKfijAOvV02CJuXEd&#10;f9PtGEuRQjjkqKCKsc2lDEVFFsPItcSJuzhvMSboS2k8dincNnKcZXNpsebUUGFL24qK6/HXKtgc&#10;unLih8Wmd1+Xz5+Z1kbvtVIvz/3HAkSkPj7E/+6dUTCZztP+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Wk14M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3KPsQA&#10;AADdAAAADwAAAGRycy9kb3ducmV2LnhtbESP3WoCMRSE7wt9h3AK3tWsPxXZGkWUBSneVH2Aw+a4&#10;2bo5WZK4rm/fCIKXw8x8wyxWvW1ERz7UjhWMhhkI4tLpmisFp2PxOQcRIrLGxjEpuFOA1fL9bYG5&#10;djf+pe4QK5EgHHJUYGJscylDachiGLqWOHln5y3GJH0ltcdbgttGjrNsJi3WnBYMtrQxVF4OV6ug&#10;+Bnvu8tV+8Kt+6mlL/M33xqlBh/9+htEpD6+ws/2TiuYTGcjeLxJT0A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dyj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pOb7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DKd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Ck5v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Ty6MUA&#10;AADdAAAADwAAAGRycy9kb3ducmV2LnhtbESPQWvCQBSE7wX/w/KE3upGI6GmriJKivTURtvzI/tM&#10;QrNvQ3YT47/vCkKPw8x8w6y3o2nEQJ2rLSuYzyIQxIXVNZcKzqfs5RWE88gaG8uk4EYOtpvJ0xpT&#10;ba/8RUPuSxEg7FJUUHnfplK6oiKDbmZb4uBdbGfQB9mVUnd4DXDTyEUUJdJgzWGhwpb2FRW/eW8U&#10;9MnP4syXD/2ZH27vq0O2c/K7VOp5Ou7eQHga/X/40T5qBfEyieH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1PLo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4Vm8cA&#10;AADdAAAADwAAAGRycy9kb3ducmV2LnhtbESPQWvCQBSE70L/w/IKvZlNNQRNXUUFofVQ0dpDb6/Z&#10;1ySafRuzW03/vSsIPQ4z8w0zmXWmFmdqXWVZwXMUgyDOra64ULD/WPVHIJxH1lhbJgV/5GA2fehN&#10;MNP2wls673whAoRdhgpK75tMSpeXZNBFtiEO3o9tDfog20LqFi8Bbmo5iONUGqw4LJTY0LKk/Lj7&#10;NQo+N6N0vFm8JYf1+zcOjT596SpV6umxm7+A8NT5//C9/aoVDJM0gd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eFZ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py88YA&#10;AADdAAAADwAAAGRycy9kb3ducmV2LnhtbESPQWvCQBSE74X+h+UVequbqg0hukqrqMVT1EKvj+wz&#10;Cc2+DdltEv31bqHgcZiZb5j5cjC16Kh1lWUFr6MIBHFudcWFgq/T5iUB4TyyxtoyKbiQg+Xi8WGO&#10;qbY9H6g7+kIECLsUFZTeN6mULi/JoBvZhjh4Z9sa9EG2hdQt9gFuajmOolgarDgslNjQqqT85/hr&#10;FFzjb8zcbvyxnmhPl2mytftsq9Tz0/A+A+Fp8Pfwf/tTK5hM4zf4exOegF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6py8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C/PMUA&#10;AADdAAAADwAAAGRycy9kb3ducmV2LnhtbESP0WrCQBRE34X+w3KFvulGm4Y2ukoRC32zRj/gkr1u&#10;gtm7Mbtq2q93BcHHYWbOMPNlbxtxoc7XjhVMxgkI4tLpmo2C/e579AHCB2SNjWNS8EcelouXwRxz&#10;7a68pUsRjIgQ9jkqqEJocyl9WZFFP3YtcfQOrrMYouyM1B1eI9w2cpokmbRYc1yosKVVReWxOFsF&#10;Jzd9132xxs1x/flbG5Oe/repUq/D/msGIlAfnuFH+0creEuzD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L8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2Qz8UA&#10;AADdAAAADwAAAGRycy9kb3ducmV2LnhtbESPwW7CMBBE70j8g7VIvYEDtAHSOKitVIkrlAPHxV6S&#10;lHgdYhfSfn1dCanH0cy80eTr3jbiSp2vHSuYThIQxNqZmksF+4/38RKED8gGG8ek4Js8rIvhIMfM&#10;uBtv6boLpYgQ9hkqqEJoMym9rsiin7iWOHon11kMUXalNB3eItw2cpYkqbRYc1yosKW3ivR592UV&#10;bOojPaX6tLLLV709/FzCfPFplHoY9S/PIAL14T98b2+MgvljuoC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zZD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v3ScYA&#10;AADdAAAADwAAAGRycy9kb3ducmV2LnhtbESPQWvCQBCF7wX/wzKCt7rRFmlTV6mFQkutUBW9Dtlp&#10;NpidDdk1xn/vHAo9zsyb9943X/a+Vh21sQpsYDLOQBEXwVZcGtjv3u+fQMWEbLEOTAauFGG5GNzN&#10;Mbfhwj/UbVOpxIRjjgZcSk2udSwceYzj0BDL7Te0HpOMbaltixcx97WeZtlMe6xYEhw29OaoOG3P&#10;3kCHm2t2dKvv589qXUw3q8OXlb0ZDfvXF1CJ+vQv/vv+sAYeHmdSV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Vv3S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zsssUA&#10;AADdAAAADwAAAGRycy9kb3ducmV2LnhtbESPQUvDQBSE74L/YXmCN7sxSqmx21IKFY+a9uDxmX3N&#10;pmbfC7trE/31riB4HGbmG2a5nnyvzhRiJ2zgdlaAIm7EdtwaOOx3NwtQMSFb7IXJwBdFWK8uL5ZY&#10;WRn5lc51alWGcKzQgEtpqLSOjSOPcSYDcfaOEjymLEOrbcAxw32vy6KYa48d5wWHA20dNR/1pzcw&#10;PjXvp/L4Zt13GGRXv8ip7MWY66tp8wgq0ZT+w3/tZ2vg7n7+AL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LOy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VcMA&#10;AADdAAAADwAAAGRycy9kb3ducmV2LnhtbERPy2oCMRTdF/yHcAV3NaOVKqNRrA8oohRtu79OrjOj&#10;yc0wiTr+fbMouDyc92TWWCNuVPvSsYJeNwFBnDldcq7g53v9OgLhA7JG45gUPMjDbNp6mWCq3Z33&#10;dDuEXMQQ9ikqKEKoUil9VpBF33UVceROrrYYIqxzqWu8x3BrZD9J3qXFkmNDgRUtCsouh6tVsP5a&#10;mnN/t5//yrBYDY9mtPlYbpXqtJv5GESgJjzF/+5PreBtMIz745v4BOT0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aSVV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/9d8YA&#10;AADdAAAADwAAAGRycy9kb3ducmV2LnhtbESPQWvCQBSE74L/YXmCl1I31loluooURAUFawWvz+wz&#10;CWbfhuwa4793CwWPw8x8w0znjSlETZXLLSvo9yIQxInVOacKjr/L9zEI55E1FpZJwYMczGft1hRj&#10;be/8Q/XBpyJA2MWoIPO+jKV0SUYGXc+WxMG72MqgD7JKpa7wHuCmkB9R9CUN5hwWMizpO6PkergZ&#10;BfV+e07XtSs31/GbGw7Oq9VOn5TqdprFBISnxr/C/+21VjD4HPXh7014AnL2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/9d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623CF" w:rsidRDefault="009623CF" w:rsidP="009623C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wfyc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+g5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PB/JyAAAAN0AAAAPAAAAAAAAAAAAAAAAAJgCAABk&#10;cnMvZG93bnJldi54bWxQSwUGAAAAAAQABAD1AAAAjQMAAAAA&#10;" fillcolor="black" stroked="f">
                  <v:textbox>
                    <w:txbxContent>
                      <w:p w:rsidR="009623CF" w:rsidRDefault="009623CF" w:rsidP="009623C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l5XMgA&#10;AADdAAAADwAAAGRycy9kb3ducmV2LnhtbESPT2sCMRTE74V+h/AKvdVs1VpZjVKrQqH24J9Dj6+b&#10;527Yzcuyibr66U1B8DjMzG+Y8bS1lThS441jBa+dBARx5rThXMFuu3wZgvABWWPlmBScycN08vgw&#10;xlS7E6/puAm5iBD2KSooQqhTKX1WkEXfcTVx9PausRiibHKpGzxFuK1kN0kG0qLhuFBgTZ8FZeXm&#10;YBX8fg/McG2o+7e6zBZ69VbOfualUs9P7ccIRKA23MO39pdW0Ou/9+D/TXw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WXlc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XfncYA&#10;AADdAAAADwAAAGRycy9kb3ducmV2LnhtbESPT2sCMRTE7wW/Q3iCN836Bytbo4iltBcPtS29Pjav&#10;m+1uXtYk6uqnNwWhx2FmfsMs151txIl8qBwrGI8yEMSF0xWXCj4/XoYLECEia2wck4ILBViveg9L&#10;zLU78zud9rEUCcIhRwUmxjaXMhSGLIaRa4mT9+O8xZikL6X2eE5w28hJls2lxYrTgsGWtoaKen+0&#10;Cvzm+7m+8vGrzq67S3j97Q4LNEoN+t3mCUSkLv6H7+03rWA6e5zB35v0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1Xfn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3ftMYA&#10;AADdAAAADwAAAGRycy9kb3ducmV2LnhtbESP3WoCMRSE7wu+QziCN6Vma3+sW6MUQSgogtYHON0c&#10;d5cmJ8vmqGufvhGEXg4z8w0znXfeqRO1sQ5s4HGYgSIugq25NLD/Wj68gYqCbNEFJgMXijCf9e6m&#10;mNtw5i2ddlKqBOGYo4FKpMm1jkVFHuMwNMTJO4TWoyTZltq2eE5w7/Qoy161x5rTQoUNLSoqfnZH&#10;b8CNvt1kNY5ruez1Ovv1sr3fWGMG/e7jHZRQJ//hW/vTGnh6Hr/A9U16An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3ft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NOh8YA&#10;AADdAAAADwAAAGRycy9kb3ducmV2LnhtbESPQWsCMRSE70L/Q3iF3jSrFSurUdqKsJceulW8PjfP&#10;zWLysmxSXfvrm0LB4zAz3zDLde+suFAXGs8KxqMMBHHldcO1gt3XdjgHESKyRuuZFNwowHr1MFhi&#10;rv2VP+lSxlokCIccFZgY21zKUBlyGEa+JU7eyXcOY5JdLXWH1wR3Vk6ybCYdNpwWDLb0bqg6l99O&#10;waZs7WRXmLdw2H8cj7b42dJho9TTY/+6ABGpj/fwf7vQCp6nLz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NOh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ikrcQA&#10;AADdAAAADwAAAGRycy9kb3ducmV2LnhtbESPzYvCMBTE74L/Q3gLe9NkP7BSjSLLCsKe/Dp4eyTP&#10;trvNS2mytv73RhA8DjPzG2a+7F0tLtSGyrOGt7ECQWy8rbjQcNivR1MQISJbrD2ThisFWC6Ggznm&#10;1ne8pcsuFiJBOOSooYyxyaUMpiSHYewb4uSdfeswJtkW0rbYJbir5btSE+mw4rRQYkNfJZm/3b/T&#10;8LuWP94oNMfDsdvY7PQ9oVpp/frSr2YgIvXxGX60N1bDx2eWwf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IpK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6S8cIA&#10;AADdAAAADwAAAGRycy9kb3ducmV2LnhtbERPy4rCMBTdC/5DuII7TUcHlY5RnAFhGHHhA3F5ba5t&#10;aXNTkqidvzcLweXhvOfL1tTiTs6XlhV8DBMQxJnVJecKjof1YAbCB2SNtWVS8E8elotuZ46ptg/e&#10;0X0fchFD2KeooAihSaX0WUEG/dA2xJG7WmcwROhyqR0+Yrip5ShJJtJgybGhwIZ+Csqq/c0oON82&#10;fN2O/1buO5xse/DV6DKrlOr32tUXiEBteItf7l+tYPw5jXPjm/gE5OI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TpLx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623CF" w:rsidRDefault="009623CF" w:rsidP="009623C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iNuMgA&#10;AADdAAAADwAAAGRycy9kb3ducmV2LnhtbESPT2sCMRTE74LfITyhN83WWv+sRqlCwUtBrQe9PTev&#10;u4ubl20Sde2nbwpCj8PM/IaZLRpTiSs5X1pW8NxLQBBnVpecK9h/vnfHIHxA1lhZJgV38rCYt1sz&#10;TLW98Zauu5CLCGGfooIihDqV0mcFGfQ9WxNH78s6gyFKl0vt8BbhppL9JBlKgyXHhQJrWhWUnXcX&#10;o2A5GS+/NwP++NmejnQ8nM6vfZco9dRp3qYgAjXhP/xor7WCl8FoAn9v4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mI24yAAAAN0AAAAPAAAAAAAAAAAAAAAAAJgCAABk&#10;cnMvZG93bnJldi54bWxQSwUGAAAAAAQABAD1AAAAjQMAAAAA&#10;" fillcolor="black" stroked="f">
                  <v:textbox>
                    <w:txbxContent>
                      <w:p w:rsidR="009623CF" w:rsidRDefault="009623CF" w:rsidP="009623C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uuA8IA&#10;AADdAAAADwAAAGRycy9kb3ducmV2LnhtbERPyWrDMBC9F/IPYgK9NXKaUoIbJZhAaOjJ2eh1Yk0t&#10;U2tkJEVx/746FHp8vH21GW0vEvnQOVYwnxUgiBunO24VnE+7pyWIEJE19o5JwQ8F2KwnDysstbvz&#10;gdIxtiKHcChRgYlxKKUMjSGLYeYG4sx9OW8xZuhbqT3ec7jt5XNRvEqLHecGgwNtDTXfx5tVkK7b&#10;ulqkz2QOH75qvavfL9daqcfpWL2BiDTGf/Gfe68VLF6W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C64D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623CF" w:rsidRDefault="009623CF" w:rsidP="009623C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DrascA&#10;AADdAAAADwAAAGRycy9kb3ducmV2LnhtbESPQUvDQBSE74X+h+UVvLWbVCk1zaZIqaJeqmlBj4/s&#10;azaYfRuyaxr99a4geBxm5hsm3462FQP1vnGsIF0kIIgrpxuuFZyO9/M1CB+QNbaOScEXedgW00mO&#10;mXYXfqWhDLWIEPYZKjAhdJmUvjJk0S9cRxy9s+sthij7WuoeLxFuW7lMkpW02HBcMNjRzlD1UX5a&#10;BT7d7d+e7fft8P5g+FA+mdVLbZS6mo13GxCBxvAf/ms/agXXN+sUft/EJy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A62r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623CF" w:rsidRDefault="009623CF" w:rsidP="009623C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623CF" w:rsidRDefault="009623CF" w:rsidP="009623C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623CF" w:rsidRDefault="009623CF" w:rsidP="009623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</w:t>
      </w:r>
    </w:p>
    <w:p w:rsidR="009623CF" w:rsidRPr="00DC5633" w:rsidRDefault="009623CF" w:rsidP="009623C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623CF" w:rsidRDefault="009623CF" w:rsidP="00962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керуючого справами </w:t>
      </w:r>
    </w:p>
    <w:p w:rsidR="009623CF" w:rsidRDefault="009623CF" w:rsidP="00962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(секретаря) виконавчого комітету сільської ради</w:t>
      </w:r>
    </w:p>
    <w:p w:rsidR="009623CF" w:rsidRDefault="009623CF" w:rsidP="009623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623CF" w:rsidRPr="00380064" w:rsidRDefault="009623CF" w:rsidP="009623C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еруючись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статтею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пунктом 3 частини 1 статті 26 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Закону України «Про місцеве самоврядування в Україні»,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абзацом 4</w:t>
      </w:r>
      <w:r w:rsidRPr="00F3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частини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3B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статті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 Закону України «Про службу в органах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місцевого самоврядування» та р</w:t>
      </w:r>
      <w:r w:rsidRPr="00925B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озглянувши пропозицію сільського голови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Валерія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Михалюка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</w:t>
      </w:r>
      <w:r w:rsidRPr="00796384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ab/>
      </w:r>
    </w:p>
    <w:p w:rsidR="009623CF" w:rsidRPr="00F02A17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ВИРІШИЛА:</w:t>
      </w:r>
    </w:p>
    <w:p w:rsidR="009623CF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Затвердити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ЗУБОВУ Жанну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Олександрівну на посаду керуючого справами (секретаря) викон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авчого комітету сільської ради VIII скликання з 14.07.2021 року.</w:t>
      </w:r>
    </w:p>
    <w:p w:rsidR="009623CF" w:rsidRPr="00BC0993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2.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Взяти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ідома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що Зубовій Ж.О. присвоєний 12 ранг посадової особи місцевого самоврядування.</w:t>
      </w:r>
    </w:p>
    <w:p w:rsidR="009623CF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3</w:t>
      </w:r>
      <w:r w:rsidRPr="00F02A17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Контроль за виконанням цього рішення покласти на сільського голову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Валер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іяМихалюка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623CF" w:rsidRPr="008B65C5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CF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CF" w:rsidRPr="008B65C5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623CF" w:rsidRDefault="009623CF" w:rsidP="009623C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</w:t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B65C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Валерій МИХАЛЮК</w:t>
      </w:r>
    </w:p>
    <w:p w:rsidR="000E00C9" w:rsidRDefault="000E00C9">
      <w:bookmarkStart w:id="0" w:name="_GoBack"/>
      <w:bookmarkEnd w:id="0"/>
    </w:p>
    <w:sectPr w:rsidR="000E00C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3CF"/>
    <w:rsid w:val="000E00C9"/>
    <w:rsid w:val="009623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623C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623C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623C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3C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623C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623C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623C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158</Words>
  <Characters>904</Characters>
  <Application>Microsoft Office Word</Application>
  <DocSecurity>0</DocSecurity>
  <Lines>7</Lines>
  <Paragraphs>2</Paragraphs>
  <ScaleCrop>false</ScaleCrop>
  <Company>SPecialiST RePack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2021-07-07T07:19:00Z</dcterms:created>
  <dcterms:modified xsi:type="dcterms:W3CDTF">2021-07-07T07:19:00Z</dcterms:modified>
</cp:coreProperties>
</file>