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F8A" w:rsidRDefault="00383F8A" w:rsidP="00383F8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383F8A" w:rsidRDefault="00383F8A" w:rsidP="00383F8A"/>
    <w:p w:rsidR="00383F8A" w:rsidRDefault="00383F8A" w:rsidP="00383F8A"/>
    <w:p w:rsidR="00383F8A" w:rsidRDefault="00383F8A" w:rsidP="00383F8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383F8A" w:rsidRDefault="00383F8A" w:rsidP="00383F8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383F8A" w:rsidRDefault="00383F8A" w:rsidP="00383F8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83F8A" w:rsidRDefault="00383F8A" w:rsidP="00383F8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83F8A" w:rsidRDefault="00383F8A" w:rsidP="00383F8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83F8A" w:rsidRDefault="00383F8A" w:rsidP="00383F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383F8A" w:rsidRDefault="00383F8A" w:rsidP="00383F8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3F8A" w:rsidRDefault="00383F8A" w:rsidP="00383F8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383F8A" w:rsidRPr="0063686B" w:rsidRDefault="00383F8A" w:rsidP="00383F8A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№__</w:t>
      </w:r>
    </w:p>
    <w:p w:rsidR="00383F8A" w:rsidRPr="00814CCA" w:rsidRDefault="00383F8A" w:rsidP="00383F8A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83F8A" w:rsidRPr="00814CCA" w:rsidRDefault="00383F8A" w:rsidP="00383F8A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4CCA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814CCA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814CCA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383F8A" w:rsidRPr="00814CCA" w:rsidRDefault="00383F8A" w:rsidP="00383F8A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83F8A" w:rsidRPr="00814CCA" w:rsidRDefault="00383F8A" w:rsidP="00383F8A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4CCA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383F8A" w:rsidRPr="00814CCA" w:rsidRDefault="00383F8A" w:rsidP="00383F8A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4CCA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814CCA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814CCA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Шемчук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Л.В.</w:t>
      </w:r>
    </w:p>
    <w:p w:rsidR="00383F8A" w:rsidRPr="00814CCA" w:rsidRDefault="00383F8A" w:rsidP="00383F8A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83F8A" w:rsidRPr="00814CCA" w:rsidRDefault="00383F8A" w:rsidP="00383F8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4CCA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814CCA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Шемчук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Л.В..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рада </w:t>
      </w:r>
      <w:proofErr w:type="gramEnd"/>
    </w:p>
    <w:p w:rsidR="00383F8A" w:rsidRPr="00814CCA" w:rsidRDefault="00383F8A" w:rsidP="00383F8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4CCA">
        <w:rPr>
          <w:rFonts w:ascii="Times New Roman" w:hAnsi="Times New Roman" w:cs="Times New Roman"/>
          <w:sz w:val="24"/>
          <w:szCs w:val="24"/>
        </w:rPr>
        <w:t>ВИРІШИЛА:</w:t>
      </w:r>
    </w:p>
    <w:p w:rsidR="00383F8A" w:rsidRPr="00814CCA" w:rsidRDefault="00383F8A" w:rsidP="00383F8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14CCA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Шемчук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Любові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Володимирівні</w:t>
      </w:r>
      <w:proofErr w:type="spellEnd"/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 w:rsidRPr="00814CCA">
        <w:rPr>
          <w:rFonts w:ascii="Times New Roman" w:hAnsi="Times New Roman" w:cs="Times New Roman"/>
          <w:sz w:val="24"/>
          <w:szCs w:val="24"/>
        </w:rPr>
        <w:t xml:space="preserve">яка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>:</w:t>
      </w:r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610C79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</w:t>
      </w:r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 w:rsidRPr="00814CC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610C79">
        <w:rPr>
          <w:rFonts w:ascii="Times New Roman" w:hAnsi="Times New Roman" w:cs="Times New Roman"/>
          <w:sz w:val="24"/>
          <w:szCs w:val="24"/>
          <w:lang w:val="en-US"/>
        </w:rPr>
        <w:t>__________</w:t>
      </w:r>
      <w:bookmarkStart w:id="0" w:name="_GoBack"/>
      <w:bookmarkEnd w:id="0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технічну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0,4586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4CCA">
        <w:rPr>
          <w:rFonts w:ascii="Times New Roman" w:hAnsi="Times New Roman" w:cs="Times New Roman"/>
          <w:sz w:val="24"/>
          <w:szCs w:val="24"/>
        </w:rPr>
        <w:t>га, (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номер: 6823986800:02:013:0029), для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814CCA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14CCA">
        <w:rPr>
          <w:rFonts w:ascii="Times New Roman" w:hAnsi="Times New Roman" w:cs="Times New Roman"/>
          <w:sz w:val="24"/>
          <w:szCs w:val="24"/>
        </w:rPr>
        <w:t>олом’є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>.</w:t>
      </w:r>
      <w:r w:rsidRPr="00814CCA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383F8A" w:rsidRPr="00814CCA" w:rsidRDefault="00383F8A" w:rsidP="00383F8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4CCA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Pr="00814CCA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Шемчук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Л.В.,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383F8A" w:rsidRPr="00814CCA" w:rsidRDefault="00383F8A" w:rsidP="00383F8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4CCA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14CC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14CC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383F8A" w:rsidRPr="00814CCA" w:rsidRDefault="00383F8A" w:rsidP="00383F8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83F8A" w:rsidRPr="00814CCA" w:rsidRDefault="00383F8A" w:rsidP="00383F8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3F8A" w:rsidRPr="00814CCA" w:rsidRDefault="00383F8A" w:rsidP="00383F8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3F8A" w:rsidRPr="00814CCA" w:rsidRDefault="00383F8A" w:rsidP="00383F8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3F8A" w:rsidRPr="00814CCA" w:rsidRDefault="00383F8A" w:rsidP="00383F8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0AAE" w:rsidRPr="00383F8A" w:rsidRDefault="00383F8A" w:rsidP="00383F8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B0AAE" w:rsidRPr="00383F8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F8A"/>
    <w:rsid w:val="00171A2E"/>
    <w:rsid w:val="00304C90"/>
    <w:rsid w:val="00383F8A"/>
    <w:rsid w:val="003B0AAE"/>
    <w:rsid w:val="00505B6D"/>
    <w:rsid w:val="00610C79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8</TotalTime>
  <Pages>1</Pages>
  <Words>250</Words>
  <Characters>1431</Characters>
  <Application>Microsoft Office Word</Application>
  <DocSecurity>0</DocSecurity>
  <Lines>11</Lines>
  <Paragraphs>3</Paragraphs>
  <ScaleCrop>false</ScaleCrop>
  <Company>Microsoft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2020-05-21T16:55:00Z</dcterms:created>
  <dcterms:modified xsi:type="dcterms:W3CDTF">2020-05-21T17:53:00Z</dcterms:modified>
</cp:coreProperties>
</file>