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4ED1" w:rsidRPr="008D31FA" w:rsidRDefault="00AD4ED1" w:rsidP="00AD4ED1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4ED1" w:rsidRDefault="00AD4ED1" w:rsidP="00AD4E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4ED1" w:rsidRDefault="00AD4ED1" w:rsidP="00AD4E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D4ED1" w:rsidRPr="000A4F3E" w:rsidRDefault="00AD4ED1" w:rsidP="00AD4ED1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4ED1" w:rsidRPr="000A4F3E" w:rsidRDefault="00AD4ED1" w:rsidP="00AD4ED1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D4ED1" w:rsidRPr="000A4F3E" w:rsidRDefault="00AD4ED1" w:rsidP="00AD4ED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4ED1" w:rsidRDefault="00AD4ED1" w:rsidP="00AD4ED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№40</w:t>
      </w:r>
    </w:p>
    <w:p w:rsidR="00AD4ED1" w:rsidRDefault="00AD4ED1" w:rsidP="00AD4ED1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4ED1" w:rsidRPr="00CA5B65" w:rsidRDefault="00AD4ED1" w:rsidP="00AD4ED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AD4ED1" w:rsidRPr="00CA5B65" w:rsidRDefault="00AD4ED1" w:rsidP="00AD4ED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AD4ED1" w:rsidRPr="00CA5B65" w:rsidRDefault="00AD4ED1" w:rsidP="00AD4ED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AD4ED1" w:rsidRPr="00CA5B65" w:rsidRDefault="00AD4ED1" w:rsidP="00AD4ED1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Ломачинському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М.С.</w:t>
      </w:r>
    </w:p>
    <w:p w:rsidR="00AD4ED1" w:rsidRPr="00CA5B65" w:rsidRDefault="00AD4ED1" w:rsidP="00AD4ED1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AD4ED1" w:rsidRPr="00CA5B65" w:rsidRDefault="00AD4ED1" w:rsidP="00AD4ED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Ломачинського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М.С.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AD4ED1" w:rsidRPr="00CA5B65" w:rsidRDefault="00AD4ED1" w:rsidP="00AD4ED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AD4ED1" w:rsidRPr="00CA5B65" w:rsidRDefault="00AD4ED1" w:rsidP="00AD4ED1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proofErr w:type="gram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Ломачинському</w:t>
      </w:r>
      <w:proofErr w:type="spellEnd"/>
      <w:r>
        <w:rPr>
          <w:rFonts w:ascii="Times New Roman" w:eastAsia="Times New Roman" w:hAnsi="Times New Roman"/>
          <w:sz w:val="24"/>
        </w:rPr>
        <w:t xml:space="preserve"> Максиму </w:t>
      </w:r>
      <w:proofErr w:type="spellStart"/>
      <w:r>
        <w:rPr>
          <w:rFonts w:ascii="Times New Roman" w:eastAsia="Times New Roman" w:hAnsi="Times New Roman"/>
          <w:sz w:val="24"/>
        </w:rPr>
        <w:t>Сергійовичу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>
        <w:rPr>
          <w:rFonts w:ascii="Times New Roman" w:eastAsia="Times New Roman" w:hAnsi="Times New Roman"/>
          <w:sz w:val="24"/>
        </w:rPr>
        <w:t>який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ий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F64164">
        <w:rPr>
          <w:rFonts w:ascii="Times New Roman" w:eastAsia="Times New Roman" w:hAnsi="Times New Roman"/>
          <w:sz w:val="24"/>
          <w:lang w:val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0,2500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будівництва</w:t>
      </w:r>
      <w:proofErr w:type="spellEnd"/>
      <w:r>
        <w:rPr>
          <w:rFonts w:ascii="Times New Roman" w:eastAsia="Times New Roman" w:hAnsi="Times New Roman"/>
          <w:sz w:val="24"/>
        </w:rPr>
        <w:t xml:space="preserve"> та </w:t>
      </w:r>
      <w:proofErr w:type="spellStart"/>
      <w:r>
        <w:rPr>
          <w:rFonts w:ascii="Times New Roman" w:eastAsia="Times New Roman" w:hAnsi="Times New Roman"/>
          <w:sz w:val="24"/>
        </w:rPr>
        <w:t>обслуговування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житлового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будинку</w:t>
      </w:r>
      <w:proofErr w:type="spellEnd"/>
      <w:r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господарських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будівель</w:t>
      </w:r>
      <w:proofErr w:type="spellEnd"/>
      <w:r>
        <w:rPr>
          <w:rFonts w:ascii="Times New Roman" w:eastAsia="Times New Roman" w:hAnsi="Times New Roman"/>
          <w:sz w:val="24"/>
        </w:rPr>
        <w:t xml:space="preserve"> і </w:t>
      </w:r>
      <w:proofErr w:type="spellStart"/>
      <w:r>
        <w:rPr>
          <w:rFonts w:ascii="Times New Roman" w:eastAsia="Times New Roman" w:hAnsi="Times New Roman"/>
          <w:sz w:val="24"/>
        </w:rPr>
        <w:t>споруд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в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Крупець</w:t>
      </w:r>
      <w:proofErr w:type="spellEnd"/>
      <w:r>
        <w:rPr>
          <w:rFonts w:ascii="Times New Roman" w:eastAsia="Times New Roman" w:hAnsi="Times New Roman"/>
          <w:sz w:val="24"/>
        </w:rPr>
        <w:t xml:space="preserve"> по </w:t>
      </w:r>
      <w:proofErr w:type="spellStart"/>
      <w:r>
        <w:rPr>
          <w:rFonts w:ascii="Times New Roman" w:eastAsia="Times New Roman" w:hAnsi="Times New Roman"/>
          <w:sz w:val="24"/>
        </w:rPr>
        <w:t>вулиці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Ватутіна</w:t>
      </w:r>
      <w:proofErr w:type="spellEnd"/>
      <w:r>
        <w:rPr>
          <w:rFonts w:ascii="Times New Roman" w:eastAsia="Times New Roman" w:hAnsi="Times New Roman"/>
          <w:sz w:val="24"/>
        </w:rPr>
        <w:t>.</w:t>
      </w:r>
      <w:proofErr w:type="gramEnd"/>
    </w:p>
    <w:p w:rsidR="00AD4ED1" w:rsidRPr="00DC5C5B" w:rsidRDefault="00AD4ED1" w:rsidP="00AD4ED1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Ломачинському</w:t>
      </w:r>
      <w:proofErr w:type="spellEnd"/>
      <w:r>
        <w:rPr>
          <w:rFonts w:ascii="Times New Roman" w:eastAsia="Times New Roman" w:hAnsi="Times New Roman"/>
          <w:sz w:val="24"/>
        </w:rPr>
        <w:t xml:space="preserve"> М.С.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AD4ED1" w:rsidRPr="00CA5B65" w:rsidRDefault="00AD4ED1" w:rsidP="00AD4ED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D4ED1" w:rsidRPr="00CA5B65" w:rsidRDefault="00AD4ED1" w:rsidP="00AD4ED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D4ED1" w:rsidRPr="00CA5B65" w:rsidRDefault="00AD4ED1" w:rsidP="00AD4ED1">
      <w:pPr>
        <w:tabs>
          <w:tab w:val="left" w:pos="2160"/>
        </w:tabs>
        <w:spacing w:after="0" w:line="240" w:lineRule="auto"/>
        <w:jc w:val="both"/>
        <w:rPr>
          <w:rFonts w:ascii="Times New Roman" w:eastAsia="Times New Roman" w:hAnsi="Times New Roman"/>
          <w:sz w:val="24"/>
        </w:rPr>
      </w:pPr>
    </w:p>
    <w:p w:rsidR="00AD4ED1" w:rsidRPr="00AD4ED1" w:rsidRDefault="00AD4ED1" w:rsidP="00AD4ED1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66473B" w:rsidRPr="00AD4ED1" w:rsidRDefault="00AD4ED1" w:rsidP="00AD4ED1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66473B" w:rsidRPr="00AD4E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4ED1"/>
    <w:rsid w:val="00171A2E"/>
    <w:rsid w:val="00304C90"/>
    <w:rsid w:val="00505B6D"/>
    <w:rsid w:val="0066473B"/>
    <w:rsid w:val="006D3977"/>
    <w:rsid w:val="007D6C18"/>
    <w:rsid w:val="00AD4ED1"/>
    <w:rsid w:val="00D1641A"/>
    <w:rsid w:val="00F641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D4ED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D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D4ED1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D4ED1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D4ED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D4ED1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2020-09-01T13:57:00Z</dcterms:created>
  <dcterms:modified xsi:type="dcterms:W3CDTF">2020-09-01T15:35:00Z</dcterms:modified>
</cp:coreProperties>
</file>