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141" w:rsidRPr="004102D1" w:rsidRDefault="005A4141" w:rsidP="005A414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141" w:rsidRDefault="005A4141" w:rsidP="005A41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4141" w:rsidRDefault="005A4141" w:rsidP="005A41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A4141" w:rsidRPr="000A4F3E" w:rsidRDefault="005A4141" w:rsidP="005A414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141" w:rsidRPr="000A4F3E" w:rsidRDefault="005A4141" w:rsidP="005A414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A4141" w:rsidRPr="000A4F3E" w:rsidRDefault="005A4141" w:rsidP="005A414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A4141" w:rsidRPr="008D4DE8" w:rsidRDefault="005A4141" w:rsidP="005A414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  <w:r>
        <w:rPr>
          <w:rFonts w:ascii="Times New Roman" w:hAnsi="Times New Roman"/>
        </w:rPr>
        <w:t xml:space="preserve"> </w:t>
      </w:r>
    </w:p>
    <w:p w:rsidR="005A4141" w:rsidRPr="004102D1" w:rsidRDefault="005A4141" w:rsidP="005A4141">
      <w:pPr>
        <w:pStyle w:val="HTML0"/>
        <w:spacing w:line="276" w:lineRule="auto"/>
        <w:rPr>
          <w:rFonts w:ascii="Times New Roman" w:hAnsi="Times New Roman"/>
        </w:rPr>
      </w:pPr>
    </w:p>
    <w:p w:rsidR="005A4141" w:rsidRPr="00D02183" w:rsidRDefault="005A4141" w:rsidP="005A4141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5A4141" w:rsidRPr="00D02183" w:rsidRDefault="005A4141" w:rsidP="005A4141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5A4141" w:rsidRPr="00D02183" w:rsidRDefault="005A4141" w:rsidP="005A414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5A4141" w:rsidRPr="00D02183" w:rsidRDefault="005A4141" w:rsidP="005A414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5A4141" w:rsidRPr="00D02183" w:rsidRDefault="005A4141" w:rsidP="005A4141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>Захарчуку О.М.</w:t>
      </w:r>
    </w:p>
    <w:p w:rsidR="005A4141" w:rsidRPr="00D02183" w:rsidRDefault="005A4141" w:rsidP="005A4141">
      <w:pPr>
        <w:spacing w:after="0"/>
        <w:rPr>
          <w:rFonts w:ascii="Times New Roman" w:hAnsi="Times New Roman"/>
          <w:b/>
          <w:sz w:val="24"/>
        </w:rPr>
      </w:pPr>
    </w:p>
    <w:p w:rsidR="005A4141" w:rsidRPr="00D02183" w:rsidRDefault="005A4141" w:rsidP="005A414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  Захарчука О.М.,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5A4141" w:rsidRPr="00D02183" w:rsidRDefault="005A4141" w:rsidP="005A414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5A4141" w:rsidRPr="00D02183" w:rsidRDefault="005A4141" w:rsidP="005A414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Захарчуку </w:t>
      </w:r>
      <w:proofErr w:type="spellStart"/>
      <w:r w:rsidRPr="00D02183">
        <w:rPr>
          <w:rFonts w:ascii="Times New Roman" w:hAnsi="Times New Roman"/>
          <w:sz w:val="24"/>
        </w:rPr>
        <w:t>Олександру</w:t>
      </w:r>
      <w:proofErr w:type="spellEnd"/>
      <w:r w:rsidRPr="00D02183">
        <w:rPr>
          <w:rFonts w:ascii="Times New Roman" w:hAnsi="Times New Roman"/>
          <w:sz w:val="24"/>
        </w:rPr>
        <w:t xml:space="preserve"> Михайловичу, </w:t>
      </w:r>
      <w:proofErr w:type="spellStart"/>
      <w:r w:rsidRPr="00D02183">
        <w:rPr>
          <w:rFonts w:ascii="Times New Roman" w:hAnsi="Times New Roman"/>
          <w:sz w:val="24"/>
        </w:rPr>
        <w:t>який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зареєстрований</w:t>
      </w:r>
      <w:proofErr w:type="spellEnd"/>
      <w:r w:rsidRPr="00D02183">
        <w:rPr>
          <w:rFonts w:ascii="Times New Roman" w:hAnsi="Times New Roman"/>
          <w:sz w:val="24"/>
        </w:rPr>
        <w:t xml:space="preserve"> за </w:t>
      </w:r>
      <w:proofErr w:type="spellStart"/>
      <w:r w:rsidRPr="00D02183">
        <w:rPr>
          <w:rFonts w:ascii="Times New Roman" w:hAnsi="Times New Roman"/>
          <w:sz w:val="24"/>
        </w:rPr>
        <w:t>адресою</w:t>
      </w:r>
      <w:proofErr w:type="spellEnd"/>
      <w:r w:rsidRPr="00D02183">
        <w:rPr>
          <w:rFonts w:ascii="Times New Roman" w:hAnsi="Times New Roman"/>
          <w:sz w:val="24"/>
        </w:rPr>
        <w:t xml:space="preserve">: </w:t>
      </w:r>
      <w:r w:rsidR="00691E57">
        <w:rPr>
          <w:rFonts w:ascii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технічної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0,2500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розташована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с</w:t>
      </w:r>
      <w:proofErr w:type="gramStart"/>
      <w:r w:rsidRPr="00D02183">
        <w:rPr>
          <w:rFonts w:ascii="Times New Roman" w:hAnsi="Times New Roman"/>
          <w:sz w:val="24"/>
        </w:rPr>
        <w:t>.П</w:t>
      </w:r>
      <w:proofErr w:type="gramEnd"/>
      <w:r w:rsidRPr="00D02183">
        <w:rPr>
          <w:rFonts w:ascii="Times New Roman" w:hAnsi="Times New Roman"/>
          <w:sz w:val="24"/>
        </w:rPr>
        <w:t>олянь</w:t>
      </w:r>
      <w:proofErr w:type="spellEnd"/>
      <w:r w:rsidRPr="00D02183">
        <w:rPr>
          <w:rFonts w:ascii="Times New Roman" w:hAnsi="Times New Roman"/>
          <w:sz w:val="24"/>
        </w:rPr>
        <w:t xml:space="preserve">, по </w:t>
      </w:r>
      <w:proofErr w:type="spellStart"/>
      <w:r w:rsidRPr="00D02183">
        <w:rPr>
          <w:rFonts w:ascii="Times New Roman" w:hAnsi="Times New Roman"/>
          <w:sz w:val="24"/>
        </w:rPr>
        <w:t>вул.Незалежності</w:t>
      </w:r>
      <w:proofErr w:type="spellEnd"/>
      <w:r w:rsidRPr="00D02183">
        <w:rPr>
          <w:rFonts w:ascii="Times New Roman" w:hAnsi="Times New Roman"/>
          <w:sz w:val="24"/>
        </w:rPr>
        <w:t>, 39.</w:t>
      </w:r>
    </w:p>
    <w:p w:rsidR="005A4141" w:rsidRPr="00D02183" w:rsidRDefault="005A4141" w:rsidP="005A414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2.Захарчуку О.М., </w:t>
      </w:r>
      <w:proofErr w:type="spellStart"/>
      <w:r w:rsidRPr="00D02183">
        <w:rPr>
          <w:rFonts w:ascii="Times New Roman" w:hAnsi="Times New Roman"/>
          <w:sz w:val="24"/>
        </w:rPr>
        <w:t>розробити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D02183">
        <w:rPr>
          <w:rFonts w:ascii="Times New Roman" w:hAnsi="Times New Roman"/>
          <w:sz w:val="24"/>
        </w:rPr>
        <w:t>розгляд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сесії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сільської</w:t>
      </w:r>
      <w:proofErr w:type="spellEnd"/>
      <w:r w:rsidRPr="00D02183">
        <w:rPr>
          <w:rFonts w:ascii="Times New Roman" w:hAnsi="Times New Roman"/>
          <w:sz w:val="24"/>
        </w:rPr>
        <w:t xml:space="preserve"> ради.</w:t>
      </w:r>
    </w:p>
    <w:p w:rsidR="005A4141" w:rsidRPr="00D02183" w:rsidRDefault="005A4141" w:rsidP="005A414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A4141" w:rsidRPr="00D02183" w:rsidRDefault="005A4141" w:rsidP="005A414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A4141" w:rsidRPr="005A4141" w:rsidRDefault="005A4141" w:rsidP="005A414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90633" w:rsidRPr="005A4141" w:rsidRDefault="005A4141" w:rsidP="005A4141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B90633" w:rsidRPr="005A41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141"/>
    <w:rsid w:val="00171A2E"/>
    <w:rsid w:val="00304C90"/>
    <w:rsid w:val="00505B6D"/>
    <w:rsid w:val="005A4141"/>
    <w:rsid w:val="00691E57"/>
    <w:rsid w:val="006D3977"/>
    <w:rsid w:val="007D6C18"/>
    <w:rsid w:val="00B9063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A414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A41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A414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A414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A41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A414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2020-08-20T14:23:00Z</dcterms:created>
  <dcterms:modified xsi:type="dcterms:W3CDTF">2020-08-20T15:50:00Z</dcterms:modified>
</cp:coreProperties>
</file>