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5B5" w:rsidRDefault="008A25B5" w:rsidP="008A25B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25B5" w:rsidRDefault="008A25B5" w:rsidP="008A25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A25B5" w:rsidRDefault="008A25B5" w:rsidP="008A25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A25B5" w:rsidRDefault="008A25B5" w:rsidP="008A25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25B5" w:rsidRDefault="008A25B5" w:rsidP="008A25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25B5" w:rsidRDefault="008A25B5" w:rsidP="008A25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25B5" w:rsidRDefault="008A25B5" w:rsidP="008A25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A25B5" w:rsidRDefault="008A25B5" w:rsidP="008A25B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A25B5" w:rsidRDefault="008A25B5" w:rsidP="008A25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A25B5" w:rsidRDefault="008A25B5" w:rsidP="008A25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A25B5" w:rsidRDefault="008A25B5" w:rsidP="008A25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25B5" w:rsidRDefault="008A25B5" w:rsidP="008A25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A25B5" w:rsidRDefault="008A25B5" w:rsidP="008A25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25B5" w:rsidRDefault="008A25B5" w:rsidP="008A25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A25B5" w:rsidRDefault="008A25B5" w:rsidP="008A25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A25B5" w:rsidRDefault="008A25B5" w:rsidP="008A25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№46</w:t>
      </w:r>
    </w:p>
    <w:p w:rsidR="008A25B5" w:rsidRPr="00DE6ED3" w:rsidRDefault="008A25B5" w:rsidP="008A25B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A25B5" w:rsidRPr="00DE6ED3" w:rsidRDefault="008A25B5" w:rsidP="008A25B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A25B5" w:rsidRPr="00DE6ED3" w:rsidRDefault="008A25B5" w:rsidP="008A25B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8A25B5" w:rsidRPr="00DE6ED3" w:rsidRDefault="008A25B5" w:rsidP="008A25B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8A25B5" w:rsidRPr="00DE6ED3" w:rsidRDefault="008A25B5" w:rsidP="008A25B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8A25B5" w:rsidRPr="00DE6ED3" w:rsidRDefault="008A25B5" w:rsidP="008A25B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Свецькій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Т.А.</w:t>
      </w:r>
    </w:p>
    <w:p w:rsidR="008A25B5" w:rsidRPr="00DE6ED3" w:rsidRDefault="008A25B5" w:rsidP="008A25B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8A25B5" w:rsidRPr="00ED600C" w:rsidRDefault="008A25B5" w:rsidP="008A25B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ED600C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 </w:t>
      </w:r>
      <w:proofErr w:type="spellStart"/>
      <w:r w:rsidRPr="00ED600C">
        <w:rPr>
          <w:rFonts w:ascii="Times New Roman" w:eastAsia="Calibri" w:hAnsi="Times New Roman" w:cs="Times New Roman"/>
          <w:sz w:val="24"/>
        </w:rPr>
        <w:t>Свецької</w:t>
      </w:r>
      <w:proofErr w:type="spellEnd"/>
      <w:r w:rsidRPr="00ED600C">
        <w:rPr>
          <w:rFonts w:ascii="Times New Roman" w:eastAsia="Calibri" w:hAnsi="Times New Roman" w:cs="Times New Roman"/>
          <w:sz w:val="24"/>
        </w:rPr>
        <w:t xml:space="preserve"> Т.А., сільська рада</w:t>
      </w:r>
    </w:p>
    <w:p w:rsidR="008A25B5" w:rsidRPr="00ED600C" w:rsidRDefault="008A25B5" w:rsidP="008A25B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ED600C">
        <w:rPr>
          <w:rFonts w:ascii="Times New Roman" w:eastAsia="Calibri" w:hAnsi="Times New Roman" w:cs="Times New Roman"/>
          <w:sz w:val="24"/>
        </w:rPr>
        <w:t>ВИРІШИЛА:</w:t>
      </w:r>
    </w:p>
    <w:p w:rsidR="008A25B5" w:rsidRPr="00ED600C" w:rsidRDefault="008A25B5" w:rsidP="008A25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00C">
        <w:rPr>
          <w:rFonts w:ascii="Times New Roman" w:eastAsia="Calibri" w:hAnsi="Times New Roman" w:cs="Times New Roman"/>
          <w:sz w:val="24"/>
        </w:rPr>
        <w:t xml:space="preserve">        1. Надати </w:t>
      </w:r>
      <w:proofErr w:type="spellStart"/>
      <w:r w:rsidRPr="00ED600C">
        <w:rPr>
          <w:rFonts w:ascii="Times New Roman" w:eastAsia="Calibri" w:hAnsi="Times New Roman" w:cs="Times New Roman"/>
          <w:sz w:val="24"/>
        </w:rPr>
        <w:t>Свецькій</w:t>
      </w:r>
      <w:proofErr w:type="spellEnd"/>
      <w:r w:rsidRPr="00ED600C">
        <w:rPr>
          <w:rFonts w:ascii="Times New Roman" w:eastAsia="Calibri" w:hAnsi="Times New Roman" w:cs="Times New Roman"/>
          <w:sz w:val="24"/>
        </w:rPr>
        <w:t xml:space="preserve"> Тетяні Антонівні,  яка  зареєстрована  за адресою: </w:t>
      </w:r>
      <w:r w:rsidR="00ED2AD6" w:rsidRPr="00ED2AD6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ED600C">
        <w:rPr>
          <w:rFonts w:ascii="Times New Roman" w:eastAsia="Calibri" w:hAnsi="Times New Roman" w:cs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площею 0,1000 га,  для будівництва та обслуговування житлового будинку, господарських будівель і споруд, кадастровий номер 6823984000:01:009:0112, земельна ділянка  розташована </w:t>
      </w:r>
      <w:r w:rsidRPr="00ED6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 w:rsidRPr="00ED600C">
        <w:rPr>
          <w:rFonts w:ascii="Times New Roman" w:hAnsi="Times New Roman" w:cs="Times New Roman"/>
          <w:sz w:val="24"/>
          <w:szCs w:val="24"/>
          <w:shd w:val="clear" w:color="auto" w:fill="FFFFFF"/>
        </w:rPr>
        <w:t>Славутський</w:t>
      </w:r>
      <w:proofErr w:type="spellEnd"/>
      <w:r w:rsidRPr="00ED600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ED600C"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 w:rsidRPr="00ED600C">
        <w:rPr>
          <w:rFonts w:ascii="Times New Roman" w:hAnsi="Times New Roman" w:cs="Times New Roman"/>
          <w:sz w:val="24"/>
          <w:szCs w:val="24"/>
          <w:shd w:val="clear" w:color="auto" w:fill="FFFFFF"/>
        </w:rPr>
        <w:t>) район, с. Крупець, вулиця Хмельницького Б., 132.</w:t>
      </w:r>
    </w:p>
    <w:p w:rsidR="008A25B5" w:rsidRPr="00ED600C" w:rsidRDefault="008A25B5" w:rsidP="008A25B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ED600C"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 w:rsidRPr="00ED600C">
        <w:rPr>
          <w:rFonts w:ascii="Times New Roman" w:eastAsia="Calibri" w:hAnsi="Times New Roman" w:cs="Times New Roman"/>
          <w:sz w:val="24"/>
        </w:rPr>
        <w:t>Свецькій</w:t>
      </w:r>
      <w:proofErr w:type="spellEnd"/>
      <w:r w:rsidRPr="00ED600C">
        <w:rPr>
          <w:rFonts w:ascii="Times New Roman" w:eastAsia="Calibri" w:hAnsi="Times New Roman" w:cs="Times New Roman"/>
          <w:sz w:val="24"/>
        </w:rPr>
        <w:t xml:space="preserve"> Т.А.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A25B5" w:rsidRPr="00ED600C" w:rsidRDefault="008A25B5" w:rsidP="008A25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600C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A25B5" w:rsidRPr="00ED600C" w:rsidRDefault="008A25B5" w:rsidP="008A25B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D600C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A25B5" w:rsidRPr="00ED600C" w:rsidRDefault="008A25B5" w:rsidP="008A25B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A25B5" w:rsidRPr="008A25B5" w:rsidRDefault="008A25B5" w:rsidP="008A25B5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0D1225" w:rsidRPr="008A25B5" w:rsidRDefault="008A25B5" w:rsidP="008A25B5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</w:p>
    <w:sectPr w:rsidR="000D1225" w:rsidRPr="008A25B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25B5"/>
    <w:rsid w:val="000D1225"/>
    <w:rsid w:val="00171A2E"/>
    <w:rsid w:val="00304C90"/>
    <w:rsid w:val="00505B6D"/>
    <w:rsid w:val="006D3977"/>
    <w:rsid w:val="007D6C18"/>
    <w:rsid w:val="008A25B5"/>
    <w:rsid w:val="00D1641A"/>
    <w:rsid w:val="00ED2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8A25B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8A25B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8A25B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8A25B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8A25B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8A25B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1163</Words>
  <Characters>664</Characters>
  <Application>Microsoft Office Word</Application>
  <DocSecurity>0</DocSecurity>
  <Lines>5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2021-03-31T05:41:00Z</dcterms:created>
  <dcterms:modified xsi:type="dcterms:W3CDTF">2021-03-31T06:17:00Z</dcterms:modified>
</cp:coreProperties>
</file>