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3EB" w:rsidRDefault="00CF13EB" w:rsidP="00CF13E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3EB" w:rsidRDefault="00CF13EB" w:rsidP="00CF1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13EB" w:rsidRDefault="00CF13EB" w:rsidP="00CF1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F13EB" w:rsidRDefault="00CF13EB" w:rsidP="00CF13E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F13EB" w:rsidRDefault="00CF13EB" w:rsidP="00CF13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F13EB" w:rsidRDefault="00CF13EB" w:rsidP="00CF13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№59</w:t>
      </w:r>
    </w:p>
    <w:p w:rsidR="00CF13EB" w:rsidRDefault="00CF13EB" w:rsidP="00CF13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F13EB" w:rsidRPr="001C55EE" w:rsidRDefault="00CF13EB" w:rsidP="00CF13E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CF13EB" w:rsidRPr="001C55EE" w:rsidRDefault="00CF13EB" w:rsidP="00CF13E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CF13EB" w:rsidRPr="001C55EE" w:rsidRDefault="00CF13EB" w:rsidP="00CF13E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CF13EB" w:rsidRPr="001C55EE" w:rsidRDefault="00CF13EB" w:rsidP="00CF13E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6823984000:03:017:0067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CF13EB" w:rsidRPr="001C55EE" w:rsidRDefault="00CF13EB" w:rsidP="00CF13EB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3EB" w:rsidRPr="001C55EE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пропозицію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F13EB" w:rsidRPr="001C55EE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F13EB" w:rsidRDefault="00CF13EB" w:rsidP="00CF13E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7,8627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6823984000:03:017:0067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Крупецька сільська рада,за межами  с. Крупець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F13EB" w:rsidRPr="001C55EE" w:rsidRDefault="00CF13EB" w:rsidP="00CF13E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CF13EB" w:rsidRPr="001C55EE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F13EB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3EB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3EB" w:rsidRPr="001C55EE" w:rsidRDefault="00CF13EB" w:rsidP="00CF1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175" w:rsidRPr="00CF13EB" w:rsidRDefault="00CF13EB" w:rsidP="00CF13E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  <w:bookmarkStart w:id="0" w:name="_GoBack"/>
      <w:bookmarkEnd w:id="0"/>
    </w:p>
    <w:sectPr w:rsidR="00462175" w:rsidRPr="00CF13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EB"/>
    <w:rsid w:val="00171A2E"/>
    <w:rsid w:val="00304C90"/>
    <w:rsid w:val="00462175"/>
    <w:rsid w:val="00505B6D"/>
    <w:rsid w:val="006D3977"/>
    <w:rsid w:val="007D6C18"/>
    <w:rsid w:val="00CF13E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4DA19377"/>
  <w15:docId w15:val="{BC7570DA-A87E-4F9C-B0D2-9EFB0C43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3E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CF13E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F13E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F13E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2021-04-28T11:47:00Z</dcterms:created>
  <dcterms:modified xsi:type="dcterms:W3CDTF">2021-04-28T11:48:00Z</dcterms:modified>
</cp:coreProperties>
</file>