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BC5" w:rsidRDefault="00130BC5" w:rsidP="00130BC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CB72914" wp14:editId="09AFB484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5807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80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0BC5" w:rsidRDefault="00130BC5" w:rsidP="00130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0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0BC5" w:rsidRDefault="00130BC5" w:rsidP="00130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1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0BC5" w:rsidRDefault="00130BC5" w:rsidP="00130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1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0BC5" w:rsidRDefault="00130BC5" w:rsidP="00130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1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0BC5" w:rsidRDefault="00130BC5" w:rsidP="00130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1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0BC5" w:rsidRDefault="00130BC5" w:rsidP="00130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1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0BC5" w:rsidRDefault="00130BC5" w:rsidP="00130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1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0BC5" w:rsidRDefault="00130BC5" w:rsidP="00130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1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0BC5" w:rsidRDefault="00130BC5" w:rsidP="00130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1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0BC5" w:rsidRDefault="00130BC5" w:rsidP="00130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1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0BC5" w:rsidRDefault="00130BC5" w:rsidP="00130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1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0BC5" w:rsidRDefault="00130BC5" w:rsidP="00130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2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0BC5" w:rsidRDefault="00130BC5" w:rsidP="00130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2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0BC5" w:rsidRDefault="00130BC5" w:rsidP="00130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2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0BC5" w:rsidRDefault="00130BC5" w:rsidP="00130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2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0BC5" w:rsidRDefault="00130BC5" w:rsidP="00130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2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0BC5" w:rsidRDefault="00130BC5" w:rsidP="00130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2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0BC5" w:rsidRDefault="00130BC5" w:rsidP="00130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2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0BC5" w:rsidRDefault="00130BC5" w:rsidP="00130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2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0BC5" w:rsidRDefault="00130BC5" w:rsidP="00130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2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0BC5" w:rsidRDefault="00130BC5" w:rsidP="00130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2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0BC5" w:rsidRDefault="00130BC5" w:rsidP="00130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3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0BC5" w:rsidRDefault="00130BC5" w:rsidP="00130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3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0BC5" w:rsidRDefault="00130BC5" w:rsidP="00130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3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0BC5" w:rsidRDefault="00130BC5" w:rsidP="00130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3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0BC5" w:rsidRDefault="00130BC5" w:rsidP="00130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3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0BC5" w:rsidRDefault="00130BC5" w:rsidP="00130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3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0BC5" w:rsidRDefault="00130BC5" w:rsidP="00130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3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0BC5" w:rsidRDefault="00130BC5" w:rsidP="00130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3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0BC5" w:rsidRDefault="00130BC5" w:rsidP="00130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qFVrH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AA4b4A&#10;AADdAAAADwAAAGRycy9kb3ducmV2LnhtbERPSwrCMBDdC94hjOBOUxW1VKOIqLgQxN9+aMa22ExK&#10;E7Xe3iwEl4/3ny8bU4oX1a6wrGDQj0AQp1YXnCm4Xra9GITzyBpLy6TgQw6Wi3Zrjom2bz7R6+wz&#10;EULYJagg975KpHRpTgZd31bEgbvb2qAPsM6krvEdwk0ph1E0kQYLDg05VrTOKX2cn0aBHe32h1s2&#10;PI02PPW8Osb3W3NQqttpVjMQnhr/F//ce61gHEdhbngTnoBcfA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FwAOG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30BC5" w:rsidRDefault="00130BC5" w:rsidP="00130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phdMgA&#10;AADdAAAADwAAAGRycy9kb3ducmV2LnhtbESPW2sCMRSE3wv9D+EU+iKabaFeVqMUYXvxQfACvh42&#10;x822m5MlSXXrrzdCoY/DzHzDzBadbcSJfKgdK3gaZCCIS6drrhTsd0V/DCJEZI2NY1LwSwEW8/u7&#10;GebanXlDp22sRIJwyFGBibHNpQylIYth4Fri5B2dtxiT9JXUHs8Jbhv5nGVDabHmtGCwpaWh8nv7&#10;YxV8FWtzWI4ub7432dClV6zem8+hUo8P3esURKQu/of/2h9awcs4m8DtTXoCcn4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sKmF0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30BC5" w:rsidRDefault="00130BC5" w:rsidP="00130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E8S8EA&#10;AADdAAAADwAAAGRycy9kb3ducmV2LnhtbERPzWrCQBC+F3yHZQpeSt2oWCR1FZEq4kXUPsCQHbOh&#10;2dmQ3Zr49s5B8Pjx/S9Wva/VjdpYBTYwHmWgiItgKy4N/F62n3NQMSFbrAOTgTtFWC0HbwvMbej4&#10;RLdzKpWEcMzRgEupybWOhSOPcRQaYuGuofWYBLalti12Eu5rPcmyL+2xYmlw2NDGUfF3/vdScpzi&#10;8XDtLttdjx3+HBx/rE/GDN/79TeoRH16iZ/uvTUwm49lv7yRJ6C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kRPEv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30BC5" w:rsidRDefault="00130BC5" w:rsidP="00130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ZMcMYA&#10;AADdAAAADwAAAGRycy9kb3ducmV2LnhtbESPX0sDMRDE3wW/Q1jBN5u70n+cTYvUCiL40FYQ35bL&#10;9u7wsgnJ2ju/vREEH4eZ+Q2z3o6uVxeKqfNsoJwUoIhrbztuDLydnu5WoJIgW+w9k4FvSrDdXF+t&#10;sbJ+4ANdjtKoDOFUoYFWJFRap7olh2niA3H2zj46lCxjo23EIcNdr6dFsdAOO84LLQbatVR/Hr+c&#10;gddhH16Wi/k5fMTZVKdHK+87Meb2Zny4ByU0yn/4r/1sDcxXZQm/b/IT0J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+ZMc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30BC5" w:rsidRDefault="00130BC5" w:rsidP="00130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8Hp8MA&#10;AADdAAAADwAAAGRycy9kb3ducmV2LnhtbESP3YrCMBCF74V9hzDC3sg2VVGkaxRZdBFvxJ8HGJpp&#10;U2wmpYm2+/YbQfDycH4+znLd21o8qPWVYwXjJAVBnDtdcangetl9LUD4gKyxdkwK/sjDevUxWGKm&#10;XccnepxDKeII+wwVmBCaTEqfG7LoE9cQR69wrcUQZVtK3WIXx20tJ2k6lxYrjgSDDf0Yym/nu42Q&#10;4xSPh6K77H577HB7MDzanJT6HPabbxCB+vAOv9p7rWC2GE/g+SY+Ab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o8Hp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30BC5" w:rsidRDefault="00130BC5" w:rsidP="00130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h3nMYA&#10;AADdAAAADwAAAGRycy9kb3ducmV2LnhtbESPX0sDMRDE34V+h7CCbzbXav9wNi2lKojgg22h+LZc&#10;tneHl01I1t757Y0g+DjMzG+Y1WZwnbpQTK1nA5NxAYq48rbl2sDx8Hy7BJUE2WLnmQx8U4LNenS1&#10;wtL6nt/pspdaZQinEg00IqHUOlUNOUxjH4izd/bRoWQZa20j9hnuOj0tirl22HJeaDDQrqHqc//l&#10;DLz1T+F1MZ+dw0e8n+r0aOW0E2NuroftAyihQf7Df+0Xa2C2nNzB75v8BPT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Hh3n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30BC5" w:rsidRDefault="00130BC5" w:rsidP="00130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FPlsYA&#10;AADdAAAADwAAAGRycy9kb3ducmV2LnhtbESPQWsCMRSE7wX/Q3iCF9GsbRXZGkULoYUKoi30+tg8&#10;dxc3L0sS3e2/bwpCj8PMfMOsNr1txI18qB0rmE0zEMSFMzWXCr4+9WQJIkRkg41jUvBDATbrwcMK&#10;c+M6PtLtFEuRIBxyVFDF2OZShqIii2HqWuLknZ23GJP0pTQeuwS3jXzMsoW0WHNaqLCl14qKy+lq&#10;FewOXfnkx8Wudx/nt++51kbvtVKjYb99ARGpj//he/vdKJgvZ8/w9yY9Abn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RFPl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30BC5" w:rsidRDefault="00130BC5" w:rsidP="00130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WwSMQA&#10;AADdAAAADwAAAGRycy9kb3ducmV2LnhtbESPUWvCMBSF3wf7D+EO9jZTxUrpjCIbBZG9qPsBl+ba&#10;VJubksTa/XszEHw8nHO+w1muR9uJgXxoHSuYTjIQxLXTLTcKfo/VRwEiRGSNnWNS8EcB1qvXlyWW&#10;2t14T8MhNiJBOJSowMTYl1KG2pDFMHE9cfJOzluMSfpGao+3BLednGXZQlpsOS0Y7OnLUH05XK2C&#10;ajf7GS5X7Su3GeeWcnMuvo1S72/j5hNEpDE+w4/2VivIi2kO/2/SE5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lsEj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30BC5" w:rsidRDefault="00130BC5" w:rsidP="00130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90esYA&#10;AADdAAAADwAAAGRycy9kb3ducmV2LnhtbESP3WoCMRSE74W+QziF3hTN2qLIapRaCC1YEH/A28Pm&#10;uLt0c7Ikqbt9eyMIXg4z8w2zWPW2ERfyoXasYDzKQBAXztRcKjge9HAGIkRkg41jUvBPAVbLp8EC&#10;c+M63tFlH0uRIBxyVFDF2OZShqIii2HkWuLknZ23GJP0pTQeuwS3jXzLsqm0WHNaqLClz4qK3/2f&#10;VbDeduW7fy3Wvducv04TrY3+0Uq9PPcfcxCR+vgI39vfRsFkNp7C7U16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o90e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30BC5" w:rsidRDefault="00130BC5" w:rsidP="00130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uLpMUA&#10;AADdAAAADwAAAGRycy9kb3ducmV2LnhtbESPwWrDMBBE74H+g9hCbomckKTGtRJCiyGUXpL2AxZr&#10;a7m2VkZSHOfvq0Khx2Fm3jDlYbK9GMmH1rGC1TIDQVw73XKj4POjWuQgQkTW2DsmBXcKcNg/zEos&#10;tLvxmcZLbESCcChQgYlxKKQMtSGLYekG4uR9OW8xJukbqT3eEtz2cp1lO2mx5bRgcKAXQ3V3uVoF&#10;1dv6feyu2lfuOG0sbc13/mqUmj9Ox2cQkab4H/5rn7SCbb56gt836QnI/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e4uk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30BC5" w:rsidRDefault="00130BC5" w:rsidP="00130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EF8MAA&#10;AADdAAAADwAAAGRycy9kb3ducmV2LnhtbERPzWqDQBC+F/IOywR6q6ttDWLcSCkYkmNNHmBwJypx&#10;Z627iebts4dCjx/ff1EuZhB3mlxvWUESxSCIG6t7bhWcT9VbBsJ5ZI2DZVLwIAflbvVSYK7tzD90&#10;r30rQgi7HBV03o+5lK7pyKCL7EgcuIudDPoAp1bqCecQbgb5HscbabDn0NDhSN8dNdf6ZhR8Pub9&#10;b51e40obSo4f45F9kyr1ul6+tiA8Lf5f/Oc+aAVploS54U14AnL3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qEF8M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30BC5" w:rsidRDefault="00130BC5" w:rsidP="00130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+5d8UA&#10;AADdAAAADwAAAGRycy9kb3ducmV2LnhtbESPQWvCQBSE70L/w/IKvekmgYpGVwkNltJTjbbnR/aZ&#10;BLNvQ3ZN4r/vFgoeh5n5htnuJ9OKgXrXWFYQLyIQxKXVDVcKzqfDfAXCeWSNrWVScCcH+93TbIup&#10;tiMfaSh8JQKEXYoKau+7VEpX1mTQLWxHHLyL7Q36IPtK6h7HADetTKJoKQ02HBZq7OitpvJa3IyC&#10;2/InOfPlU38V+f19nR8yJ78rpV6ep2wDwtPkH+H/9odW8LqK1/D3JjwBuf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f7l3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30BC5" w:rsidRDefault="00130BC5" w:rsidP="00130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qlUMUA&#10;AADdAAAADwAAAGRycy9kb3ducmV2LnhtbERPu27CMBTdK/UfrIvEVhygjUKKQYBUiXYgKo+B7RLf&#10;JinxdRq7EP6+HpA6Hp33dN6ZWlyodZVlBcNBBII4t7riQsF+9/aUgHAeWWNtmRTcyMF89vgwxVTb&#10;K3/SZesLEULYpaig9L5JpXR5SQbdwDbEgfuyrUEfYFtI3eI1hJtajqIolgYrDg0lNrQqKT9vf42C&#10;Q5bEk2z5/vz9sTnh2Oifo65ipfq9bvEKwlPn/8V391oreElGYX94E56An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iqV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30BC5" w:rsidRDefault="00130BC5" w:rsidP="00130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7COMUA&#10;AADdAAAADwAAAGRycy9kb3ducmV2LnhtbESPT2vCQBTE70K/w/IK3nRj/EOIrtIq2uLJquD1kX0m&#10;wezbkF01+um7BaHHYWZ+w8wWranEjRpXWlYw6EcgiDOrS84VHA/rXgLCeWSNlWVS8CAHi/lbZ4ap&#10;tnf+odve5yJA2KWooPC+TqV0WUEGXd/WxME728agD7LJpW7wHuCmknEUTaTBksNCgTUtC8ou+6tR&#10;8JyccOe+4s/VUHt6jJKN3e42SnXf248pCE+t/w+/2t9awTiJB/D3JjwB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vsI4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30BC5" w:rsidRDefault="00130BC5" w:rsidP="00130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QP98MA&#10;AADdAAAADwAAAGRycy9kb3ducmV2LnhtbESP0YrCMBRE3xf8h3AF39bUootWo8ii4Jta/YBLc02L&#10;zU1tslr36zeCsI/DzJxhFqvO1uJOra8cKxgNExDEhdMVGwXn0/ZzCsIHZI21Y1LwJA+rZe9jgZl2&#10;Dz7SPQ9GRAj7DBWUITSZlL4oyaIfuoY4ehfXWgxRtkbqFh8RbmuZJsmXtFhxXCixoe+Simv+YxXc&#10;XDrRXb7B/XUzO1TGjG+/x7FSg363noMI1IX/8Lu90wom0zSF15v4BO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bQP98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30BC5" w:rsidRDefault="00130BC5" w:rsidP="00130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kgBMUA&#10;AADdAAAADwAAAGRycy9kb3ducmV2LnhtbESPzW7CMBCE70h9B2sr9QZOg4AQMFGLVIkrP4cet/aS&#10;pI3XaWwg8PR1JSSOo5n5RrMsetuIM3W+dqzgdZSAINbO1FwqOOw/hhkIH5ANNo5JwZU8FKunwRJz&#10;4y68pfMulCJC2OeooAqhzaX0uiKLfuRa4ugdXWcxRNmV0nR4iXDbyDRJptJizXGhwpbWFemf3ckq&#10;2NRfNJnq49xm73r7efsN49m3UerluX9bgAjUh0f43t4YBZMsHcP/m/gE5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2SAE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30BC5" w:rsidRDefault="00130BC5" w:rsidP="00130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lLhMIA&#10;AADdAAAADwAAAGRycy9kb3ducmV2LnhtbERPXWvCMBR9F/Yfwh34pumKk64zyhQEh1PQje310tw1&#10;Zc1NaWKt/94MBB/PN2e26G0tOmp95VjB0zgBQVw4XXGp4OtzPcpA+ICssXZMCi7kYTF/GMww1+7M&#10;B+qOoRSxhH2OCkwITS6lLwxZ9GPXEEft17UWQ4RtKXWL51hua5kmyVRarDguGGxoZaj4O56sgg73&#10;l+THLHcv79VHke6X31sdeTV87N9eQQTqw918S2+0gucsncD/m/gE5Pw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OUuE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30BC5" w:rsidRDefault="00130BC5" w:rsidP="00130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5Qf8QA&#10;AADdAAAADwAAAGRycy9kb3ducmV2LnhtbESPQUvDQBSE70L/w/KE3uzGQKXEbksptHis0YPHZ/Y1&#10;m5p9L+yuTfTXu4LgcZiZb5j1dvK9ulKInbCB+0UBirgR23Fr4PXlcLcCFROyxV6YDHxRhO1mdrPG&#10;ysrIz3StU6syhGOFBlxKQ6V1bBx5jAsZiLN3luAxZRlabQOOGe57XRbFg/bYcV5wONDeUfNRf3oD&#10;47F5v5TnN+u+wyCH+iSXshdj5rfT7hFUoin9h//aT9bAclUu4fdNfgJ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OUH/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30BC5" w:rsidRDefault="00130BC5" w:rsidP="00130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eIr8cA&#10;AADdAAAADwAAAGRycy9kb3ducmV2LnhtbESP3WrCQBSE7wu+w3IE7+qmAW2IrmK1gpSK+NP70+xp&#10;Et09G7Krpm/fLRR6OczMN8x03lkjbtT62rGCp2ECgrhwuuZSwem4fsxA+ICs0TgmBd/kYT7rPUwx&#10;1+7Oe7odQikihH2OCqoQmlxKX1Rk0Q9dQxy9L9daDFG2pdQt3iPcGpkmyVharDkuVNjQsqLicrha&#10;BevdypzT7X7xIcPy9fnTZG8vq3elBv1uMQERqAv/4b/2RisYZekYft/EJyBn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33iK/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30BC5" w:rsidRDefault="00130BC5" w:rsidP="00130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zgjccA&#10;AADdAAAADwAAAGRycy9kb3ducmV2LnhtbESPQWvCQBSE7wX/w/KEXkQ3WmxDmo1Ioaig0MZCr8/s&#10;axLMvg3ZbUz/vSsIPQ4z8w2TrgbTiJ46V1tWMJ9FIIgLq2suFXwd36cxCOeRNTaWScEfOVhlo4cU&#10;E20v/El97ksRIOwSVFB53yZSuqIig25mW+Lg/djOoA+yK6Xu8BLgppGLKHqWBmsOCxW29FZRcc5/&#10;jYL+Y38qt71rd+d44pZPp83moL+VehwP61cQngb/H763t1rBMl68wO1NeAIyu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sc4I3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30BC5" w:rsidRDefault="00130BC5" w:rsidP="00130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IINsQA&#10;AADdAAAADwAAAGRycy9kb3ducmV2LnhtbERPy2rCQBTdF/yH4Qrd1YlBS4yOogWhm4Kvhe6umWsS&#10;zNxJZ6aa9uudRcHl4bxni8404kbO15YVDAcJCOLC6ppLBYf9+i0D4QOyxsYyKfglD4t572WGubZ3&#10;3tJtF0oRQ9jnqKAKoc2l9EVFBv3AtsSRu1hnMEToSqkd3mO4aWSaJO/SYM2xocKWPioqrrsfo2A1&#10;yVbfmxF//W3PJzodz9dx6hKlXvvdcgoiUBee4n/3p1YwztI4N76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iCDbEAAAA3QAAAA8AAAAAAAAAAAAAAAAAmAIAAGRycy9k&#10;b3ducmV2LnhtbFBLBQYAAAAABAAEAPUAAACJAwAAAAA=&#10;" fillcolor="black" stroked="f">
                  <v:textbox>
                    <w:txbxContent>
                      <w:p w:rsidR="00130BC5" w:rsidRDefault="00130BC5" w:rsidP="00130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duo8gA&#10;AADdAAAADwAAAGRycy9kb3ducmV2LnhtbESPT2vCQBTE74V+h+UVvNVNA0qMrlLbCkLtwT8Hj8/s&#10;a7Ik+zZkV41++m6h0OMwM79hZoveNuJCnTeOFbwMExDEhdOGSwWH/eo5A+EDssbGMSm4kYfF/PFh&#10;hrl2V97SZRdKESHsc1RQhdDmUvqiIot+6Fri6H27zmKIsiul7vAa4baRaZKMpUXDcaHClt4qKurd&#10;2So4fo5NtjWUnjb35YfejOrl13ut1OCpf52CCNSH//Bfe60VjLJ0Ar9v4hOQ8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lR26j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30BC5" w:rsidRDefault="00130BC5" w:rsidP="00130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FvVsMA&#10;AADdAAAADwAAAGRycy9kb3ducmV2LnhtbERPz2vCMBS+D/wfwhO8zdTJRqlGEYe4yw5zE6+P5tnU&#10;Ni81iVr965fDYMeP7/d82dtWXMmH2rGCyTgDQVw6XXOl4Od785yDCBFZY+uYFNwpwHIxeJpjod2N&#10;v+i6i5VIIRwKVGBi7AopQ2nIYhi7jjhxR+ctxgR9JbXHWwq3rXzJsjdpsebUYLCjtaGy2V2sAr86&#10;vDcPvuyb7PF5D9tTf87RKDUa9qsZiEh9/Bf/uT+0gtd8mvanN+k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UFvVs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30BC5" w:rsidRDefault="00130BC5" w:rsidP="00130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lvf8YA&#10;AADdAAAADwAAAGRycy9kb3ducmV2LnhtbESP3WoCMRSE7wu+QzhCb0rNamm1q1GkIAhKwZ8HON2c&#10;7i4mJ8vmqGuf3hQKvRxm5htmtui8UxdqYx3YwHCQgSIugq25NHA8rJ4noKIgW3SBycCNIizmvYcZ&#10;5jZceUeXvZQqQTjmaKASaXKtY1GRxzgIDXHyvkPrUZJsS21bvCa4d3qUZW/aY81pocKGPioqTvuz&#10;N+BGX+59M45buR31Nvvxsnv6tMY89rvlFJRQJ//hv/baGnidvAzh9016Anp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1lvf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30BC5" w:rsidRDefault="00130BC5" w:rsidP="00130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f+TMYA&#10;AADdAAAADwAAAGRycy9kb3ducmV2LnhtbESPQWsCMRSE70L/Q3gFb5p1S4tsjWIrwl56cGvx+tw8&#10;N4vJy7JJde2vb4RCj8PMfMMsVoOz4kJ9aD0rmE0zEMS11y03Cvaf28kcRIjIGq1nUnCjAKvlw2iB&#10;hfZX3tGlio1IEA4FKjAxdoWUoTbkMEx9R5y8k+8dxiT7RuoerwnurMyz7EU6bDktGOzo3VB9rr6d&#10;gk3V2Xxfmrdw+Po4Hm35s6XDRqnx47B+BRFpiP/hv3apFTzPn3K4v0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Qf+T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30BC5" w:rsidRDefault="00130BC5" w:rsidP="00130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wUZsUA&#10;AADdAAAADwAAAGRycy9kb3ducmV2LnhtbESPQWvCQBSE74X+h+UVequ7rWglugmlVBA8aePB22P3&#10;mcRm34bs1qT/visIHoeZ+YZZFaNrxYX60HjW8DpRIIiNtw1XGsrv9csCRIjIFlvPpOGPAhT548MK&#10;M+sH3tFlHyuRIBwy1FDH2GVSBlOTwzDxHXHyTr53GJPsK2l7HBLctfJNqbl02HBaqLGjz5rMz/7X&#10;aTiv5dYbheZQHoaNfT9+zalVWj8/jR9LEJHGeA/f2hurYbaYTuH6Jj0Bm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3BRm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30BC5" w:rsidRDefault="00130BC5" w:rsidP="00130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wuPMYA&#10;AADdAAAADwAAAGRycy9kb3ducmV2LnhtbESPT2vCQBTE7wW/w/IEb7pRWwnRVbRQkJYe/IN4fGaf&#10;SUj2bdhdNf323YLQ4zAzv2EWq8404k7OV5YVjEcJCOLc6ooLBcfDxzAF4QOyxsYyKfghD6tl72WB&#10;mbYP3tF9HwoRIewzVFCG0GZS+rwkg35kW+LoXa0zGKJ0hdQOHxFuGjlJkpk0WHFcKLGl95Lyen8z&#10;Cs63L75+Tz/XbhNOtjv4enJJa6UG/W49BxGoC//hZ3urFbyl01f4exOf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wuPM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30BC5" w:rsidRDefault="00130BC5" w:rsidP="00130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oxdccA&#10;AADdAAAADwAAAGRycy9kb3ducmV2LnhtbESPQWvCQBSE70L/w/KE3nSjbUqaukotCL0Ianuot2f2&#10;NQlm36a7q0Z/vSsIPQ4z8w0zmXWmEUdyvrasYDRMQBAXVtdcKvj+WgwyED4ga2wsk4IzeZhNH3oT&#10;zLU98ZqOm1CKCGGfo4IqhDaX0hcVGfRD2xJH79c6gyFKV0rt8BThppHjJHmRBmuOCxW29FFRsd8c&#10;jIL5azb/Wz3z8rLebWn7s9unY5co9djv3t9ABOrCf/je/tQK0uwphdub+ATk9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H6MXXHAAAA3QAAAA8AAAAAAAAAAAAAAAAAmAIAAGRy&#10;cy9kb3ducmV2LnhtbFBLBQYAAAAABAAEAPUAAACMAwAAAAA=&#10;" fillcolor="black" stroked="f">
                  <v:textbox>
                    <w:txbxContent>
                      <w:p w:rsidR="00130BC5" w:rsidRDefault="00130BC5" w:rsidP="00130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RVA8UA&#10;AADdAAAADwAAAGRycy9kb3ducmV2LnhtbESPQWsCMRSE7wX/Q3hCbzVrpSJboyyCtPS0akuvz81z&#10;s7h5WZI0bv99Uyj0OMzMN8x6O9peJPKhc6xgPitAEDdOd9wqeD/tH1YgQkTW2DsmBd8UYLuZ3K2x&#10;1O7GB0rH2IoM4VCiAhPjUEoZGkMWw8wNxNm7OG8xZulbqT3eMtz28rEoltJix3nB4EA7Q831+GUV&#10;pPOurhbpM5nDm69a7+qXj3Ot1P10rJ5BRBrjf/iv/aoVPK0WS/h9k5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VFUD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30BC5" w:rsidRDefault="00130BC5" w:rsidP="00130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8QascA&#10;AADdAAAADwAAAGRycy9kb3ducmV2LnhtbESPQWvCQBSE70L/w/IKvelGSzVNXUWkLerFNhXs8ZF9&#10;zYZm34bsNsb++m5B8DjMzDfMfNnbWnTU+sqxgvEoAUFcOF1xqeDw8TJMQfiArLF2TArO5GG5uBnM&#10;MdPuxO/U5aEUEcI+QwUmhCaT0heGLPqRa4ij9+VaiyHKtpS6xVOE21pOkmQqLVYcFww2tDZUfOc/&#10;VoEfr5+PO/v72H2+Gt7nWzN9K41Sd7f96glEoD5cw5f2Rit4SO9n8P8mPgG5+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yfEGr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30BC5" w:rsidRDefault="00130BC5" w:rsidP="00130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30BC5" w:rsidRDefault="00130BC5" w:rsidP="00130BC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130BC5" w:rsidRDefault="00130BC5" w:rsidP="00130B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30BC5" w:rsidRDefault="00130BC5" w:rsidP="00130B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30BC5" w:rsidRDefault="00130BC5" w:rsidP="00130B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30BC5" w:rsidRDefault="00130BC5" w:rsidP="00130BC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30BC5" w:rsidRDefault="00130BC5" w:rsidP="00130B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30BC5" w:rsidRDefault="00130BC5" w:rsidP="00130B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30BC5" w:rsidRDefault="00130BC5" w:rsidP="00130B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30BC5" w:rsidRDefault="00130BC5" w:rsidP="00130B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130BC5" w:rsidRDefault="00130BC5" w:rsidP="00130B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30BC5" w:rsidRDefault="00130BC5" w:rsidP="00130B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130BC5" w:rsidRDefault="00130BC5" w:rsidP="00130BC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30BC5" w:rsidRDefault="00130BC5" w:rsidP="00130BC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№53</w:t>
      </w:r>
    </w:p>
    <w:p w:rsidR="00130BC5" w:rsidRPr="009B40A3" w:rsidRDefault="00130BC5" w:rsidP="00130BC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30BC5" w:rsidRPr="009B40A3" w:rsidRDefault="00130BC5" w:rsidP="00130BC5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9B40A3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9B40A3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</w:p>
    <w:p w:rsidR="00130BC5" w:rsidRPr="009B40A3" w:rsidRDefault="00130BC5" w:rsidP="00130BC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</w:t>
      </w:r>
      <w:r w:rsidRPr="009B40A3">
        <w:rPr>
          <w:rFonts w:ascii="Times New Roman" w:eastAsia="Calibri" w:hAnsi="Times New Roman" w:cs="Times New Roman"/>
          <w:b/>
          <w:sz w:val="24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9B40A3">
        <w:rPr>
          <w:rFonts w:ascii="Times New Roman" w:eastAsia="Calibri" w:hAnsi="Times New Roman" w:cs="Times New Roman"/>
          <w:b/>
          <w:sz w:val="24"/>
        </w:rPr>
        <w:t>і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зземлеустрою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</w:p>
    <w:p w:rsidR="00130BC5" w:rsidRPr="009B40A3" w:rsidRDefault="00130BC5" w:rsidP="00130BC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в</w:t>
      </w:r>
      <w:r w:rsidRPr="009B40A3">
        <w:rPr>
          <w:rFonts w:ascii="Times New Roman" w:eastAsia="Calibri" w:hAnsi="Times New Roman" w:cs="Times New Roman"/>
          <w:b/>
          <w:sz w:val="24"/>
        </w:rPr>
        <w:t>ідведення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130BC5" w:rsidRDefault="00130BC5" w:rsidP="00130BC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9B40A3">
        <w:rPr>
          <w:rFonts w:ascii="Times New Roman" w:eastAsia="Calibri" w:hAnsi="Times New Roman" w:cs="Times New Roman"/>
          <w:b/>
          <w:sz w:val="24"/>
        </w:rPr>
        <w:t>Гомон О.Г.</w:t>
      </w:r>
    </w:p>
    <w:p w:rsidR="00130BC5" w:rsidRPr="00A40A88" w:rsidRDefault="00130BC5" w:rsidP="00130BC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130BC5" w:rsidRPr="00A40A88" w:rsidRDefault="00130BC5" w:rsidP="00130BC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A40A88">
        <w:rPr>
          <w:rFonts w:ascii="Times New Roman" w:eastAsia="Calibri" w:hAnsi="Times New Roman" w:cs="Times New Roman"/>
          <w:sz w:val="24"/>
        </w:rPr>
        <w:t xml:space="preserve">           </w:t>
      </w:r>
      <w:proofErr w:type="spellStart"/>
      <w:r w:rsidRPr="00A40A88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A40A88">
        <w:rPr>
          <w:rFonts w:ascii="Times New Roman" w:eastAsia="Calibri" w:hAnsi="Times New Roman" w:cs="Times New Roman"/>
          <w:sz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A40A88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A40A88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A40A88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A40A88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A40A88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A40A88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A40A88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A40A88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A40A88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A40A88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A40A88">
        <w:rPr>
          <w:rFonts w:ascii="Times New Roman" w:eastAsia="Calibri" w:hAnsi="Times New Roman" w:cs="Times New Roman"/>
          <w:sz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40A88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A40A88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A40A88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A40A88">
        <w:rPr>
          <w:rFonts w:ascii="Times New Roman" w:eastAsia="Calibri" w:hAnsi="Times New Roman" w:cs="Times New Roman"/>
          <w:sz w:val="24"/>
        </w:rPr>
        <w:t>», статей 12,</w:t>
      </w:r>
      <w:r>
        <w:rPr>
          <w:rFonts w:ascii="Times New Roman" w:eastAsia="Calibri" w:hAnsi="Times New Roman" w:cs="Times New Roman"/>
          <w:sz w:val="24"/>
        </w:rPr>
        <w:t>116,  118, 121,122,186</w:t>
      </w:r>
      <w:r w:rsidRPr="00A40A88">
        <w:rPr>
          <w:rFonts w:ascii="Times New Roman" w:eastAsia="Calibri" w:hAnsi="Times New Roman" w:cs="Times New Roman"/>
          <w:sz w:val="24"/>
        </w:rPr>
        <w:t xml:space="preserve"> Земельного кодексу </w:t>
      </w:r>
      <w:proofErr w:type="spellStart"/>
      <w:r w:rsidRPr="00A40A88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A40A88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A40A88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A40A88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A40A88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A40A88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A40A88"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40A88">
        <w:rPr>
          <w:rFonts w:ascii="Times New Roman" w:eastAsia="Calibri" w:hAnsi="Times New Roman" w:cs="Times New Roman"/>
          <w:sz w:val="24"/>
        </w:rPr>
        <w:t>заяву</w:t>
      </w:r>
      <w:proofErr w:type="spellEnd"/>
      <w:r w:rsidRPr="00A40A88">
        <w:rPr>
          <w:rFonts w:ascii="Times New Roman" w:eastAsia="Calibri" w:hAnsi="Times New Roman" w:cs="Times New Roman"/>
          <w:sz w:val="24"/>
        </w:rPr>
        <w:t xml:space="preserve">  Гомон О. Г.,  </w:t>
      </w:r>
      <w:proofErr w:type="spellStart"/>
      <w:r w:rsidRPr="00A40A88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A40A88">
        <w:rPr>
          <w:rFonts w:ascii="Times New Roman" w:eastAsia="Calibri" w:hAnsi="Times New Roman" w:cs="Times New Roman"/>
          <w:sz w:val="24"/>
        </w:rPr>
        <w:t xml:space="preserve"> рада </w:t>
      </w:r>
    </w:p>
    <w:p w:rsidR="00130BC5" w:rsidRPr="00A40A88" w:rsidRDefault="00130BC5" w:rsidP="00130BC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A40A88">
        <w:rPr>
          <w:rFonts w:ascii="Times New Roman" w:eastAsia="Calibri" w:hAnsi="Times New Roman" w:cs="Times New Roman"/>
          <w:sz w:val="24"/>
        </w:rPr>
        <w:t>ВИРІШИЛА:</w:t>
      </w:r>
    </w:p>
    <w:p w:rsidR="00130BC5" w:rsidRPr="009B40A3" w:rsidRDefault="00130BC5" w:rsidP="00130BC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 xml:space="preserve">       1.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Надати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Гомон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Ольз</w:t>
      </w:r>
      <w:r w:rsidRPr="009B40A3">
        <w:rPr>
          <w:rFonts w:ascii="Times New Roman" w:eastAsia="Calibri" w:hAnsi="Times New Roman" w:cs="Times New Roman"/>
          <w:sz w:val="24"/>
        </w:rPr>
        <w:t>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Герасимівні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, яка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зареєстрована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: </w:t>
      </w:r>
      <w:r w:rsidR="0020356F">
        <w:rPr>
          <w:rFonts w:ascii="Times New Roman" w:eastAsia="Calibri" w:hAnsi="Times New Roman" w:cs="Times New Roman"/>
          <w:sz w:val="24"/>
          <w:lang w:val="uk-UA"/>
        </w:rPr>
        <w:t>__________________</w:t>
      </w:r>
      <w:bookmarkStart w:id="0" w:name="_GoBack"/>
      <w:bookmarkEnd w:id="0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площею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0,1800 га, для </w:t>
      </w:r>
      <w:proofErr w:type="spellStart"/>
      <w:r w:rsidRPr="009B40A3">
        <w:rPr>
          <w:rFonts w:ascii="Times New Roman" w:eastAsia="Calibri" w:hAnsi="Times New Roman" w:cs="Times New Roman"/>
        </w:rPr>
        <w:t>ведення</w:t>
      </w:r>
      <w:proofErr w:type="spellEnd"/>
      <w:r w:rsidRPr="009B40A3">
        <w:rPr>
          <w:rFonts w:ascii="Times New Roman" w:eastAsia="Calibri" w:hAnsi="Times New Roman" w:cs="Times New Roman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</w:rPr>
        <w:t>особистого</w:t>
      </w:r>
      <w:proofErr w:type="spellEnd"/>
      <w:r w:rsidRPr="009B40A3">
        <w:rPr>
          <w:rFonts w:ascii="Times New Roman" w:eastAsia="Calibri" w:hAnsi="Times New Roman" w:cs="Times New Roman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</w:rPr>
        <w:t>селянського</w:t>
      </w:r>
      <w:proofErr w:type="spellEnd"/>
      <w:r w:rsidRPr="009B40A3">
        <w:rPr>
          <w:rFonts w:ascii="Times New Roman" w:eastAsia="Calibri" w:hAnsi="Times New Roman" w:cs="Times New Roman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</w:rPr>
        <w:t>господарства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,  яка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</w:rPr>
        <w:t>в</w:t>
      </w:r>
      <w:proofErr w:type="gramEnd"/>
      <w:r w:rsidRPr="009B40A3">
        <w:rPr>
          <w:rFonts w:ascii="Times New Roman" w:eastAsia="Calibri" w:hAnsi="Times New Roman" w:cs="Times New Roman"/>
          <w:sz w:val="24"/>
        </w:rPr>
        <w:t xml:space="preserve"> с.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Колом’є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по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вул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Шевченка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>.</w:t>
      </w:r>
    </w:p>
    <w:p w:rsidR="00130BC5" w:rsidRPr="009B40A3" w:rsidRDefault="00130BC5" w:rsidP="00130BC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 xml:space="preserve">       2. Гомон О.Г.,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9B40A3">
        <w:rPr>
          <w:rFonts w:ascii="Times New Roman" w:eastAsia="Calibri" w:hAnsi="Times New Roman" w:cs="Times New Roman"/>
          <w:sz w:val="24"/>
        </w:rPr>
        <w:t>.</w:t>
      </w:r>
    </w:p>
    <w:p w:rsidR="00130BC5" w:rsidRPr="009B40A3" w:rsidRDefault="00130BC5" w:rsidP="00130BC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130BC5" w:rsidRPr="009B40A3" w:rsidRDefault="00130BC5" w:rsidP="00130BC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130BC5" w:rsidRPr="009B40A3" w:rsidRDefault="00130BC5" w:rsidP="00130BC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30BC5" w:rsidRPr="009B40A3" w:rsidRDefault="00130BC5" w:rsidP="00130BC5">
      <w:pPr>
        <w:tabs>
          <w:tab w:val="left" w:pos="4424"/>
        </w:tabs>
        <w:spacing w:after="0"/>
        <w:rPr>
          <w:rFonts w:ascii="Times New Roman" w:eastAsia="Calibri" w:hAnsi="Times New Roman" w:cs="Times New Roman"/>
          <w:sz w:val="24"/>
        </w:rPr>
      </w:pPr>
    </w:p>
    <w:p w:rsidR="00130BC5" w:rsidRPr="009B40A3" w:rsidRDefault="00130BC5" w:rsidP="00130BC5">
      <w:pPr>
        <w:tabs>
          <w:tab w:val="left" w:pos="4424"/>
        </w:tabs>
        <w:spacing w:after="0"/>
        <w:rPr>
          <w:rFonts w:ascii="Times New Roman" w:eastAsia="Calibri" w:hAnsi="Times New Roman" w:cs="Times New Roman"/>
          <w:sz w:val="24"/>
        </w:rPr>
      </w:pPr>
    </w:p>
    <w:p w:rsidR="00130BC5" w:rsidRPr="009B40A3" w:rsidRDefault="00130BC5" w:rsidP="00130BC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proofErr w:type="spellStart"/>
      <w:r w:rsidRPr="009B40A3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9B40A3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   </w:t>
      </w:r>
      <w:proofErr w:type="spellStart"/>
      <w:r w:rsidRPr="009B40A3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9B40A3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0846B1" w:rsidRDefault="000846B1"/>
    <w:sectPr w:rsidR="000846B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BC5"/>
    <w:rsid w:val="000846B1"/>
    <w:rsid w:val="00130BC5"/>
    <w:rsid w:val="00203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BC5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130BC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30BC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130BC5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BC5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130BC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30BC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130BC5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234</Words>
  <Characters>1339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2021-09-13T10:25:00Z</dcterms:created>
  <dcterms:modified xsi:type="dcterms:W3CDTF">2021-09-14T12:22:00Z</dcterms:modified>
</cp:coreProperties>
</file>