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84" w:rsidRDefault="00AA7D84" w:rsidP="00AA7D8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C81CEE" wp14:editId="130AB7F2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7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7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84" w:rsidRDefault="00AA7D84" w:rsidP="00AA7D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i2up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7mP0MF3cRKfT5dd79jrhp8MFeZAb7yz8fHokdx+5oODeOnrv&#10;FliAilxUAjFmT8Te02YSY1pEHJ1jOmesKSKe2JOmE2OxEPGyi5iWAVFDy8FrqfMmDXvyfZMkl4wn&#10;3zdNx/OEV2XXYHimbt9UyWdCg4FPZA938oh48n1TbXmq8Gfs4s5ThbdiFzlPFb6IPeTkiaCxB7es&#10;uR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6hH8UA&#10;AADdAAAADwAAAGRycy9kb3ducmV2LnhtbESPT2vCQBTE7wW/w/IEb3VjUqqkWSWUKh6Eotb7I/vy&#10;B7NvQ3aN8du7hUKPw8z8hsk2o2nFQL1rLCtYzCMQxIXVDVcKfs7b1xUI55E1tpZJwYMcbNaTlwxT&#10;be98pOHkKxEg7FJUUHvfpVK6oiaDbm474uCVtjfog+wrqXu8B7hpZRxF79Jgw2Ghxo4+ayqup5tR&#10;YJPd/nCp4mPyxUvP+feqvIwHpWbTMf8A4Wn0/+G/9l4reFvGCfy+CU9Ar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DqEf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H9ZcgA&#10;AADdAAAADwAAAGRycy9kb3ducmV2LnhtbESPT2sCMRTE70K/Q3iFXkSzFdG6NUoRttYeCv6BXh+b&#10;1822m5clSXX105uC0OMwM79h5svONuJIPtSOFTwOMxDEpdM1VwoO+2LwBCJEZI2NY1JwpgDLxV1v&#10;jrl2J97ScRcrkSAcclRgYmxzKUNpyGIYupY4eV/OW4xJ+kpqj6cEt40cZdlEWqw5LRhsaWWo/Nn9&#10;WgXfxYf5XE0vr74/29KlX7yvm81EqYf77uUZRKQu/odv7TetYDwdjeHvTXo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8f1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U6gcUA&#10;AADdAAAADwAAAGRycy9kb3ducmV2LnhtbESPy2rDMBBF94X8g5hCNiWR47RJcS2HUJJSsgl5fMBg&#10;TSxTa2Qs1Xb+vioUurzcx+Hmm9E2oqfO144VLOYJCOLS6ZorBdfLfvYKwgdkjY1jUnAnD5ti8pBj&#10;pt3AJ+rPoRJxhH2GCkwIbSalLw1Z9HPXEkfv5jqLIcqukrrDIY7bRqZJspIWa44Egy29Gyq/zt82&#10;Qo5LPB5uw2X/MeKAu4Php+1JqenjuH0DEWgM/+G/9qdW8LxOX+D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ZTq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xxVsYA&#10;AADdAAAADwAAAGRycy9kb3ducmV2LnhtbESPQUvDQBSE70L/w/IK3uymoaYSuy1SFUTwYBXE2yP7&#10;moRm3y67zyb+e1cQPA4z8w2z2U1uUGeKqfdsYLkoQBE33vbcGnh/e7y6AZUE2eLgmQx8U4Lddnax&#10;wdr6kV/pfJBWZQinGg10IqHWOjUdOUwLH4izd/TRoWQZW20jjhnuBl0WRaUd9pwXOgy076g5Hb6c&#10;gZfxITyvq+tj+IyrUqd7Kx97MeZyPt3dghKa5D/8136yBlbrsoL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AxxV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sBbcMA&#10;AADdAAAADwAAAGRycy9kb3ducmV2LnhtbESP3YrCMBCF74V9hzAL3oimq6JSjSLLuog3xZ8HGJqx&#10;KTaT0mRtffuNIHh5OD8fZ7XpbCXu1PjSsYKvUQKCOHe65ELB5bwbLkD4gKyxckwKHuRhs/7orTDV&#10;ruUj3U+hEHGEfYoKTAh1KqXPDVn0I1cTR+/qGoshyqaQusE2jttKjpNkJi2WHAkGa/o2lN9OfzZC&#10;sglmh2t73v122OLPwfBge1Sq/9ltlyACdeEdfrX3WsF0Pp7D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sBb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9Av8MA&#10;AADdAAAADwAAAGRycy9kb3ducmV2LnhtbERPTUsDMRC9C/0PYQrebNaltrJtWkqrIIKHVkF6GzbT&#10;3cXNJCRjd/335iB4fLzv9XZ0vbpSTJ1nA/ezAhRx7W3HjYGP9+e7R1BJkC32nsnADyXYbiY3a6ys&#10;H/hI15M0KodwqtBAKxIqrVPdksM084E4cxcfHUqGsdE24pDDXa/Lolhohx3nhhYD7Vuqv07fzsDb&#10;8BRel4uHSzjHeanTwcrnXoy5nY67FSihUf7Ff+4Xa2C+LPPc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9Av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NFWscA&#10;AADdAAAADwAAAGRycy9kb3ducmV2LnhtbESPQWsCMRSE74X+h/AKvZSardZWV6NUIShYKLUFr4/N&#10;c3fp5mVJorv+e1Mo9DjMzDfMfNnbRpzJh9qxgqdBBoK4cKbmUsH3l36cgAgR2WDjmBRcKMBycXsz&#10;x9y4jj/pvI+lSBAOOSqoYmxzKUNRkcUwcC1x8o7OW4xJ+lIaj12C20YOs+xFWqw5LVTY0rqi4md/&#10;sgpWH1058g/Fqne74+Yw1trod63U/V3/NgMRqY//4b/21ih4fh1O4fdNeg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8TRV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gX8EA&#10;AADdAAAADwAAAGRycy9kb3ducmV2LnhtbERP3WrCMBS+H/gO4Qi7m6nOqVSjiFIYYzf+PMChOTbV&#10;5qQksda3NxeDXX58/6tNbxvRkQ+1YwXjUQaCuHS65krB+VR8LECEiKyxcUwKnhRgsx68rTDX7sEH&#10;6o6xEimEQ44KTIxtLmUoDVkMI9cSJ+7ivMWYoK+k9vhI4baRkyybSYs1pwaDLe0Mlbfj3Soofia/&#10;3e2ufeG2/dTSl7ku9kap92G/XYKI1Md/8Z/7WyuYzj/T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IIF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fgccA&#10;AADdAAAADwAAAGRycy9kb3ducmV2LnhtbESPQWsCMRSE7wX/Q3iCl6JZtbWyGqUWQgULpVbw+tg8&#10;d5duXpYkdbf/3hQKPQ4z8w2z3va2EVfyoXasYDrJQBAXztRcKjh96vESRIjIBhvHpOCHAmw3g7s1&#10;5sZ1/EHXYyxFgnDIUUEVY5tLGYqKLIaJa4mTd3HeYkzSl9J47BLcNnKWZQtpsea0UGFLLxUVX8dv&#10;q2D33pVzf1/sene4vJ4ftTb6TSs1GvbPKxCR+vgf/mvvjYKHp/k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834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Ybs8QA&#10;AADdAAAADwAAAGRycy9kb3ducmV2LnhtbESPUWvCMBSF3wf+h3CFvc3Uzk2pRhFHYYy9TP0Bl+ba&#10;VJubksTa/ftlIPh4OOd8h7PaDLYVPfnQOFYwnWQgiCunG64VHA/lywJEiMgaW8ek4JcCbNajpxUW&#10;2t34h/p9rEWCcChQgYmxK6QMlSGLYeI64uSdnLcYk/S11B5vCW5bmWfZu7TYcFow2NHOUHXZX62C&#10;8iv/7i9X7Uu3HWaW3sx58WGUeh4P2yWISEN8hO/tT61gNn/N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WG7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+kDsMA&#10;AADdAAAADwAAAGRycy9kb3ducmV2LnhtbESP0WrCQBRE3wv+w3IF35qNptqSuooISvPY6AdcsrdJ&#10;SPZuzK4m+Xu3UOjjMHNmmO1+NK14UO9qywqWUQyCuLC65lLB9XJ6/QDhPLLG1jIpmMjBfjd72WKq&#10;7cDf9Mh9KUIJuxQVVN53qZSuqMigi2xHHLwf2xv0Qfal1D0Oody0chXHG2mw5rBQYUfHioomvxsF&#10;b9NwvuXrJj5pQ8ss6TL2xVqpxXw8fILwNPr/8B/9pQP3niTw+yY8Ab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+kD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QlZsUA&#10;AADdAAAADwAAAGRycy9kb3ducmV2LnhtbESPQWvCQBSE7wX/w/KE3pqNVmxNXUOoWMSTTWPPj+wz&#10;CWbfhuyq8d+7QqHHYWa+YZbpYFpxod41lhVMohgEcWl1w5WC4mfz8g7CeWSNrWVScCMH6Wr0tMRE&#10;2yt/0yX3lQgQdgkqqL3vEildWZNBF9mOOHhH2xv0QfaV1D1eA9y0chrHc2mw4bBQY0efNZWn/GwU&#10;nOe/04KPO73P17evxXqTOXmolHoeD9kHCE+D/w//tbdaweztdQaPN+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CV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v/+sgA&#10;AADdAAAADwAAAGRycy9kb3ducmV2LnhtbESPzW7CMBCE75X6DtYicSsOfwFSDGorVQIOIGg5cFvi&#10;bZISr9PYhfD2GKlSj6OZ+UYznTemFGeqXWFZQbcTgSBOrS44U/D58f40BuE8ssbSMim4koP57PFh&#10;iom2F97SeeczESDsElSQe18lUro0J4OuYyvi4H3Z2qAPss6krvES4KaUvSiKpcGCw0KOFb3llJ52&#10;v0bBfjOOJ5vX5eB7tT5i3+ifgy5ipdqt5uUZhKfG/4f/2gutYDDqD+H+Jjw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S//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GjfsYA&#10;AADdAAAADwAAAGRycy9kb3ducmV2LnhtbESPQWvCQBSE74X+h+UJ3urGKFFS11AVY+lJbaHXR/Y1&#10;Cc2+DdnVRH99t1DocZiZb5hVNphGXKlztWUF00kEgriwuuZSwcf7/mkJwnlkjY1lUnAjB9n68WGF&#10;qbY9n+h69qUIEHYpKqi8b1MpXVGRQTexLXHwvmxn0AfZlVJ32Ae4aWQcRYk0WHNYqLClbUXF9/li&#10;FNyTTzy6Q7zZzbSn23yZ27djrtR4NLw8g/A0+P/wX/tVK5gvZg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Gjf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VVXcYA&#10;AADdAAAADwAAAGRycy9kb3ducmV2LnhtbESPwW7CMBBE70j8g7WVegOnNJQ2xEGoolJvlLQfsIoX&#10;JyJeh9iFlK/HlZA4jmbmjSZfDbYVJ+p941jB0zQBQVw53bBR8PP9MXkF4QOyxtYxKfgjD6tiPMox&#10;0+7MOzqVwYgIYZ+hgjqELpPSVzVZ9FPXEUdv73qLIcreSN3jOcJtK2dJ8iItNhwXauzovabqUP5a&#10;BUc3m+uh3OD2sHn7aoxJj5ddqtTjw7Beggg0hHv41v7UCtLF8wL+38Qn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VVX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tLR8MA&#10;AADdAAAADwAAAGRycy9kb3ducmV2LnhtbERPPW/CMBDdK/EfrEPqVpyWQkLAoBYJiZXQoeNhH0lo&#10;fE5jl6T99fWAxPj0vlebwTbiSp2vHSt4niQgiLUzNZcKPo67pwyED8gGG8ek4Jc8bNajhxXmxvV8&#10;oGsRShFD2OeooAqhzaX0uiKLfuJa4sidXWcxRNiV0nTYx3DbyJckmUuLNceGClvaVqS/ih+rYF+f&#10;aDbX54XN3vXh8+87TNOLUepxPLwtQQQawl18c++Ngtd0GufGN/EJ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tLR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4dKMIA&#10;AADdAAAADwAAAGRycy9kb3ducmV2LnhtbERPW2vCMBR+H/gfwhH2NlMvzNkZRYWB4iboxL0emmNT&#10;bE5KE2v992Yw2ON355vOW1uKhmpfOFbQ7yUgiDOnC84VHL8/Xt5A+ICssXRMCu7kYT7rPE0x1e7G&#10;e2oOIRexhH2KCkwIVSqlzwxZ9D1XEUft7GqLIcI6l7rGWyy3pRwkyau0WHBcMFjRylB2OVytggZ3&#10;9+THLL8mm+IzG+yWp62OvHrutot3EIHa8G/+S6+1gtF4OIHfN/EJ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jh0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l5qMIA&#10;AADdAAAADwAAAGRycy9kb3ducmV2LnhtbERPPU/DMBDdkfofrENiow5RRVGoW1WVihgh7cB4xNc4&#10;bXwX2aYJ/Ho8IDE+ve/VZvK9ulKInbCBh3kBirgR23Fr4HjY3z+BignZYi9MBr4pwmY9u1lhZWXk&#10;d7rWqVU5hGOFBlxKQ6V1bBx5jHMZiDN3kuAxZRhabQOOOdz3uiyKR+2x49zgcKCdo+ZSf3kD40vz&#10;eS5PH9b9hEH29Zucy16Mubudts+gEk3pX/znfrUGFstF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iXm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6alMYA&#10;AADdAAAADwAAAGRycy9kb3ducmV2LnhtbESPW2sCMRSE3wv9D+EIfatZRaqsRvFSoRRFvL0fN8fd&#10;rcnJskl1/fdGKPRxmJlvmNGksUZcqfalYwWddgKCOHO65FzBYb98H4DwAVmjcUwK7uRhMn59GWGq&#10;3Y23dN2FXEQI+xQVFCFUqZQ+K8iib7uKOHpnV1sMUda51DXeItwa2U2SD2mx5LhQYEXzgrLL7tcq&#10;WG4W5qe73k6PMsw/+ycz+J4tVkq9tZrpEESgJvyH/9pfWkGv3+vA8018An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6al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vJWsYA&#10;AADdAAAADwAAAGRycy9kb3ducmV2LnhtbESPW2vCQBSE3wv+h+UIfRHdaL0RXUWEokIL3sDXY/aY&#10;BLNnQ3Yb03/fFYQ+DjPzDTNfNqYQNVUut6yg34tAECdW55wqOJ8+u1MQziNrLCyTgl9ysFy03uYY&#10;a/vgA9VHn4oAYRejgsz7MpbSJRkZdD1bEgfvZiuDPsgqlbrCR4CbQg6iaCwN5hwWMixpnVFyP/4Y&#10;BfX+65pua1fu7tOOG31cN5tvfVHqvd2sZiA8Nf4//GpvtYLhZDiA55vw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vJW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YQCMgA&#10;AADdAAAADwAAAGRycy9kb3ducmV2LnhtbESPQWsCMRSE7wX/Q3hCbzWr3Vq7NYoKhV4K1XrQ23Pz&#10;3F3cvKxJ1K2/vhEKHoeZ+YYZT1tTizM5X1lW0O8lIIhzqysuFKx/Pp5GIHxA1lhbJgW/5GE66TyM&#10;MdP2wks6r0IhIoR9hgrKEJpMSp+XZND3bEMcvb11BkOUrpDa4SXCTS0HSTKUBiuOCyU2tCgpP6xO&#10;RsH8bTQ/fqf8dV3utrTd7A4vA5co9dhtZ+8gArXhHv5vf2oF6Wv6DL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NhAIyAAAAN0AAAAPAAAAAAAAAAAAAAAAAJgCAABk&#10;cnMvZG93bnJldi54bWxQSwUGAAAAAAQABAD1AAAAjQMAAAAA&#10;" fillcolor="black" stroked="f"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LcscA&#10;AADdAAAADwAAAGRycy9kb3ducmV2LnhtbESPQWvCQBSE7wX/w/KE3uqmEq2krqK2QkE9aHvo8TX7&#10;mizJvg3Zrab+elcQPA4z8w0znXe2FkdqvXGs4HmQgCDOnTZcKPj6XD9NQPiArLF2TAr+ycN81nuY&#10;Yqbdifd0PIRCRAj7DBWUITSZlD4vyaIfuIY4er+utRiibAupWzxFuK3lMEnG0qLhuFBiQ6uS8urw&#10;ZxV8b8Zmsjc0/Nmel+96O6qWu7dKqcd+t3gFEagL9/Ct/aEVpC9pC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2S3L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/QXMYA&#10;AADdAAAADwAAAGRycy9kb3ducmV2LnhtbESPQWsCMRSE7wX/Q3hCbzWr2FZWo4iltBcPtYrXx+Z1&#10;s93Ny5pEXf31piD0OMzMN8xs0dlGnMiHyrGC4SADQVw4XXGpYPv9/jQBESKyxsYxKbhQgMW89zDD&#10;XLszf9FpE0uRIBxyVGBibHMpQ2HIYhi4ljh5P85bjEn6UmqP5wS3jRxl2Yu0WHFaMNjSylBRb45W&#10;gV/u3+orH3d1dl1fwsdvd5igUeqx3y2nICJ18T98b39qBePX8TP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/QX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nrmcYA&#10;AADdAAAADwAAAGRycy9kb3ducmV2LnhtbESP3WrCQBSE7wu+w3IKvSm6UcTY1FVEKBQqBX8e4DR7&#10;moTung3ZU419elcoeDnMzDfMYtV7p07UxSawgfEoA0VcBttwZeB4eBvOQUVBtugCk4ELRVgtBw8L&#10;LGw4845Oe6lUgnAs0EAt0hZax7Imj3EUWuLkfYfOoyTZVdp2eE5w7/Qky2baY8NpocaWNjWVP/tf&#10;b8BNvtzLRx63cjnqbfbnZff8aY15euzXr6CEermH/9vv1sA0n87g9iY9Ab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tnrm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lBRsYA&#10;AADdAAAADwAAAGRycy9kb3ducmV2LnhtbESPQWsCMRSE7wX/Q3gFbzVbkSpbo2hF2IuHrorX5+Z1&#10;s5i8LJtUV399Uyj0OMzMN8x82TsrrtSFxrOC11EGgrjyuuFawWG/fZmBCBFZo/VMCu4UYLkYPM0x&#10;1/7Gn3QtYy0ShEOOCkyMbS5lqAw5DCPfEifvy3cOY5JdLXWHtwR3Vo6z7E06bDgtGGzpw1B1Kb+d&#10;gk3Z2vGhMOtwOu7OZ1s8tnTaKDV87lfvICL18T/81y60gsl0MoX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lBR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GahcAA&#10;AADdAAAADwAAAGRycy9kb3ducmV2LnhtbERPTYvCMBC9C/sfwizsTZMVUalGWZYVBE9qPXgbkrGt&#10;NpPSRNv99+YgeHy87+W6d7V4UBsqzxq+RwoEsfG24kJDftwM5yBCRLZYeyYN/xRgvfoYLDGzvuM9&#10;PQ6xECmEQ4YayhibTMpgSnIYRr4hTtzFtw5jgm0hbYtdCne1HCs1lQ4rTg0lNvRbkrkd7k7DdSN3&#10;3ig0p/zUbe3s/DelWmn99dn/LEBE6uNb/HJvrYbJbJLmpj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BGah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SdMMcA&#10;AADdAAAADwAAAGRycy9kb3ducmV2LnhtbESPW2sCMRSE3wv+h3AKfavZqnhZjaJCoVT64AXx8bg5&#10;7i67OVmSqNt/3whCH4eZ+YaZLVpTixs5X1pW8NFNQBBnVpecKzjsP9/HIHxA1lhbJgW/5GEx77zM&#10;MNX2zlu67UIuIoR9igqKEJpUSp8VZNB3bUMcvYt1BkOULpfa4T3CTS17STKUBkuOCwU2tC4oq3ZX&#10;o+B03fDlp/+9dKtwtO3eV73zuFLq7bVdTkEEasN/+Nn+0goGo8EEHm/iE5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EnTD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0YosQA&#10;AADdAAAADwAAAGRycy9kb3ducmV2LnhtbERPz2vCMBS+C/4P4Q12s+lEnatGUUHwMlC3w7w9m2db&#10;bF5qkmnnX28Owo4f3+/pvDW1uJLzlWUFb0kKgji3uuJCwffXujcG4QOyxtoyKfgjD/NZtzPFTNsb&#10;7+i6D4WIIewzVFCG0GRS+rwkgz6xDXHkTtYZDBG6QmqHtxhuatlP05E0WHFsKLGhVUn5ef9rFCw/&#10;xsvLdsCf993xQIef43nYd6lSry/tYgIiUBv+xU/3RisYvA/j/vgmPg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9GKLEAAAA3QAAAA8AAAAAAAAAAAAAAAAAmAIAAGRycy9k&#10;b3ducmV2LnhtbFBLBQYAAAAABAAEAPUAAACJAwAAAAA=&#10;" fillcolor="black" stroked="f"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1HOMUA&#10;AADdAAAADwAAAGRycy9kb3ducmV2LnhtbESPzWrDMBCE74W8g9hAb42c/uNGCSZQWnpy0oZcN9bG&#10;MrFWRlIV9+2rQiHHYWa+YRar0fYikQ+dYwXzWQGCuHG641bB1+frzTOIEJE19o5JwQ8FWC0nVwss&#10;tTvzhtI2tiJDOJSowMQ4lFKGxpDFMHMDcfaOzluMWfpWao/nDLe9vC2KR2mx47xgcKC1oea0/bYK&#10;0mFdV3dpn8zmw1etd/Xb7lArdT0dqxcQkcZ4Cf+337WC+6eHOfy9y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Uc4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g5vccA&#10;AADdAAAADwAAAGRycy9kb3ducmV2LnhtbESPQWvCQBSE74X+h+UVejMbpdU2dRURLdWLNhXs8ZF9&#10;zYZm34bsGtP++q4g9DjMzDfMdN7bWnTU+sqxgmGSgiAunK64VHD4WA+eQPiArLF2TAp+yMN8dnsz&#10;xUy7M79Tl4dSRAj7DBWYEJpMSl8YsugT1xBH78u1FkOUbSl1i+cIt7UcpelYWqw4LhhsaGmo+M5P&#10;VoEfLlfHrf197j5fDe/yjRnvS6PU/V2/eAERqA//4Wv7TSt4mDyO4PImPgE5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9YOb3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A7D84" w:rsidRDefault="00AA7D84" w:rsidP="00AA7D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A7D84" w:rsidRDefault="00AA7D84" w:rsidP="00AA7D8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AA7D84" w:rsidRDefault="00AA7D84" w:rsidP="00AA7D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7D84" w:rsidRDefault="00AA7D84" w:rsidP="00AA7D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7D84" w:rsidRDefault="00AA7D84" w:rsidP="00AA7D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A7D84" w:rsidRDefault="00AA7D84" w:rsidP="00AA7D8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A7D84" w:rsidRDefault="00AA7D84" w:rsidP="00AA7D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A7D84" w:rsidRDefault="00AA7D84" w:rsidP="00AA7D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A7D84" w:rsidRDefault="00AA7D84" w:rsidP="00AA7D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7D84" w:rsidRDefault="00AA7D84" w:rsidP="00AA7D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A7D84" w:rsidRDefault="00AA7D84" w:rsidP="00AA7D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7D84" w:rsidRDefault="00AA7D84" w:rsidP="00AA7D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A7D84" w:rsidRDefault="00AA7D84" w:rsidP="00AA7D8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A7D84" w:rsidRDefault="00AA7D84" w:rsidP="00AA7D8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№97</w:t>
      </w:r>
    </w:p>
    <w:p w:rsidR="00AA7D84" w:rsidRDefault="00AA7D84" w:rsidP="00AA7D8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7D84" w:rsidRPr="00276DFE" w:rsidRDefault="00AA7D84" w:rsidP="00AA7D8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AA7D84" w:rsidRPr="00276DFE" w:rsidRDefault="00AA7D84" w:rsidP="00AA7D8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AA7D84" w:rsidRPr="00276DFE" w:rsidRDefault="00AA7D84" w:rsidP="00AA7D8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AA7D84" w:rsidRPr="00276DFE" w:rsidRDefault="00AA7D84" w:rsidP="00AA7D8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Зощуку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О.К</w:t>
      </w:r>
    </w:p>
    <w:p w:rsidR="00AA7D84" w:rsidRPr="00276DFE" w:rsidRDefault="00AA7D84" w:rsidP="00AA7D8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7D84" w:rsidRPr="00276DFE" w:rsidRDefault="00AA7D84" w:rsidP="00AA7D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>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Зощука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</w:t>
      </w:r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AA7D84" w:rsidRPr="00276DFE" w:rsidRDefault="00AA7D84" w:rsidP="00AA7D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A7D84" w:rsidRPr="00276DFE" w:rsidRDefault="00AA7D84" w:rsidP="00AA7D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Зощуку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Костянтиновичу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</w:t>
      </w:r>
      <w:r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0,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0500 га,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ради,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вулиця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Хотічинська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A7D84" w:rsidRPr="00276DFE" w:rsidRDefault="00AA7D84" w:rsidP="00AA7D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Зощуку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Костянтиновичу</w:t>
      </w:r>
      <w:proofErr w:type="spellEnd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311903">
        <w:rPr>
          <w:rFonts w:ascii="Times New Roman" w:eastAsia="Calibri" w:hAnsi="Times New Roman" w:cs="Times New Roman"/>
          <w:sz w:val="24"/>
          <w:lang w:val="uk-UA"/>
        </w:rPr>
        <w:t>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31190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0,0500 га,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номер: 6823982100:01:007:0056, 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ради,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вулиця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Хотічинська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A7D84" w:rsidRPr="00276DFE" w:rsidRDefault="00AA7D84" w:rsidP="00AA7D8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Зощуку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О.К,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AA7D84" w:rsidRPr="00276DFE" w:rsidRDefault="00AA7D84" w:rsidP="00AA7D8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AA7D84" w:rsidRPr="00276DFE" w:rsidRDefault="00AA7D84" w:rsidP="00AA7D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7D84" w:rsidRPr="00276DFE" w:rsidRDefault="00AA7D84" w:rsidP="00AA7D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7D84" w:rsidRPr="00276DFE" w:rsidRDefault="00AA7D84" w:rsidP="00AA7D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7D84" w:rsidRPr="00345032" w:rsidRDefault="00AA7D84" w:rsidP="00AA7D8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683897" w:rsidRDefault="00683897"/>
    <w:sectPr w:rsidR="0068389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84"/>
    <w:rsid w:val="00311903"/>
    <w:rsid w:val="00683897"/>
    <w:rsid w:val="00AA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8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A7D8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A7D8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A7D84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8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A7D8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A7D8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A7D84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270</Words>
  <Characters>1542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2021-09-13T10:46:00Z</dcterms:created>
  <dcterms:modified xsi:type="dcterms:W3CDTF">2021-09-14T12:35:00Z</dcterms:modified>
</cp:coreProperties>
</file>