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8FC" w:rsidRDefault="00AE18FC" w:rsidP="00AE18F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8FC" w:rsidRDefault="00AE18FC" w:rsidP="00AE18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18FC" w:rsidRDefault="00AE18FC" w:rsidP="00AE18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18FC" w:rsidRDefault="00AE18FC" w:rsidP="00AE18F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8FC" w:rsidRDefault="00AE18FC" w:rsidP="00AE18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18FC" w:rsidRDefault="00AE18FC" w:rsidP="00AE18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18FC" w:rsidRPr="00A56207" w:rsidRDefault="00AE18FC" w:rsidP="00AE18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№34</w:t>
      </w:r>
    </w:p>
    <w:p w:rsidR="00AE18FC" w:rsidRDefault="00AE18FC" w:rsidP="00AE18F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AE18FC" w:rsidRPr="00C92EA5" w:rsidRDefault="00AE18FC" w:rsidP="00AE18F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E18FC" w:rsidRPr="00C92EA5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E18FC" w:rsidRPr="00C92EA5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E18FC" w:rsidRPr="00C92EA5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Матвійчук Н.Д.</w:t>
      </w:r>
    </w:p>
    <w:p w:rsidR="00AE18FC" w:rsidRPr="00C92EA5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E18FC" w:rsidRPr="00C92EA5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>зглянувши   заяву   Матвійчук Н.Д.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AE18FC" w:rsidRPr="00513972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AE18FC" w:rsidRPr="0005410D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Матвійчук Надії Дмитрівні,  яка 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14185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власність,</w:t>
      </w:r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0,4500 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</w:t>
      </w:r>
      <w:r w:rsidRPr="003D6F67">
        <w:rPr>
          <w:rFonts w:ascii="Times New Roman" w:eastAsia="Calibri" w:hAnsi="Times New Roman" w:cs="Times New Roman"/>
          <w:sz w:val="24"/>
        </w:rPr>
        <w:t>,</w:t>
      </w:r>
      <w:r w:rsidRPr="003D6F6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16.00 землі запасу (земельні ділянки кожної категорії земель, які не надані у власність або користування громадянам чи юридичним особам) землі запасу, </w:t>
      </w:r>
      <w:r>
        <w:rPr>
          <w:rFonts w:ascii="Times New Roman" w:eastAsia="Calibri" w:hAnsi="Times New Roman" w:cs="Times New Roman"/>
          <w:sz w:val="24"/>
        </w:rPr>
        <w:t>кадастровий номер 68239884700:04:005:0034,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(Шепетівський)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район, 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Лисиченська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сільська рада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(</w:t>
      </w:r>
      <w:proofErr w:type="spellStart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об'єднаної територіальної громади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).</w:t>
      </w:r>
    </w:p>
    <w:p w:rsidR="00AE18FC" w:rsidRPr="00C92EA5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Матвійчук Н.Д.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AE18FC" w:rsidRPr="00C92EA5" w:rsidRDefault="00AE18FC" w:rsidP="00AE18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E18FC" w:rsidRPr="00C92EA5" w:rsidRDefault="00AE18FC" w:rsidP="00AE18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18FC" w:rsidRPr="00C92EA5" w:rsidRDefault="00AE18FC" w:rsidP="00AE18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D1CCF" w:rsidRPr="00AE18FC" w:rsidRDefault="00AE18FC" w:rsidP="00AE18F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ED1CCF" w:rsidRPr="00AE18F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8FC"/>
    <w:rsid w:val="00171A2E"/>
    <w:rsid w:val="00304C90"/>
    <w:rsid w:val="00414185"/>
    <w:rsid w:val="00505B6D"/>
    <w:rsid w:val="006D3977"/>
    <w:rsid w:val="007D6C18"/>
    <w:rsid w:val="00AE18FC"/>
    <w:rsid w:val="00D1641A"/>
    <w:rsid w:val="00ED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DE4A8"/>
  <w15:docId w15:val="{FDE2A796-90C7-4B2F-8CFD-CF21AA7D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18F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AE18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E18F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E18F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284</Words>
  <Characters>1624</Characters>
  <Application>Microsoft Office Word</Application>
  <DocSecurity>0</DocSecurity>
  <Lines>13</Lines>
  <Paragraphs>3</Paragraphs>
  <ScaleCrop>false</ScaleCrop>
  <Company>Microsoft</Company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2021-04-28T11:39:00Z</dcterms:created>
  <dcterms:modified xsi:type="dcterms:W3CDTF">2021-04-28T13:02:00Z</dcterms:modified>
</cp:coreProperties>
</file>