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04F" w:rsidRPr="00D815F3" w:rsidRDefault="00EB004F" w:rsidP="00EB004F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EB004F" w:rsidRPr="001869AA" w:rsidRDefault="00EB004F" w:rsidP="00EB004F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256" name="Группа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5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85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k+0cUA&#10;AADcAAAADwAAAGRycy9kb3ducmV2LnhtbESPzWrDMBCE74W+g9hCb41cm9bBiRJCaUsOgWInvi/W&#10;+odaK2OpjvP2USGQ4zAz3zDr7Wx6MdHoOssKXhcRCOLK6o4bBafj18sShPPIGnvLpOBCDrabx4c1&#10;ZtqeOaep8I0IEHYZKmi9HzIpXdWSQbewA3Hwajsa9EGOjdQjngPc9DKOondpsOOw0OJAHy1Vv8Wf&#10;UWCT7/2hbOI8+eTU8+5nWZfzQannp3m3AuFp9vfwrb3XCuK3FP7PhCMgN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ST7RxQAAANw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Y0vMQA&#10;AADcAAAADwAAAGRycy9kb3ducmV2LnhtbERPy2oCMRTdC/5DuIIbqRmF2nY0igjTh4uCttDtZXKd&#10;jE5uhiTq1K9vFgWXh/NerDrbiAv5UDtWMBlnIIhLp2uuFHx/FQ/PIEJE1tg4JgW/FGC17PcWmGt3&#10;5R1d9rESKYRDjgpMjG0uZSgNWQxj1xIn7uC8xZigr6T2eE3htpHTLJtJizWnBoMtbQyVp/3ZKjgW&#10;n+Zn83R79aOXHd1Gxfat+ZgpNRx06zmISF28i//d71rB9DGtTWfSEZ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GNLz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BEL8IA&#10;AADcAAAADwAAAGRycy9kb3ducmV2LnhtbESP3YrCMBCF7wXfIYzgjaypLspajSKyLuJN8ecBhmZs&#10;is2kNFlb336zIHh5OD8fZ7XpbCUe1PjSsYLJOAFBnDtdcqHgetl/fIHwAVlj5ZgUPMnDZt3vrTDV&#10;ruUTPc6hEHGEfYoKTAh1KqXPDVn0Y1cTR+/mGoshyqaQusE2jttKTpNkLi2WHAkGa9oZyu/nXxsh&#10;2Sdmx1t72f902OL30fBoe1JqOOi2SxCBuvAOv9oHrWA6W8D/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MEQv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9+0MIA&#10;AADcAAAADwAAAGRycy9kb3ducmV2LnhtbERPTUvDQBC9C/0PyxS82U2DRondllIVRPDQKpTehuw0&#10;CWZnl92xif/ePQgeH+97tZncoC4UU+/ZwHJRgCJuvO25NfD58XLzACoJssXBMxn4oQSb9exqhbX1&#10;I+/pcpBW5RBONRroREKtdWo6cpgWPhBn7uyjQ8kwttpGHHO4G3RZFJV22HNu6DDQrqPm6/DtDLyP&#10;z+Htvro7h1O8LXV6snLciTHX82n7CEpokn/xn/vVGiirPD+fyUdAr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f37Q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qClMIA&#10;AADcAAAADwAAAGRycy9kb3ducmV2LnhtbESP3YrCMBCF7wXfIYywN7KmKojURpFlXcQbse4DDM20&#10;KTaT0mRt9+2NIHh5OD8fJ9sNthF36nztWMF8loAgLpyuuVLwez18rkH4gKyxcUwK/snDbjseZZhq&#10;1/OF7nmoRBxhn6ICE0KbSukLQxb9zLXE0StdZzFE2VVSd9jHcdvIRZKspMWaI8FgS1+Gilv+ZyPk&#10;vMTzqeyvh58Be/w+GZ7uL0p9TIb9BkSgIbzDr/ZRK1is5vA8E4+A3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KoKU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FFPMUA&#10;AADcAAAADwAAAGRycy9kb3ducmV2LnhtbESPQUvDQBSE74L/YXmCN7sxaCyx21LaCiJ4sArF2yP7&#10;mgSzb5fd1yb+e1cQPA4z8w2zWE1uUGeKqfds4HZWgCJuvO25NfDx/nQzB5UE2eLgmQx8U4LV8vJi&#10;gbX1I7/ReS+tyhBONRroREKtdWo6cphmPhBn7+ijQ8kyttpGHDPcDbosiko77DkvdBho01HztT85&#10;A6/jLrw8VPfH8BnvSp22Vg4bMeb6alo/ghKa5D/81362BsqqhN8z+Qj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4UU8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YctsUA&#10;AADcAAAADwAAAGRycy9kb3ducmV2LnhtbESPQWsCMRSE7wX/Q3iCl6LZKhVZjaKF0IKFUhW8PjbP&#10;3cXNy5JEd/vvG6HQ4zAz3zCrTW8bcScfascKXiYZCOLCmZpLBaejHi9AhIhssHFMCn4owGY9eFph&#10;blzH33Q/xFIkCIccFVQxtrmUoajIYpi4ljh5F+ctxiR9KY3HLsFtI6dZNpcWa04LFbb0VlFxPdys&#10;gt1XV878c7Hr3f7yfn7V2uhPrdRo2G+XICL18T/81/4wCqbzGTzOp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Fhy2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NgR8MA&#10;AADcAAAADwAAAGRycy9kb3ducmV2LnhtbESP3YrCMBSE7xd8h3AWvFvTLSpSjSIuhUX2xp8HODRn&#10;m67NSUlirW9vFgQvh5n5hlltBtuKnnxoHCv4nGQgiCunG64VnE/lxwJEiMgaW8ek4E4BNuvR2woL&#10;7W58oP4Ya5EgHApUYGLsCilDZchimLiOOHm/zluMSfpaao+3BLetzLNsLi02nBYMdrQzVF2OV6ug&#10;3Oc//eWqfem2w9TSzPwtvoxS4/dhuwQRaYiv8LP9rRXk8yn8n0lHQK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1NgR8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MhWcUA&#10;AADcAAAADwAAAGRycy9kb3ducmV2LnhtbESPQWsCMRSE7wX/Q3iCl6LZWhRZjaKF0IKFUhW8PjbP&#10;3cXNy5JEd/vvTaHQ4zAz3zCrTW8bcScfascKXiYZCOLCmZpLBaejHi9AhIhssHFMCn4owGY9eFph&#10;blzH33Q/xFIkCIccFVQxtrmUoajIYpi4ljh5F+ctxiR9KY3HLsFtI6dZNpcWa04LFbb0VlFxPdys&#10;gt1XV77652LXu/3l/TzT2uhPrdRo2G+XICL18T/81/4wCqbzGfyeSUdAr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syFZ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1bq8MA&#10;AADcAAAADwAAAGRycy9kb3ducmV2LnhtbESPwWrDMBBE74H8g9hAb4lc05rgRjEhwVBKLk37AYu1&#10;tVxbKyMpjvv3VaDQ4zAzb5hdNdtBTORD51jB4yYDQdw43XGr4POjXm9BhIiscXBMCn4oQLVfLnZY&#10;anfjd5ousRUJwqFEBSbGsZQyNIYsho0biZP35bzFmKRvpfZ4S3A7yDzLCmmx47RgcKSjoaa/XK2C&#10;+i0/T/1V+9od5idLz+Z7ezJKPazmwwuISHP8D/+1X7WCvCjgfiYdAb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1bq8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qL88EA&#10;AADcAAAADwAAAGRycy9kb3ducmV2LnhtbESP3YrCMBSE7wXfIRzBO039q1KNIgsuemn1AQ7NsS02&#10;J7XJ2vr2G0HwcpiZb5jNrjOVeFLjSssKJuMIBHFmdcm5guvlMFqBcB5ZY2WZFLzIwW7b720w0bbl&#10;Mz1Tn4sAYZeggsL7OpHSZQUZdGNbEwfvZhuDPsgml7rBNsBNJadRFEuDJYeFAmv6KSi7p39GwfzV&#10;/j7SxT06aEOT06w+sc8WSg0H3X4NwlPnv+FP+6gVTOMlvM+EIyC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qi/P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7s9MEA&#10;AADcAAAADwAAAGRycy9kb3ducmV2LnhtbERPyWrDMBC9B/IPYgK9JXJ8MKkbOYSGhNJT6qY9D9Z4&#10;odbIWPL299Wh0OPj7cfTbFoxUu8aywr2uwgEcWF1w5WCx+d1ewDhPLLG1jIpWMjBKVuvjphqO/EH&#10;jbmvRAhhl6KC2vsuldIVNRl0O9sRB660vUEfYF9J3eMUwk0r4yhKpMGGQ0ONHb3WVPzkg1EwJN/x&#10;g8t3fc8vy+35cj07+VUp9bSZzy8gPM3+X/znftMK4iSsDWfCEZDZ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+7PT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sufccA&#10;AADcAAAADwAAAGRycy9kb3ducmV2LnhtbESPQWvCQBSE74X+h+UVvNVNtQRNsxEVBNuDUquH3p7Z&#10;Z5KafRuzq8Z/7xYKPQ4z8w2TTjpTiwu1rrKs4KUfgSDOra64ULD9WjyPQDiPrLG2TApu5GCSPT6k&#10;mGh75U+6bHwhAoRdggpK75tESpeXZND1bUMcvINtDfog20LqFq8Bbmo5iKJYGqw4LJTY0Lyk/Lg5&#10;GwW79Sger2fvrz8fqz0OjT596ypWqvfUTd9AeOr8f/ivvdQKBvEYfs+EIy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h7Ln3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kYRsIA&#10;AADcAAAADwAAAGRycy9kb3ducmV2LnhtbERPTWvCQBC9F/wPywi91Y1p0RDdBLXUiqeYFrwO2WkS&#10;mp0N2a3G/nr3UOjx8b7X+Wg6caHBtZYVzGcRCOLK6pZrBZ8fb08JCOeRNXaWScGNHOTZ5GGNqbZX&#10;PtGl9LUIIexSVNB436dSuqohg25me+LAfdnBoA9wqKUe8BrCTSfjKFpIgy2HhgZ72jVUfZc/RsHv&#10;4oyFe4+3r8/a0+0l2dtjsVfqcTpuViA8jf5f/Oc+aAXxMswPZ8IRk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WRhGwgAAANw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LAM8UA&#10;AADcAAAADwAAAGRycy9kb3ducmV2LnhtbESP0WrCQBRE34X+w3KFvpmNwdoas0opFvpWTfsBl+x1&#10;E5K9G7NbTfv1XUHwcZiZM0yxHW0nzjT4xrGCeZKCIK6cbtgo+P56n72A8AFZY+eYFPySh+3mYVJg&#10;rt2FD3QugxERwj5HBXUIfS6lr2qy6BPXE0fv6AaLIcrBSD3gJcJtJ7M0XUqLDceFGnt6q6lqyx+r&#10;4OSyJz2WO/xsd6t9Y8zi9HdYKPU4HV/XIAKN4R6+tT+0gux5Dtcz8QjIz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8sAz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3ME8UA&#10;AADcAAAADwAAAGRycy9kb3ducmV2LnhtbESPzW7CMBCE75X6DtZW4gZOgyAQMBFUqsSVn0OPW3tJ&#10;0sbrNHZJytPXlZB6HM3MN5p1MdhGXKnztWMFz5MEBLF2puZSwfn0Ol6A8AHZYOOYFPyQh2Lz+LDG&#10;3LieD3Q9hlJECPscFVQhtLmUXldk0U9cSxy9i+sshii7UpoO+wi3jUyTZC4t1hwXKmzppSL9efy2&#10;Cvb1O83m+rK0i50+vN2+wjT7MEqNnobtCkSgIfyH7+29UZBmKfydiUd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HcwT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HVr8EA&#10;AADcAAAADwAAAGRycy9kb3ducmV2LnhtbERPW2vCMBR+F/Yfwhn4pukqbNoZZQqCQyd4wb0emrOm&#10;rDkpTaz13xthsMfvzjedd7YSLTW+dKzgZZiAIM6dLrlQcDquBmMQPiBrrByTght5mM+eelPMtLvy&#10;ntpDKEQsYZ+hAhNCnUnpc0MW/dDVxFH7cY3FEGFTSN3gNZbbSqZJ8iotlhwXDNa0NJT/Hi5WQYu7&#10;W/JtFl+Tz3Kbp7vFeaMjr/rP3cc7iEBd+Df/pddaQfo2gseZeAT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h1a/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z41cQA&#10;AADcAAAADwAAAGRycy9kb3ducmV2LnhtbESPQUvDQBSE70L/w/IK3uymQVRit6UUKh419uDxmX3N&#10;ps2+F3bXJvrrXUHwOMzMN8xqM/leXSjETtjAclGAIm7EdtwaOLztbx5AxYRssRcmA18UYbOeXa2w&#10;sjLyK13q1KoM4VihAZfSUGkdG0ce40IG4uwdJXhMWYZW24Bjhvtel0Vxpz12nBccDrRz1JzrT29g&#10;fGo+TuXx3brvMMi+fpFT2Ysx1/Np+wgq0ZT+w3/tZ2ugvL+F3zP5CO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c+NX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8Qb8YA&#10;AADcAAAADwAAAGRycy9kb3ducmV2LnhtbESPW2sCMRSE3wv9D+EUfKtZF7ywGsVqBZGKeOn76ea4&#10;u21ysmyibv99UxB8HGbmG2Yya60RV2p85VhBr5uAIM6drrhQcDquXkcgfEDWaByTgl/yMJs+P00w&#10;0+7Ge7oeQiEihH2GCsoQ6kxKn5dk0XddTRy9s2sshiibQuoGbxFujUyTZCAtVhwXSqxpUVL+c7hY&#10;Bavd0nyn2/38U4bF+/DLjDZvyw+lOi/tfAwiUBse4Xt7rRWkwz78n4lHQE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u8Qb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39s8YA&#10;AADcAAAADwAAAGRycy9kb3ducmV2LnhtbESPQWvCQBSE70L/w/IKvYhujNRKmo1IocRCBauC12f2&#10;NQlm34bsNsZ/3y0UPA4z8w2TrgbTiJ46V1tWMJtGIIgLq2suFRwP75MlCOeRNTaWScGNHKyyh1GK&#10;ibZX/qJ+70sRIOwSVFB53yZSuqIig25qW+LgfdvOoA+yK6Xu8BrgppFxFC2kwZrDQoUtvVVUXPY/&#10;RkG/+zyXm961H5fl2D3Pz3m+1Selnh6H9SsIT4O/h//bG60gflnA35lwBGT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L39s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fZWMcA&#10;AADcAAAADwAAAGRycy9kb3ducmV2LnhtbESPT2sCMRTE7wW/Q3iCt5p1sf7ZGkULhV4KanvQ23Pz&#10;uru4edkmqW799EYQPA4z8xtmtmhNLU7kfGVZwaCfgCDOra64UPD99f48AeEDssbaMin4Jw+Leedp&#10;hpm2Z97QaRsKESHsM1RQhtBkUvq8JIO+bxvi6P1YZzBE6QqpHZ4j3NQyTZKRNFhxXCixobeS8uP2&#10;zyhYTSer3/WQPy+bw572u8PxJXWJUr1uu3wFEagNj/C9/aEVpOMx3M7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n2VjHAAAA3AAAAA8AAAAAAAAAAAAAAAAAmAIAAGRy&#10;cy9kb3ducmV2LnhtbFBLBQYAAAAABAAEAPUAAACMAwAAAAA=&#10;" fillcolor="black" stroked="f"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rsMsQA&#10;AADcAAAADwAAAGRycy9kb3ducmV2LnhtbERPy2rCQBTdC/2H4Ra600kDPkidhNoqCNqFtosubzO3&#10;yZDMnZCZavTrnYXQ5eG8l8VgW3Gi3hvHCp4nCQji0mnDlYKvz814AcIHZI2tY1JwIQ9F/jBaYqbd&#10;mQ90OoZKxBD2GSqoQ+gyKX1Zk0U/cR1x5H5dbzFE2FdS93iO4baVaZLMpEXDsaHGjt5qKpvjn1Xw&#10;vZuZxcFQ+rO/rtZ6P21WH++NUk+Pw+sLiEBD+Bff3VutIJ3HtfFMPAIy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K7DLEAAAA3A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tjR8UA&#10;AADcAAAADwAAAGRycy9kb3ducmV2LnhtbESPQWsCMRSE70L/Q3hCbzWrh2q3RpFKqRcP2pZeH5vn&#10;Zt3Ny5pEXf31Rih4HGbmG2Y672wjTuRD5VjBcJCBIC6crrhU8PP9+TIBESKyxsYxKbhQgPnsqTfF&#10;XLszb+i0jaVIEA45KjAxtrmUoTBkMQxcS5y8nfMWY5K+lNrjOcFtI0dZ9iotVpwWDLb0Yaiot0er&#10;wC/+lvWVj791dl1fwte+O0zQKPXc7xbvICJ18RH+b6+0gtH4De5n0hG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m2NH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nl5cIA&#10;AADcAAAADwAAAGRycy9kb3ducmV2LnhtbERPzWrCQBC+F3yHZQpeSt00h9bGbEQKgqAUtD7ANDsm&#10;obuzITtq9Om7h0KPH99/uRy9UxcaYhfYwMssA0VcB9txY+D4tX6eg4qCbNEFJgM3irCsJg8lFjZc&#10;eU+XgzQqhXAs0EAr0hdax7olj3EWeuLEncLgURIcGm0HvKZw73SeZa/aY8epocWePlqqfw5nb8Dl&#10;3+59+xZ3cjvqXXb3sn/6tMZMH8fVApTQKP/iP/fGGsjnaX46k46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eeXlwgAAANw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jhdcQA&#10;AADcAAAADwAAAGRycy9kb3ducmV2LnhtbESPQWsCMRSE70L/Q3gFb5p1DyJbo1RF2EsPbhWvz83r&#10;ZmnysmxSXf31plDocZiZb5jlenBWXKkPrWcFs2kGgrj2uuVGwfFzP1mACBFZo/VMCu4UYL16GS2x&#10;0P7GB7pWsREJwqFABSbGrpAy1IYchqnviJP35XuHMcm+kbrHW4I7K/Msm0uHLacFgx1tDdXf1Y9T&#10;sKs6mx9Lswnn08flYsvHns47pcavw/sbiEhD/A//tUutIF/M4PdMOgJy9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44XXEAAAA3A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QBRsIA&#10;AADcAAAADwAAAGRycy9kb3ducmV2LnhtbESPQYvCMBSE78L+h/AW9qaJPahUo4goCHvS1YO3R/Js&#10;q81LaaLt/vuNIOxxmJlvmMWqd7V4UhsqzxrGIwWC2HhbcaHh9LMbzkCEiGyx9kwafinAavkxWGBu&#10;fccHeh5jIRKEQ44ayhibXMpgSnIYRr4hTt7Vtw5jkm0hbYtdgrtaZkpNpMOK00KJDW1KMvfjw2m4&#10;7eS3NwrN+XTu9nZ62U6oVlp/ffbrOYhIffwPv9t7qyGbZfA6k46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5AFGwgAAANw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Kwy8QA&#10;AADcAAAADwAAAGRycy9kb3ducmV2LnhtbESPQWvCQBSE7wX/w/IEb3VjhBKiq6ggiNJDVcTjM/tM&#10;QrJvw+6q6b/vFgo9DjPzDTNf9qYVT3K+tqxgMk5AEBdW11wqOJ+27xkIH5A1tpZJwTd5WC4Gb3PM&#10;tX3xFz2PoRQRwj5HBVUIXS6lLyoy6Me2I47e3TqDIUpXSu3wFeGmlWmSfEiDNceFCjvaVFQ0x4dR&#10;cH0c+P453a/cOlxsf/JNessapUbDfjUDEagP/+G/9k4rSLMp/J6JR0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ysMvEAAAA3A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A3CMYA&#10;AADcAAAADwAAAGRycy9kb3ducmV2LnhtbESPQWvCQBSE74X+h+UVvDWbBlvS6CpVEHopqO2h3p7Z&#10;ZxLMvo27W43++q4geBxm5htmPO1NK47kfGNZwUuSgiAurW64UvDzvXjOQfiArLG1TArO5GE6eXwY&#10;Y6HtiVd0XIdKRAj7AhXUIXSFlL6syaBPbEccvZ11BkOUrpLa4SnCTSuzNH2TBhuOCzV2NK+p3K//&#10;jILZez47LIf8dVltN7T53e5fM5cqNXjqP0YgAvXhHr61P7WCLB/C9Uw8AnL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A3CMYAAADcAAAADwAAAAAAAAAAAAAAAACYAgAAZHJz&#10;L2Rvd25yZXYueG1sUEsFBgAAAAAEAAQA9QAAAIsDAAAAAA==&#10;" fillcolor="black" stroked="f"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RVe8IA&#10;AADdAAAADwAAAGRycy9kb3ducmV2LnhtbERPyWrDMBC9F/oPYgq9NXJTGoITJZhAaenJ2ch1Yk0s&#10;E2tkJFVx/746FHJ8vH25Hm0vEvnQOVbwOilAEDdOd9wqOOw/XuYgQkTW2DsmBb8UYL16fFhiqd2N&#10;t5R2sRU5hEOJCkyMQyllaAxZDBM3EGfu4rzFmKFvpfZ4y+G2l9OimEmLHecGgwNtDDXX3Y9VkM6b&#10;unpLp2S2375qvas/j+daqeensVqAiDTGu/jf/aUVTN+LPDe/yU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FV7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8QEsYA&#10;AADdAAAADwAAAGRycy9kb3ducmV2LnhtbESPQWvCQBSE74X+h+UVvNWNgqKpqxRpRb2oaaE9PrKv&#10;2dDs25BdY/TXu4LgcZiZb5jZorOVaKnxpWMFg34Cgjh3uuRCwffX5+sEhA/IGivHpOBMHhbz56cZ&#10;ptqd+EBtFgoRIexTVGBCqFMpfW7Iou+7mjh6f66xGKJsCqkbPEW4reQwScbSYslxwWBNS0P5f3a0&#10;Cvxg+fGztZdp+7syvMs2ZrwvjFK9l+79DUSgLjzC9/ZaKxiOkinc3sQn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V8QE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B004F" w:rsidRPr="00D815F3" w:rsidRDefault="00EB004F" w:rsidP="00EB004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EB004F" w:rsidRPr="001869AA" w:rsidRDefault="00EB004F" w:rsidP="00EB004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EB004F" w:rsidRPr="001869AA" w:rsidRDefault="00EB004F" w:rsidP="00EB004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EB004F" w:rsidRPr="001869AA" w:rsidRDefault="00EB004F" w:rsidP="00EB004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EB004F" w:rsidRPr="00D815F3" w:rsidRDefault="00EB004F" w:rsidP="00EB004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EB004F" w:rsidRPr="001869AA" w:rsidRDefault="00EB004F" w:rsidP="00EB004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EB004F" w:rsidRPr="001869AA" w:rsidRDefault="00EB004F" w:rsidP="00EB004F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EB004F" w:rsidRPr="001869AA" w:rsidRDefault="00EB004F" w:rsidP="00EB004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EB004F" w:rsidRPr="001869AA" w:rsidRDefault="00EB004F" w:rsidP="00EB004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EB004F" w:rsidRPr="001869AA" w:rsidRDefault="00EB004F" w:rsidP="00EB004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9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04F" w:rsidRDefault="00EB004F" w:rsidP="00EB00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564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B004F" w:rsidRDefault="00EB004F" w:rsidP="00EB00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EB004F" w:rsidRDefault="00EB004F" w:rsidP="00EB004F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EB004F" w:rsidRPr="001869AA" w:rsidRDefault="00EB004F" w:rsidP="00EB004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B004F" w:rsidRDefault="00EB004F" w:rsidP="00EB004F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EB004F" w:rsidRPr="001869AA" w:rsidRDefault="00EB004F" w:rsidP="00EB004F">
      <w:pPr>
        <w:spacing w:after="0" w:line="240" w:lineRule="auto"/>
        <w:jc w:val="center"/>
        <w:rPr>
          <w:rFonts w:ascii="Times New Roman" w:hAnsi="Times New Roman"/>
        </w:rPr>
      </w:pPr>
    </w:p>
    <w:p w:rsidR="00EB004F" w:rsidRPr="00312454" w:rsidRDefault="00EB004F" w:rsidP="00EB004F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>.2020р.                         Крупець                                        №_____</w:t>
      </w:r>
    </w:p>
    <w:p w:rsidR="00EB004F" w:rsidRPr="00A31AA4" w:rsidRDefault="00EB004F" w:rsidP="00EB004F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EB004F" w:rsidRPr="00A31AA4" w:rsidRDefault="00EB004F" w:rsidP="00EB004F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проекту землеустрою</w:t>
      </w:r>
    </w:p>
    <w:p w:rsidR="00EB004F" w:rsidRPr="00A31AA4" w:rsidRDefault="00EB004F" w:rsidP="00EB004F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щодо відведення земельної ділянки  та</w:t>
      </w:r>
    </w:p>
    <w:p w:rsidR="00EB004F" w:rsidRPr="00243225" w:rsidRDefault="00EB004F" w:rsidP="00EB004F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передачі  її у власність  </w:t>
      </w:r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Жук Л.М.</w:t>
      </w:r>
    </w:p>
    <w:p w:rsidR="00EB004F" w:rsidRPr="00A31AA4" w:rsidRDefault="00EB004F" w:rsidP="00EB004F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EB004F" w:rsidRPr="00A31AA4" w:rsidRDefault="00EB004F" w:rsidP="00EB004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розглянувши заяву Жук Л.М.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сільська   рада    </w:t>
      </w:r>
    </w:p>
    <w:p w:rsidR="00EB004F" w:rsidRPr="00A31AA4" w:rsidRDefault="00EB004F" w:rsidP="00EB004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EB004F" w:rsidRPr="00A31AA4" w:rsidRDefault="00EB004F" w:rsidP="00EB004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EB004F" w:rsidRDefault="00EB004F" w:rsidP="00EB004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1.Затвердит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и Жук Любові Михайлівні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проект землеустрою щодо відведення земельної ділянки,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>ведення  особистого селянського господарства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площею 0,1500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га, яка розташована Хмельницька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с.Головлі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EB004F" w:rsidRDefault="00EB004F" w:rsidP="00EB004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4E3D91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         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2.Передат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и Жук Любові Михайлівні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,  я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ка зареєстрована за адресою: </w:t>
      </w:r>
      <w:r w:rsidR="00D41A74">
        <w:rPr>
          <w:rFonts w:ascii="Times New Roman" w:eastAsia="Arial Unicode MS" w:hAnsi="Times New Roman"/>
          <w:sz w:val="24"/>
          <w:szCs w:val="24"/>
          <w:lang w:val="en-US" w:eastAsia="uk-UA"/>
        </w:rPr>
        <w:t>________________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,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 xml:space="preserve"> ідентифікаційний номер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</w:t>
      </w:r>
      <w:r w:rsidR="00D41A74">
        <w:rPr>
          <w:rFonts w:ascii="Times New Roman" w:eastAsia="Arial Unicode MS" w:hAnsi="Times New Roman"/>
          <w:sz w:val="24"/>
          <w:szCs w:val="24"/>
          <w:lang w:val="en-US" w:eastAsia="uk-UA"/>
        </w:rPr>
        <w:t>______________</w:t>
      </w:r>
      <w:bookmarkStart w:id="0" w:name="_GoBack"/>
      <w:bookmarkEnd w:id="0"/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, у власність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земельну ділянку, площею 0,1439 га, кадастровий номер: 68239821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00:0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1:007:0045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для 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>ведення  особистого селянського господарства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, яка розташована</w:t>
      </w:r>
      <w:r w:rsidRPr="00BB60A5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Хмельницька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 w:rsidRPr="00D82676">
        <w:rPr>
          <w:rFonts w:ascii="Times New Roman" w:eastAsia="Arial Unicode MS" w:hAnsi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с.Головлі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EB004F" w:rsidRPr="00A31AA4" w:rsidRDefault="00EB004F" w:rsidP="00EB004F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3.Жук Л.М., якій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EB004F" w:rsidRPr="00A31AA4" w:rsidRDefault="00EB004F" w:rsidP="00EB004F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B004F" w:rsidRDefault="00EB004F" w:rsidP="00EB004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EB004F" w:rsidRPr="00A31AA4" w:rsidRDefault="00EB004F" w:rsidP="00EB004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EB004F" w:rsidRDefault="00EB004F" w:rsidP="00EB004F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p w:rsidR="00A73FE5" w:rsidRDefault="00A73FE5"/>
    <w:sectPr w:rsidR="00A73FE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04F"/>
    <w:rsid w:val="00171A2E"/>
    <w:rsid w:val="00304C90"/>
    <w:rsid w:val="00505B6D"/>
    <w:rsid w:val="006D3977"/>
    <w:rsid w:val="007D6C18"/>
    <w:rsid w:val="00A73FE5"/>
    <w:rsid w:val="00D1641A"/>
    <w:rsid w:val="00D41A74"/>
    <w:rsid w:val="00EB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04F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04F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269</Words>
  <Characters>1537</Characters>
  <Application>Microsoft Office Word</Application>
  <DocSecurity>0</DocSecurity>
  <Lines>12</Lines>
  <Paragraphs>3</Paragraphs>
  <ScaleCrop>false</ScaleCrop>
  <Company>Microsoft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2020-11-17T15:56:00Z</dcterms:created>
  <dcterms:modified xsi:type="dcterms:W3CDTF">2020-11-18T06:42:00Z</dcterms:modified>
</cp:coreProperties>
</file>