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743C" w:rsidRPr="00AF2E62" w:rsidRDefault="00D4743C" w:rsidP="00D4743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D4743C" w:rsidRPr="00AF2E62" w:rsidRDefault="00D4743C" w:rsidP="00D474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B4BEF8" wp14:editId="150EF6E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248" name="Группа 142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2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7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4743C" w:rsidRDefault="00D4743C" w:rsidP="00D474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4B4BEF8" id="Группа 1424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T1bTXcAAEFZBAAOAAAAZHJzL2Uyb0RvYy54bWzsfW1uJjmS3n8DvoOgnwNUK5nfWZiaxXRX&#10;18BA2x5gXx/gbUlVEizpLUvqrppdLGDAR/BFfANfYfdGfoIMMklVRkROdfdgFmbvolPTCkWSEUEm&#10;GV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" fillcolor="black" stroked="f"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" fillcolor="black" stroked="f"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4743C" w:rsidRDefault="00D4743C" w:rsidP="00D474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D4743C" w:rsidRPr="00AF2E62" w:rsidRDefault="00D4743C" w:rsidP="00D4743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4743C" w:rsidRPr="00AF2E62" w:rsidRDefault="00D4743C" w:rsidP="00D474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D4743C" w:rsidRPr="00AF2E62" w:rsidRDefault="00D4743C" w:rsidP="00D474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D4743C" w:rsidRPr="00AF2E62" w:rsidRDefault="00D4743C" w:rsidP="00D4743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D4743C" w:rsidRPr="00AF2E62" w:rsidRDefault="00D4743C" w:rsidP="00D4743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В.Г.</w:t>
      </w: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Шевцова В.Г.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4743C" w:rsidRPr="00AF2E62" w:rsidRDefault="00D4743C" w:rsidP="00D4743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17736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0,25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4743C" w:rsidRPr="00AF2E62" w:rsidRDefault="00D4743C" w:rsidP="00D474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4743C" w:rsidRPr="00AF2E62" w:rsidRDefault="00D4743C" w:rsidP="00D4743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4743C" w:rsidRPr="00AF2E62" w:rsidRDefault="00D4743C" w:rsidP="00D474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4743C" w:rsidRDefault="00D4743C" w:rsidP="00D474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4743C" w:rsidRDefault="00D4743C" w:rsidP="00D474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4743C" w:rsidRDefault="00D4743C" w:rsidP="00D474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4743C" w:rsidRDefault="00D4743C" w:rsidP="00D474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6866" w:rsidRPr="00D4743C" w:rsidRDefault="00D4743C" w:rsidP="00D4743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06866" w:rsidRPr="00D474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43C"/>
    <w:rsid w:val="00317736"/>
    <w:rsid w:val="00806866"/>
    <w:rsid w:val="00D47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3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43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53</TotalTime>
  <Pages>1</Pages>
  <Words>234</Words>
  <Characters>1336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2021-06-22T08:04:00Z</dcterms:created>
  <dcterms:modified xsi:type="dcterms:W3CDTF">2021-06-22T13:47:00Z</dcterms:modified>
</cp:coreProperties>
</file>