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6CC" w:rsidRDefault="006246CC" w:rsidP="006246C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246CC" w:rsidRDefault="006246CC" w:rsidP="006246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246CC" w:rsidRDefault="006246CC" w:rsidP="006246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6CC" w:rsidRDefault="006246CC" w:rsidP="006246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246CC" w:rsidRDefault="006246CC" w:rsidP="006246C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246CC" w:rsidRDefault="006246CC" w:rsidP="006246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246CC" w:rsidRDefault="006246CC" w:rsidP="006246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246CC" w:rsidRPr="00CC7A14" w:rsidRDefault="006246CC" w:rsidP="006246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№74</w:t>
      </w:r>
    </w:p>
    <w:p w:rsidR="006246CC" w:rsidRPr="00D9673A" w:rsidRDefault="006246CC" w:rsidP="006246CC">
      <w:pPr>
        <w:spacing w:after="0" w:line="240" w:lineRule="auto"/>
        <w:jc w:val="both"/>
      </w:pPr>
    </w:p>
    <w:p w:rsidR="006246CC" w:rsidRPr="00DE6ED3" w:rsidRDefault="006246CC" w:rsidP="006246C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246CC" w:rsidRPr="00DE6ED3" w:rsidRDefault="006246CC" w:rsidP="006246C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246CC" w:rsidRPr="006310B2" w:rsidRDefault="006246CC" w:rsidP="006246C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Усачуку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О.Л.</w:t>
      </w:r>
    </w:p>
    <w:p w:rsidR="006246CC" w:rsidRPr="00DE6ED3" w:rsidRDefault="006246CC" w:rsidP="00624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46CC" w:rsidRPr="00DE6ED3" w:rsidRDefault="006246CC" w:rsidP="00624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Усачуку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246CC" w:rsidRPr="00DE6ED3" w:rsidRDefault="006246CC" w:rsidP="00624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246CC" w:rsidRPr="00DE6ED3" w:rsidRDefault="006246CC" w:rsidP="00624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Усачуку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Олегу Леонідовичу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0,1218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46CC" w:rsidRPr="00DE6ED3" w:rsidRDefault="006246CC" w:rsidP="006246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Усачуку Олегу Леонідовичу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94014E" w:rsidRPr="0094014E">
        <w:rPr>
          <w:rFonts w:ascii="Times New Roman" w:eastAsia="Calibri" w:hAnsi="Times New Roman" w:cs="Times New Roman"/>
          <w:sz w:val="24"/>
          <w:lang w:val="ru-RU"/>
        </w:rPr>
        <w:t>______________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4014E" w:rsidRPr="0094014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0,1218 га, кадастровий номер: 6823984000:03:013:0058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Крупець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246CC" w:rsidRPr="00DE6ED3" w:rsidRDefault="006246CC" w:rsidP="006246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Усачуку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О.Л.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246CC" w:rsidRPr="00DE6ED3" w:rsidRDefault="006246CC" w:rsidP="006246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246CC" w:rsidRPr="00DE6ED3" w:rsidRDefault="006246CC" w:rsidP="00624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46CC" w:rsidRDefault="006246CC" w:rsidP="00624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246CC" w:rsidRPr="00DE6ED3" w:rsidRDefault="006246CC" w:rsidP="006246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D1512" w:rsidRPr="006246CC" w:rsidRDefault="006246CC" w:rsidP="006246C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AD1512" w:rsidRPr="006246C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6CC"/>
    <w:rsid w:val="00171A2E"/>
    <w:rsid w:val="00304C90"/>
    <w:rsid w:val="00505B6D"/>
    <w:rsid w:val="006246CC"/>
    <w:rsid w:val="006D3977"/>
    <w:rsid w:val="007D6C18"/>
    <w:rsid w:val="0094014E"/>
    <w:rsid w:val="00AD1512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246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246C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246C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6246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6246C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246C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1166</Words>
  <Characters>665</Characters>
  <Application>Microsoft Office Word</Application>
  <DocSecurity>0</DocSecurity>
  <Lines>5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2021-03-31T05:51:00Z</dcterms:created>
  <dcterms:modified xsi:type="dcterms:W3CDTF">2021-03-31T10:17:00Z</dcterms:modified>
</cp:coreProperties>
</file>