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DFE" w:rsidRDefault="00671DFE" w:rsidP="00671DFE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97C15F" wp14:editId="57E210A8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427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42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2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3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3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3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3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3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3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3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3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3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3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4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5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5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5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5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5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5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5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5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DFE" w:rsidRDefault="00671DFE" w:rsidP="00671D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1bct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7Uur4A&#10;AADdAAAADwAAAGRycy9kb3ducmV2LnhtbERPSwrCMBDdC94hjOBOU6uoVKOIqLgQxN9+aMa22ExK&#10;E7Xe3iwEl4/3ny8bU4oX1a6wrGDQj0AQp1YXnCm4Xra9KQjnkTWWlknBhxwsF+3WHBNt33yi19ln&#10;IoSwS1BB7n2VSOnSnAy6vq2IA3e3tUEfYJ1JXeM7hJtSxlE0lgYLDg05VrTOKX2cn0aBHe72h1sW&#10;n4YbnnheHaf3W3NQqttpVjMQnhr/F//ce61gPIrD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4+1Lq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S1L8gA&#10;AADdAAAADwAAAGRycy9kb3ducmV2LnhtbESPQWsCMRSE74X+h/AKvUjNVspat0YRYW31IGgLvT42&#10;r5utm5clibr11zcFocdhZr5hpvPetuJEPjSOFTwOMxDEldMN1wo+3suHZxAhImtsHZOCHwown93e&#10;TLHQ7sw7Ou1jLRKEQ4EKTIxdIWWoDFkMQ9cRJ+/LeYsxSV9L7fGc4LaVoyzLpcWG04LBjpaGqsP+&#10;aBV8l1vzuRxfVn4w2dFlUG5e23Wu1P1dv3gBEamP/+Fr+00ryJ9GE/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ZLUv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/oEMEA&#10;AADdAAAADwAAAGRycy9kb3ducmV2LnhtbERPzWrCQBC+F3yHZQpeSt1URUrqKiIq4kXUPsCQHbOh&#10;2dmQ3Zr49s5B8Pjx/c+Xva/VjdpYBTbwNcpAERfBVlwa+L1sP79BxYRssQ5MBu4UYbkYvM0xt6Hj&#10;E93OqVQSwjFHAy6lJtc6Fo48xlFoiIW7htZjEtiW2rbYSbiv9TjLZtpjxdLgsKG1o+Lv/O+l5DjB&#10;4+HaXba7HjvcHBx/rE7GDN/71Q+oRH16iZ/uvTUwm05kv7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f6BD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iYK8YA&#10;AADdAAAADwAAAGRycy9kb3ducmV2LnhtbESPQUsDMRSE70L/Q3iCN5ttrausTUupCkXowSqIt8fm&#10;dXdx8xKSZ3f996YgeBxm5htmuR5dr04UU+fZwGxagCKuve24MfD+9nx9DyoJssXeMxn4oQTr1eRi&#10;iZX1A7/S6SCNyhBOFRpoRUKldapbcpimPhBn7+ijQ8kyNtpGHDLc9XpeFKV22HFeaDHQtqX66/Dt&#10;DOyHp/ByV94ew2dczHV6tPKxFWOuLsfNAyihUf7Df+2dNVAubmZwfpOf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KiYK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HT/MQA&#10;AADdAAAADwAAAGRycy9kb3ducmV2LnhtbESP32rCMBTG7we+QziCN0PT6ZBRjaWIyuhNUfcAh+bY&#10;FJuT0mS2vv0yGOzy4/vz49tmo23Fg3rfOFbwtkhAEFdON1wr+Loe5x8gfEDW2DomBU/ykO0mL1tM&#10;tRv4TI9LqEUcYZ+iAhNCl0rpK0MW/cJ1xNG7ud5iiLKvpe5xiOO2lcskWUuLDUeCwY72hqr75dtG&#10;SLnCsrgN1+NpxAEPheHX/KzUbDrmGxCBxvAf/mt/agXr99US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B0/z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ajx8YA&#10;AADdAAAADwAAAGRycy9kb3ducmV2LnhtbESPQUsDMRSE70L/Q3gFbzZrW1dZmxapCiL00FYQb4/N&#10;6+7i5iUkz+76740geBxm5htmtRldr84UU+fZwPWsAEVce9txY+Dt+Hx1ByoJssXeMxn4pgSb9eRi&#10;hZX1A+/pfJBGZQinCg20IqHSOtUtOUwzH4izd/LRoWQZG20jDhnuej0vilI77DgvtBho21L9efhy&#10;BnbDU3i9LW9O4SMu5zo9WnnfijGX0/HhHpTQKP/hv/aLNVAuFw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ajx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+bzcYA&#10;AADdAAAADwAAAGRycy9kb3ducmV2LnhtbESP3WoCMRSE74W+QziF3pSa9ZeyNYoKoYKC1BZ6e9gc&#10;d5duTpYkdbdvb4SCl8PMfMMsVr1txIV8qB0rGA0zEMSFMzWXCr4+9csriBCRDTaOScEfBVgtHwYL&#10;zI3r+IMup1iKBOGQo4IqxjaXMhQVWQxD1xIn7+y8xZikL6Xx2CW4beQ4y+bSYs1pocKWthUVP6df&#10;q2Bz7MqJfy42vduf379nWht90Eo9PfbrNxCR+ngP/7d3RsF8OpnC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l+bz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tkE8QA&#10;AADdAAAADwAAAGRycy9kb3ducmV2LnhtbESP0WoCMRRE3wv+Q7gF32q2VkW2RhHLgogvVT/gsrlu&#10;tm5uliSu698bQejjMDNnmMWqt43oyIfasYLPUQaCuHS65krB6Vh8zEGEiKyxcUwK7hRgtRy8LTDX&#10;7sa/1B1iJRKEQ44KTIxtLmUoDVkMI9cSJ+/svMWYpK+k9nhLcNvIcZbNpMWa04LBljaGysvhahUU&#10;u/G+u1y1L9y6n1iamr/5j1Fq+N6vv0FE6uN/+NXeagWzydcUnm/SE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rZB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GgIcYA&#10;AADdAAAADwAAAGRycy9kb3ducmV2LnhtbESPUWvCMBSF3wf+h3AHe5GZOmcZnVFUCA42GLrBXi/N&#10;tS1rbkoSbf33ZiDs8XDO+Q5nsRpsK87kQ+NYwXSSgSAunWm4UvD9pR9fQISIbLB1TAouFGC1HN0t&#10;sDCu5z2dD7ESCcKhQAV1jF0hZShrshgmriNO3tF5izFJX0njsU9w28qnLMulxYbTQo0dbWsqfw8n&#10;q2Dz2VczPy43g3s/7n7mWhv9oZV6uB/WryAiDfE/fGu/GQX58yy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cGgI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Vf/8QA&#10;AADdAAAADwAAAGRycy9kb3ducmV2LnhtbESP3WoCMRSE7wu+QzhC72pWa1VWo4hloZTe+PMAh81x&#10;s7o5WZK4bt++KQheDjPzDbPa9LYRHflQO1YwHmUgiEuna64UnI7F2wJEiMgaG8ek4JcCbNaDlxXm&#10;2t15T90hViJBOOSowMTY5lKG0pDFMHItcfLOzluMSfpKao/3BLeNnGTZTFqsOS0YbGlnqLweblZB&#10;8T356a437Qu37aeWPsxl8WmUeh322yWISH18hh/tL61gNn2fw/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1X/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/Rq70A&#10;AADdAAAADwAAAGRycy9kb3ducmV2LnhtbERPSwrCMBDdC94hjOBOU39FqlFEUHRp9QBDM7bFZlKb&#10;aOvtzUJw+Xj/9bYzlXhT40rLCibjCARxZnXJuYLb9TBagnAeWWNlmRR8yMF20++tMdG25Qu9U5+L&#10;EMIuQQWF93UipcsKMujGtiYO3N02Bn2ATS51g20IN5WcRlEsDZYcGgqsaV9Q9khfRsH80x6f6eIR&#10;HbShyXlWn9lnC6WGg263AuGp83/xz33SCuL5LMwNb8ITkJ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e/Rq70AAADd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FtLMYA&#10;AADdAAAADwAAAGRycy9kb3ducmV2LnhtbESPT2vCQBTE7wW/w/KE3pqNfwg1dRVRUqSnNk17fmSf&#10;STD7NmTXGL99VxB6HGbmN8x6O5pWDNS7xrKCWRSDIC6tbrhSUHxnL68gnEfW2FomBTdysN1MntaY&#10;anvlLxpyX4kAYZeigtr7LpXSlTUZdJHtiIN3sr1BH2RfSd3jNcBNK+dxnEiDDYeFGjva11Se84tR&#10;cEl+5wWfPvRnfri9rw7ZzsmfSqnn6bh7A+Fp9P/hR/uoFSTLxQrub8IT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zFtL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7Iy8QA&#10;AADdAAAADwAAAGRycy9kb3ducmV2LnhtbERPPW/CMBDdkfgP1iF1AwcaRTTFIKhUqTCAoO3Q7YiP&#10;JBCf09hA+Pd4QGJ8et+TWWsqcaHGlZYVDAcRCOLM6pJzBT/fn/0xCOeRNVaWScGNHMym3c4EU22v&#10;vKXLzucihLBLUUHhfZ1K6bKCDLqBrYkDd7CNQR9gk0vd4DWEm0qOoiiRBksODQXW9FFQdtqdjYLf&#10;zTh52yyW8XG13uOr0f9/ukyUeum183cQnlr/FD/cX1pBEsdhf3gTnoC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uyMv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qvo8UA&#10;AADdAAAADwAAAGRycy9kb3ducmV2LnhtbESPT4vCMBTE78J+h/AWvGmqliLVKKviHzy57sJeH82z&#10;Ldu8lCZq9dMbQfA4zMxvmOm8NZW4UONKywoG/QgEcWZ1ybmC3591bwzCeWSNlWVScCMH89lHZ4qp&#10;tlf+psvR5yJA2KWooPC+TqV0WUEGXd/WxME72cagD7LJpW7wGuCmksMoSqTBksNCgTUtC8r+j2ej&#10;4J784cFth4vVSHu6xeON3R82SnU/268JCE+tf4df7Z1WkMTxAJ5vwhOQs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mq+j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BibMQA&#10;AADdAAAADwAAAGRycy9kb3ducmV2LnhtbESP0WrCQBRE3wv9h+UKfWs2hig2ukoRC31TYz/gkr1u&#10;gtm7Mbtq6te7QqGPw8ycYRarwbbiSr1vHCsYJykI4srpho2Cn8PX+wyED8gaW8ek4Jc8rJavLwss&#10;tLvxnq5lMCJC2BeooA6hK6T0VU0WfeI64ugdXW8xRNkbqXu8RbhtZZamU2mx4bhQY0frmqpTebEK&#10;zi6b6KHc4Pa0+dg1xuTn+z5X6m00fM5BBBrCf/iv/a0VTPM8g+eb+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QYmz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1Nn8YA&#10;AADdAAAADwAAAGRycy9kb3ducmV2LnhtbESPS2/CMBCE70j8B2uRegOHR1OaxqAWqRJXoIcet/bm&#10;AfE6jQ2k/fV1JSSOo5n5RpOve9uIC3W+dqxgOklAEGtnai4VfBzex0sQPiAbbByTgh/ysF4NBzlm&#10;xl15R5d9KEWEsM9QQRVCm0npdUUW/cS1xNErXGcxRNmV0nR4jXDbyFmSpNJizXGhwpY2FenT/mwV&#10;bOsvekx18WyXb3r3+fsd5k9Ho9TDqH99ARGoD/fwrb01CtLFYg7/b+IT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1Nn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0mH8IA&#10;AADdAAAADwAAAGRycy9kb3ducmV2LnhtbERPW2vCMBR+F/YfwhH2pqlSZFaj6EBwbBO8oK+H5tgU&#10;m5PSZLX++2Uw8PG7882Xna1ES40vHSsYDRMQxLnTJRcKTsfN4A2ED8gaK8ek4EEelouX3hwz7e68&#10;p/YQChFL2GeowIRQZ1L63JBFP3Q1cdSurrEYImwKqRu8x3JbyXGSTKTFkuOCwZreDeW3w49V0OLu&#10;kVzM+nv6UX7l4936/Kkjr1773WoGIlAXnub/9FYrmKRpCn9v4hO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HSYf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o95MUA&#10;AADdAAAADwAAAGRycy9kb3ducmV2LnhtbESPQUvDQBSE70L/w/IEb3ZjqKXEbosUKh419tDjM/ua&#10;Tc2+F3bXJvrrXUHwOMzMN8x6O/leXSjETtjA3bwARdyI7bg1cHjb365AxYRssRcmA18UYbuZXa2x&#10;sjLyK13q1KoM4VihAZfSUGkdG0ce41wG4uydJHhMWYZW24Bjhvtel0Wx1B47zgsOB9o5aj7qT29g&#10;fGrez+XpaN13GGRfv8i57MWYm+vp8QFUoin9h//az9bAcrG4h9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aj3k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PlNMcA&#10;AADdAAAADwAAAGRycy9kb3ducmV2LnhtbESPW2sCMRSE3wv9D+EU+lazFVllNYqXCkUs4u39uDnu&#10;bk1Olk2q679vCgUfh5n5hhlNWmvElRpfOVbw3klAEOdOV1woOOyXbwMQPiBrNI5JwZ08TMbPTyPM&#10;tLvxlq67UIgIYZ+hgjKEOpPS5yVZ9B1XE0fv7BqLIcqmkLrBW4RbI7tJkkqLFceFEmual5Rfdj9W&#10;wXKzMN/dr+30KMP8o38yg9VssVbq9aWdDkEEasMj/N/+1ArSXi+FvzfxCcjx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T5T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iNFscA&#10;AADdAAAADwAAAGRycy9kb3ducmV2LnhtbESPQWvCQBSE70L/w/IKXqRu2moaUlcpBVFBwdpCry/Z&#10;1ySYfRuy2xj/vSsIHoeZ+YaZLXpTi45aV1lW8DyOQBDnVldcKPj5Xj4lIJxH1lhbJgVncrCYPwxm&#10;mGp74i/qDr4QAcIuRQWl900qpctLMujGtiEO3p9tDfog20LqFk8Bbmr5EkWxNFhxWCixoc+S8uPh&#10;3yjo9tusWHeu2RyTkZu+ZqvVTv8qNXzsP95BeOr9PXxrr7WCeDJ5g+ub8ATk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I4jR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ZlrcUA&#10;AADdAAAADwAAAGRycy9kb3ducmV2LnhtbERPy2rCQBTdF/yH4Qrd1UkllRgzShWEbgo+uqi7m8xt&#10;EszcSWemmvr1nUXB5eG8i9VgOnEh51vLCp4nCQjiyuqWawUfx+1TBsIHZI2dZVLwSx5Wy9FDgbm2&#10;V97T5RBqEUPY56igCaHPpfRVQwb9xPbEkfuyzmCI0NVSO7zGcNPJaZLMpMGWY0ODPW0aqs6HH6Ng&#10;Pc/W37uU32/78kSnz/L8MnWJUo/j4XUBItAQ7uJ/95tWMEvTODe+iU9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BmWtxQAAAN0AAAAPAAAAAAAAAAAAAAAAAJgCAABkcnMv&#10;ZG93bnJldi54bWxQSwUGAAAAAAQABAD1AAAAigMAAAAA&#10;" fillcolor="black" stroked="f"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MDOMcA&#10;AADdAAAADwAAAGRycy9kb3ducmV2LnhtbESPQWvCQBSE7wX/w/KE3uqmosGmrqK2QkE9aHvo8TX7&#10;mizJvg3Zrab+elcQPA4z8w0znXe2FkdqvXGs4HmQgCDOnTZcKPj6XD9NQPiArLF2TAr+ycN81nuY&#10;Yqbdifd0PIRCRAj7DBWUITSZlD4vyaIfuIY4er+utRiibAupWzxFuK3lMElSadFwXCixoVVJeXX4&#10;swq+N6mZ7A0Nf7bn5bvejqvl7q1S6rHfLV5BBOrCPXxrf2gF6Wj0At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jAzj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UCzcMA&#10;AADdAAAADwAAAGRycy9kb3ducmV2LnhtbERPy2oCMRTdF/yHcIXuakaxIqNRxCJ200V94PYyuU7G&#10;mdxMk6ijX98sCl0eznu+7GwjbuRD5VjBcJCBIC6crrhUcNhv3qYgQkTW2DgmBQ8KsFz0XuaYa3fn&#10;b7rtYilSCIccFZgY21zKUBiyGAauJU7c2XmLMUFfSu3xnsJtI0dZNpEWK04NBltaGyrq3dUq8KvT&#10;R/3k67HOnl+PsL10P1M0Sr32u9UMRKQu/ov/3J9awWT8nvanN+k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UCzc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0C5MYA&#10;AADdAAAADwAAAGRycy9kb3ducmV2LnhtbESPUWsCMRCE3wv+h7AFX0rNKa1tT6NIQSgogtYfsL2s&#10;d0eTzXHZ6umvN0LBx2FmvmGm8847daQ21oENDAcZKOIi2JpLA/vv5fM7qCjIFl1gMnCmCPNZ72GK&#10;uQ0n3tJxJ6VKEI45GqhEmlzrWFTkMQ5CQ5y8Q2g9SpJtqW2LpwT3To+ybKw91pwWKmzos6Lid/fn&#10;DbjRj/tYvcW1nPd6nV28bJ821pj+Y7eYgBLq5B7+b39ZA+OX1yHc3qQnoG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n0C5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OT18YA&#10;AADdAAAADwAAAGRycy9kb3ducmV2LnhtbESPQWsCMRSE70L/Q3gFbzXr0krZGsVWhL304Nbi9bl5&#10;bhaTl2WT6tpf3wgFj8PMfMPMl4Oz4kx9aD0rmE4yEMS11y03CnZfm6dXECEia7SeScGVAiwXD6M5&#10;FtpfeEvnKjYiQTgUqMDE2BVShtqQwzDxHXHyjr53GJPsG6l7vCS4szLPspl02HJaMNjRh6H6VP04&#10;Beuqs/muNO9h//15ONjyd0P7tVLjx2H1BiLSEO/h/3apFcyeX3K4vUlP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COT18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h5/cUA&#10;AADdAAAADwAAAGRycy9kb3ducmV2LnhtbESPT2sCMRTE7wW/Q3gFbzVptWtZjSJFQeip/jn09kie&#10;u9tuXpZNdNdv3wiCx2FmfsPMl72rxYXaUHnW8DpSIIiNtxUXGg77zcsHiBCRLdaeScOVAiwXg6c5&#10;5tZ3/E2XXSxEgnDIUUMZY5NLGUxJDsPIN8TJO/nWYUyyLaRtsUtwV8s3pTLpsOK0UGJDnyWZv93Z&#10;afjdyC9vFJrj4dht7fRnnVGttB4+96sZiEh9fITv7a3VkE3ex3B7k5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+Hn9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hDp8YA&#10;AADdAAAADwAAAGRycy9kb3ducmV2LnhtbESPT2vCQBTE74V+h+UVems2/kWiq6ggFEsPVZEeX7PP&#10;JCT7NuxuNH77bkHocZiZ3zCLVW8acSXnK8sKBkkKgji3uuJCwem4e5uB8AFZY2OZFNzJw2r5/LTA&#10;TNsbf9H1EAoRIewzVFCG0GZS+rwkgz6xLXH0LtYZDFG6QmqHtwg3jRym6VQarDgulNjStqS8PnRG&#10;wXf3wZfP0X7tNuFs+6Ovhz+zWqnXl349BxGoD//hR/tdK5iOJ2P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hDp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5c7scA&#10;AADdAAAADwAAAGRycy9kb3ducmV2LnhtbESPT2sCMRTE74LfIbxCb5qtuKKrUbRQ6EXw30Fvz81z&#10;d3Hzsk1SXfvpTaHQ4zAzv2Fmi9bU4kbOV5YVvPUTEMS51RUXCg77j94YhA/IGmvLpOBBHhbzbmeG&#10;mbZ33tJtFwoRIewzVFCG0GRS+rwkg75vG+LoXawzGKJ0hdQO7xFuajlIkpE0WHFcKLGh95Ly6+7b&#10;KFhNxquvzZDXP9vziU7H8zUduESp15d2OQURqA3/4b/2p1YwGqYp/L6JT0DO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jeXO7HAAAA3QAAAA8AAAAAAAAAAAAAAAAAmAIAAGRy&#10;cy9kb3ducmV2LnhtbFBLBQYAAAAABAAEAPUAAACMAwAAAAA=&#10;" fillcolor="black" stroked="f"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A4mMUA&#10;AADdAAAADwAAAGRycy9kb3ducmV2LnhtbESPzWrDMBCE74W8g9hAb43cPxPcKMEESktPTpqQ68ba&#10;WqbWykiq4r59VSj0OMzMN8xqM9lBJPKhd6zgdlGAIG6d7rlTcHh/vlmCCBFZ4+CYFHxTgM16drXC&#10;SrsL7yjtYycyhEOFCkyMYyVlaA1ZDAs3Emfvw3mLMUvfSe3xkuF2kHdFUUqLPecFgyNtDbWf+y+r&#10;IJ23TX2fTsns3nzdede8HM+NUtfzqX4CEWmK/+G/9qtWUD48lvD7Jj8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cDiY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t98ccA&#10;AADdAAAADwAAAGRycy9kb3ducmV2LnhtbESPQWvCQBSE7wX/w/IEb3Wj2GhTVxGxxXqxjYX2+Mi+&#10;ZoPZtyG7jWl/vVso9DjMzDfMct3bWnTU+sqxgsk4AUFcOF1xqeDt9Hi7AOEDssbaMSn4Jg/r1eBm&#10;iZl2F36lLg+liBD2GSowITSZlL4wZNGPXUMcvU/XWgxRtqXULV4i3NZymiSptFhxXDDY0NZQcc6/&#10;rAI/2e7eD/bnvvt4MnzMn036UhqlRsN+8wAiUB/+w3/tvVaQzu7m8PsmPgG5u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W7ffH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71DFE" w:rsidRDefault="00671DFE" w:rsidP="00671D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71DFE" w:rsidRDefault="00671DFE" w:rsidP="00671DF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671DFE" w:rsidRDefault="00671DFE" w:rsidP="00671D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1DFE" w:rsidRDefault="00671DFE" w:rsidP="00671D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1DFE" w:rsidRDefault="00671DFE" w:rsidP="00671D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71DFE" w:rsidRDefault="00671DFE" w:rsidP="00671DF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71DFE" w:rsidRDefault="00671DFE" w:rsidP="00671D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71DFE" w:rsidRDefault="00671DFE" w:rsidP="00671D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71DFE" w:rsidRDefault="00671DFE" w:rsidP="00671D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1DFE" w:rsidRDefault="00671DFE" w:rsidP="00671D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71DFE" w:rsidRDefault="00671DFE" w:rsidP="00671D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1DFE" w:rsidRDefault="00671DFE" w:rsidP="00671D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71DFE" w:rsidRDefault="00671DFE" w:rsidP="00671DF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71DFE" w:rsidRDefault="00671DFE" w:rsidP="00671DF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№33</w:t>
      </w:r>
    </w:p>
    <w:p w:rsidR="00671DFE" w:rsidRPr="003937A2" w:rsidRDefault="00671DFE" w:rsidP="00671DFE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71DFE" w:rsidRPr="003937A2" w:rsidRDefault="00671DFE" w:rsidP="00671DFE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671DFE" w:rsidRPr="003937A2" w:rsidRDefault="00671DFE" w:rsidP="00671DF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671DFE" w:rsidRPr="003937A2" w:rsidRDefault="00671DFE" w:rsidP="00671DF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671DFE" w:rsidRPr="003937A2" w:rsidRDefault="00671DFE" w:rsidP="00671DF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Бережній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Н.О.</w:t>
      </w:r>
    </w:p>
    <w:p w:rsidR="00671DFE" w:rsidRPr="003937A2" w:rsidRDefault="00671DFE" w:rsidP="00671DF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71DFE" w:rsidRPr="003937A2" w:rsidRDefault="00671DFE" w:rsidP="00671DF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</w:t>
      </w:r>
      <w:r>
        <w:rPr>
          <w:rFonts w:ascii="Times New Roman" w:eastAsia="Calibri" w:hAnsi="Times New Roman" w:cs="Times New Roman"/>
          <w:sz w:val="24"/>
        </w:rPr>
        <w:t>ування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</w:rPr>
        <w:t>», статей 12, 116,121,122,186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Бережної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Н.О.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 </w:t>
      </w:r>
    </w:p>
    <w:p w:rsidR="00671DFE" w:rsidRPr="00395EA4" w:rsidRDefault="00671DFE" w:rsidP="00671DF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671DFE" w:rsidRPr="003937A2" w:rsidRDefault="00671DFE" w:rsidP="00671DF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Бережній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Наталії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Олександрівні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827701">
        <w:rPr>
          <w:rFonts w:ascii="Times New Roman" w:eastAsia="Calibri" w:hAnsi="Times New Roman" w:cs="Times New Roman"/>
          <w:sz w:val="24"/>
          <w:lang w:val="uk-UA"/>
        </w:rPr>
        <w:t>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 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0,3000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га,яка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в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.К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рупець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671DFE" w:rsidRPr="003937A2" w:rsidRDefault="00671DFE" w:rsidP="00671DF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</w:t>
      </w:r>
      <w:r>
        <w:rPr>
          <w:rFonts w:ascii="Times New Roman" w:eastAsia="Calibri" w:hAnsi="Times New Roman" w:cs="Times New Roman"/>
          <w:sz w:val="24"/>
        </w:rPr>
        <w:t>Бережній Н.О.</w:t>
      </w:r>
      <w:r w:rsidRPr="003937A2"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671DFE" w:rsidRPr="003937A2" w:rsidRDefault="00671DFE" w:rsidP="00671DF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671DFE" w:rsidRPr="003937A2" w:rsidRDefault="00671DFE" w:rsidP="00671DF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671DFE" w:rsidRPr="003937A2" w:rsidRDefault="00671DFE" w:rsidP="00671DF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71DFE" w:rsidRPr="003937A2" w:rsidRDefault="00671DFE" w:rsidP="00671DF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71DFE" w:rsidRPr="003937A2" w:rsidRDefault="00671DFE" w:rsidP="00671DF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71DFE" w:rsidRPr="003937A2" w:rsidRDefault="00671DFE" w:rsidP="00671DF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71DFE" w:rsidRPr="003937A2" w:rsidRDefault="00671DFE" w:rsidP="00671DF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75E7A" w:rsidRPr="00671DFE" w:rsidRDefault="00671DFE" w:rsidP="00671DF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675E7A" w:rsidRPr="00671DF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DFE"/>
    <w:rsid w:val="00671DFE"/>
    <w:rsid w:val="00675E7A"/>
    <w:rsid w:val="00827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DF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71DF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71DF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71DFE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DFE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671DF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71DF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671DFE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239</Words>
  <Characters>1368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2021-09-13T07:57:00Z</dcterms:created>
  <dcterms:modified xsi:type="dcterms:W3CDTF">2021-09-13T13:17:00Z</dcterms:modified>
</cp:coreProperties>
</file>