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F0B" w:rsidRPr="008F5204" w:rsidRDefault="00DD2F0B" w:rsidP="00DD2F0B">
      <w:pPr>
        <w:tabs>
          <w:tab w:val="left" w:pos="2160"/>
        </w:tabs>
        <w:jc w:val="right"/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</w:pPr>
      <w:r w:rsidRPr="008F5204"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  <w:t>ПРОЕКТ</w:t>
      </w:r>
    </w:p>
    <w:p w:rsidR="00DD2F0B" w:rsidRPr="008F5204" w:rsidRDefault="00DB590C" w:rsidP="00DD2F0B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  <w:r w:rsidRPr="00DB590C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ru-RU" w:eastAsia="ru-RU"/>
        </w:rPr>
        <w:pict>
          <v:group id="Групувати 906" o:spid="_x0000_s1026" style="position:absolute;margin-left:207pt;margin-top:7.2pt;width:42.8pt;height:57.85pt;z-index:251660288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ROVcUA&#10;AADcAAAADwAAAGRycy9kb3ducmV2LnhtbESPT2vCQBTE70K/w/KE3nRjBP+kbkKpVAqeqq30+Mg+&#10;k2D2bdjdxvjtu0LB4zAzv2E2xWBa0ZPzjWUFs2kCgri0uuFKwdfxfbIC4QOyxtYyKbiRhyJ/Gm0w&#10;0/bKn9QfQiUihH2GCuoQukxKX9Zk0E9tRxy9s3UGQ5SuktrhNcJNK9MkWUiDDceFGjt6q6m8HH6N&#10;gn2fLk4/u605zqt06cr59zZtWqWex8PrC4hAQ3iE/9sfWsE6WcL9TDwCM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5E5VxQAAANw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9jc8EA&#10;AADcAAAADwAAAGRycy9kb3ducmV2LnhtbERPy4rCMBTdC/5DuIIbGdO60LHTKCIIPkCYKsz20tzp&#10;w+amNFHr35vFwCwP552ue9OIB3WusqwgnkYgiHOrKy4UXC+7j08QziNrbCyTghc5WK+GgxQTbZ/8&#10;TY/MFyKEsEtQQel9m0jp8pIMuqltiQP3azuDPsCukLrDZwg3jZxF0VwarDg0lNjStqT8lt2NAnnJ&#10;Dv6wqMwkPv6c+9jW21NeKzUe9ZsvEJ56/y/+c++1gmUU1oYz4QjI1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KPY3PBAAAA3AAAAA8AAAAAAAAAAAAAAAAAmAIAAGRycy9kb3du&#10;cmV2LnhtbFBLBQYAAAAABAAEAPUAAACG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z9cMcA&#10;AADcAAAADwAAAGRycy9kb3ducmV2LnhtbESPT2sCMRTE7wW/Q3iFXopmW6q4q1FswSIeBP/dn5vn&#10;7tbNyzZJddtP3wiCx2FmfsOMp62pxZmcrywreOklIIhzqysuFOy28+4QhA/IGmvLpOCXPEwnnYcx&#10;ZtpeeE3nTShEhLDPUEEZQpNJ6fOSDPqebYijd7TOYIjSFVI7vES4qeVrkgykwYrjQokNfZSUnzY/&#10;RsF8Qad033x/vv25fjH8OqyW79tnpZ4e29kIRKA23MO39kIrSJMUrmfiEZCT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rc/XDHAAAA3AAAAA8AAAAAAAAAAAAAAAAAmAIAAGRy&#10;cy9kb3ducmV2LnhtbFBLBQYAAAAABAAEAPUAAACM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QvOL8A&#10;AADcAAAADwAAAGRycy9kb3ducmV2LnhtbERPy4rCMBTdC/5DuII7TSsoWo0iisOAKx/o9tpc22pz&#10;U5qM7fy9WQguD+e9WLWmFC+qXWFZQTyMQBCnVhecKTifdoMpCOeRNZaWScE/OVgtu50FJto2fKDX&#10;0WcihLBLUEHufZVI6dKcDLqhrYgDd7e1QR9gnUldYxPCTSlHUTSRBgsODTlWtMkpfR7/jIJoPy5v&#10;9wu30+v2J30+mh03RaxUv9eu5yA8tf4r/rh/tYJZHOaHM+EIyOU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CZC84vwAAANwAAAAPAAAAAAAAAAAAAAAAAJgCAABkcnMvZG93bnJl&#10;di54bWxQSwUGAAAAAAQABAD1AAAAhA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nq8cA&#10;AADcAAAADwAAAGRycy9kb3ducmV2LnhtbESPT2sCMRTE74LfITyhF9HslrboapS2oEgPQv1zf26e&#10;u6ubl20SddtP3xQKHoeZ+Q0znbemFldyvrKsIB0mIIhzqysuFOy2i8EIhA/IGmvLpOCbPMxn3c4U&#10;M21v/EnXTShEhLDPUEEZQpNJ6fOSDPqhbYijd7TOYIjSFVI7vEW4qeVjkrxIgxXHhRIbei8pP28u&#10;RsFiRefxvvlaPv2452J0Oqw/3rZ9pR567esERKA23MP/7ZVWME5T+DsTj4Cc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FzZ6vHAAAA3AAAAA8AAAAAAAAAAAAAAAAAmAIAAGRy&#10;cy9kb3ducmV2LnhtbFBLBQYAAAAABAAEAPUAAACM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oU1MUA&#10;AADcAAAADwAAAGRycy9kb3ducmV2LnhtbESPQWvCQBSE74L/YXmF3ppNAi0xukpRLIWeGsVeX7PP&#10;JCb7NmRXk/77bqHgcZiZb5jVZjKduNHgGssKkigGQVxa3XCl4HjYP2UgnEfW2FkmBT/kYLOez1aY&#10;azvyJ90KX4kAYZejgtr7PpfSlTUZdJHtiYN3toNBH+RQST3gGOCmk2kcv0iDDYeFGnva1lS2xdUo&#10;iD+eu+/ziafsa/dWtpdxz2OTKPX4ML0uQXia/D38337XChZJCn9nwhG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+hTUxQAAANw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JO5sUA&#10;AADcAAAADwAAAGRycy9kb3ducmV2LnhtbESPT2vCQBTE70K/w/IEb7rRQNHUjUiq0GtteujtNfvy&#10;h2TfhuwaUz+9Wyj0OMzMb5j9YTKdGGlwjWUF61UEgriwuuFKQf5xXm5BOI+ssbNMCn7IwSF9mu0x&#10;0fbG7zRefCUChF2CCmrv+0RKV9Rk0K1sTxy80g4GfZBDJfWAtwA3ndxE0bM02HBYqLGnrKaivVyN&#10;gs/Xto13HMX3rzHbuuw7zzflSanFfDq+gPA0+f/wX/tNK9itY/g9E46ATB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kk7mxQAAANwAAAAPAAAAAAAAAAAAAAAAAJgCAABkcnMv&#10;ZG93bnJldi54bWxQSwUGAAAAAAQABAD1AAAAig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ny8scA&#10;AADcAAAADwAAAGRycy9kb3ducmV2LnhtbESPT2vCQBTE74LfYXlCL0U3ESkaXUWkQoX2UBX/3B7Z&#10;ZxLMvk2za0z76buFgsdhZn7DzBatKUVDtSssK4gHEQji1OqCMwX73bo/BuE8ssbSMin4JgeLebcz&#10;w0TbO39Ss/WZCBB2CSrIva8SKV2ak0E3sBVx8C62NuiDrDOpa7wHuCnlMIpepMGCw0KOFa1ySq/b&#10;m1Ewoua0fP85fxxOX6/eXp6PGxcflXrqtcspCE+tf4T/229awSQewd+ZcATk/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9p8vLHAAAA3AAAAA8AAAAAAAAAAAAAAAAAmAIAAGRy&#10;cy9kb3ducmV2LnhtbFBLBQYAAAAABAAEAPUAAACM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dzCcQA&#10;AADcAAAADwAAAGRycy9kb3ducmV2LnhtbESPQWvCQBSE7wX/w/IEb3WjYtHoKpIq9FqNB2/P7DMJ&#10;yb4N2W2M/fVuoeBxmJlvmPW2N7XoqHWlZQWTcQSCOLO65FxBejq8L0A4j6yxtkwKHuRguxm8rTHW&#10;9s7f1B19LgKEXYwKCu+bWEqXFWTQjW1DHLybbQ36INtc6hbvAW5qOY2iD2mw5LBQYENJQVl1/DEK&#10;zp9VNVtyNPu9dMnCJdc0nd72So2G/W4FwlPvX+H/9pdWsJzM4e9MOAJy8w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3cwnEAAAA3A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fJHscA&#10;AADcAAAADwAAAGRycy9kb3ducmV2LnhtbESPT2vCQBTE7wW/w/KEXopuIkU0uopIhRbsoSr+uT2y&#10;zySYfZtmtzH66btCocdhZn7DTOetKUVDtSssK4j7EQji1OqCMwW77ao3AuE8ssbSMim4kYP5rPM0&#10;xUTbK39Rs/GZCBB2CSrIva8SKV2ak0HXtxVx8M62NuiDrDOpa7wGuCnlIIqG0mDBYSHHipY5pZfN&#10;j1HwSs1xsb6fPvfH7zdvzy+HDxcflHrutosJCE+t/w//td+1gnE8hMeZcATk7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D3yR7HAAAA3AAAAA8AAAAAAAAAAAAAAAAAmAIAAGRy&#10;cy9kb3ducmV2LnhtbFBLBQYAAAAABAAEAPUAAACM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mLnMcA&#10;AADcAAAADwAAAGRycy9kb3ducmV2LnhtbESPQWvCQBSE74X+h+UVvNWNtWiNrlKUtoJQMJX2+sg+&#10;s6nZt2l2Nam/vlsQPA4z8w0zW3S2EidqfOlYwaCfgCDOnS65ULD7eLl/AuEDssbKMSn4JQ+L+e3N&#10;DFPtWt7SKQuFiBD2KSowIdSplD43ZNH3XU0cvb1rLIYom0LqBtsIt5V8SJKRtFhyXDBY09JQfsiO&#10;VsHX4/DdmbfMHdvV6/mw/Rl/fy43SvXuuucpiEBduIYv7bVWMBmM4f9MPAJy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Bpi5zHAAAA3AAAAA8AAAAAAAAAAAAAAAAAmAIAAGRy&#10;cy9kb3ducmV2LnhtbFBLBQYAAAAABAAEAPUAAACM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8qH8IA&#10;AADcAAAADwAAAGRycy9kb3ducmV2LnhtbERPz0/CMBS+k/g/NM/Em3TTaHBQFiCMED2JcH9ZH9vC&#10;+jrXupX/nh5MOH75fi/yYFoxUO8aywrSaQKCuLS64UrB8ad4noFwHllja5kUXMlBvnyYLDDTduRv&#10;Gg6+EjGEXYYKau+7TEpX1mTQTW1HHLmz7Q36CPtK6h7HGG5a+ZIk79Jgw7Ghxo42NZWXw59R8Pr5&#10;9rvT62o7tLOd+9qfi9CEk1JPj2E1B+Ep+Lv4373XCj7SuDaeiUdAL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TyofwgAAANwAAAAPAAAAAAAAAAAAAAAAAJgCAABkcnMvZG93&#10;bnJldi54bWxQSwUGAAAAAAQABAD1AAAAhw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7jjcMA&#10;AADcAAAADwAAAGRycy9kb3ducmV2LnhtbESPQYvCMBSE74L/ITxhbzbtHtRWo4iyIIgHdQ97fDTP&#10;pti8lCZbu/9+Iwgeh5n5hlltBtuInjpfO1aQJSkI4tLpmisF39ev6QKED8gaG8ek4I88bNbj0QoL&#10;7R58pv4SKhEh7AtUYEJoCyl9aciiT1xLHL2b6yyGKLtK6g4fEW4b+ZmmM2mx5rhgsKWdofJ++bUK&#10;fvJTng1mnx77+fYQSka89zOlPibDdgki0BDe4Vf7oBXkWQ7PM/EIyP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A7jjcMAAADc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zstsQA&#10;AADcAAAADwAAAGRycy9kb3ducmV2LnhtbERPy2rCQBTdC/2H4Ra6ayamIE3MKCIobrrQvlxeMrdJ&#10;auZOzEyT6Nc7i4LLw3nny9E0oqfO1ZYVTKMYBHFhdc2lgo/3zfMrCOeRNTaWScGFHCwXD5McM20H&#10;3lN/8KUIIewyVFB532ZSuqIigy6yLXHgfmxn0AfYlVJ3OIRw08gkjmfSYM2hocKW1hUVp8OfUfA9&#10;fbum7cv4mRz9efebbM/F5mum1NPjuJqD8DT6u/jfvdMK0iTMD2fCEZ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7M7LbEAAAA3A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4uEcIA&#10;AADcAAAADwAAAGRycy9kb3ducmV2LnhtbESPUWvCMBSF3wf+h3AF32aqiNPOKMUxcPhk9Qdcmmtb&#10;19yEJNru3y8DYY+Hc853OJvdYDrxIB9aywpm0wwEcWV1y7WCy/nzdQUiRGSNnWVS8EMBdtvRywZz&#10;bXs+0aOMtUgQDjkqaGJ0uZShashgmFpHnLyr9QZjkr6W2mOf4KaT8yxbSoMtp4UGHe0bqr7Lu1GA&#10;3r19uFL2p+XtiIfbV0ELWyg1GQ/FO4hIQ/wPP9sHrWA9n8HfmXQE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ji4RwgAAANw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bjwcYA&#10;AADcAAAADwAAAGRycy9kb3ducmV2LnhtbESPQWvCQBSE7wX/w/IEb3VjhGqjq7TagNhctO3B2yP7&#10;TILZtyG7atpf7woFj8PMfMPMl52pxYVaV1lWMBpGIIhzqysuFHx/pc9TEM4ja6wtk4JfcrBc9J7m&#10;mGh75R1d9r4QAcIuQQWl900ipctLMuiGtiEO3tG2Bn2QbSF1i9cAN7WMo+hFGqw4LJTY0Kqk/LQ/&#10;GwVZmjXZJ39MD+vz+/iw+fuZ8DZVatDv3mYgPHX+Ef5vb7SC1ziG+5lwBO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mbjwcYAAADcAAAADwAAAAAAAAAAAAAAAACYAgAAZHJz&#10;L2Rvd25yZXYueG1sUEsFBgAAAAAEAAQA9QAAAIs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kn1sYA&#10;AADcAAAADwAAAGRycy9kb3ducmV2LnhtbESP3WoCMRSE74W+QzhC7zSrBamrUUSQtlAL/oBeHjfH&#10;3cXNyZrEdfv2plDwcpiZb5jpvDWVaMj50rKCQT8BQZxZXXKuYL9b9d5B+ICssbJMCn7Jw3z20pli&#10;qu2dN9RsQy4ihH2KCooQ6lRKnxVk0PdtTRy9s3UGQ5Qul9rhPcJNJYdJMpIGS44LBda0LCi7bG9G&#10;wc91dPtuDsePk2tX9bX6Wq71uFTqtdsuJiACteEZ/m9/agXj4Rv8nYlHQM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Vkn1sYAAADcAAAADwAAAAAAAAAAAAAAAACYAgAAZHJz&#10;L2Rvd25yZXYueG1sUEsFBgAAAAAEAAQA9QAAAIs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VTx8QA&#10;AADcAAAADwAAAGRycy9kb3ducmV2LnhtbESP0WoCMRRE3wv+Q7iCbzWr1KqrUaSgFRHE1Q+4bK6b&#10;xc3Nsom69etNodDHYWbOMPNlaytxp8aXjhUM+gkI4tzpkgsF59P6fQLCB2SNlWNS8EMelovO2xxT&#10;7R58pHsWChEh7FNUYEKoUyl9bsii77uaOHoX11gMUTaF1A0+ItxWcpgkn9JiyXHBYE1fhvJrdrMK&#10;OJHrwz6vtNw8z+Pdt8l2o1umVK/brmYgArXhP/zX3moF0+EH/J6JR0Au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1U8fEAAAA3A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oE4MYA&#10;AADcAAAADwAAAGRycy9kb3ducmV2LnhtbESPQWvCQBSE74X+h+UJvdWNVkuMWUWtQvXWKEhuj+wz&#10;Cc2+Ddmtpv313ULB4zAz3zDpsjeNuFLnassKRsMIBHFhdc2lgtNx9xyDcB5ZY2OZFHyTg+Xi8SHF&#10;RNsbf9A186UIEHYJKqi8bxMpXVGRQTe0LXHwLrYz6IPsSqk7vAW4aeQ4il6lwZrDQoUtbSoqPrMv&#10;oyC75Lle83ayj6duczi8/MzOuzelngb9ag7CU+/v4f/2u1YwG0/h70w4An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YoE4MYAAADc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NOE8QA&#10;AADcAAAADwAAAGRycy9kb3ducmV2LnhtbESP3YrCMBSE74V9h3AWvNPUCrJWUxFR8GIv/HuAQ3Ns&#10;WpuT2kTtvr1ZWNjLYWa+YZar3jbiSZ2vHCuYjBMQxIXTFZcKLufd6AuED8gaG8ek4Ic8rPKPwRIz&#10;7V58pOcplCJC2GeowITQZlL6wpBFP3YtcfSurrMYouxKqTt8RbhtZJokM2mx4rhgsKWNoeJ2elgF&#10;6WVdb66H6Xd9nya8tabfPo5GqeFnv16ACNSH//Bfe68VzNMZ/J6JR0Dm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zThPEAAAA3A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/OCsYA&#10;AADcAAAADwAAAGRycy9kb3ducmV2LnhtbESPQWsCMRSE7wX/Q3iCt5rtUquuRtGC4KVQbQ96e25e&#10;dxc3L2sSde2vb4SCx2FmvmGm89bU4kLOV5YVvPQTEMS51RUXCr6/Vs8jED4ga6wtk4IbeZjPOk9T&#10;zLS98oYu21CICGGfoYIyhCaT0uclGfR92xBH78c6gyFKV0jt8BrhppZpkrxJgxXHhRIbei8pP27P&#10;RsFyPFqePl/543dz2NN+dzgOUpco1eu2iwmIQG14hP/ba61gnA7hfiYeAT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u/OCsYAAADcAAAADwAAAAAAAAAAAAAAAACYAgAAZHJz&#10;L2Rvd25yZXYueG1sUEsFBgAAAAAEAAQA9QAAAIsDAAAAAA==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vs68AA&#10;AADcAAAADwAAAGRycy9kb3ducmV2LnhtbERPy4rCMBTdD/gP4QpuBk0rg2g1ioiC40Z8gctLc22L&#10;zU1pYq1/bxaCy8N5zxatKUVDtSssK4gHEQji1OqCMwXn06Y/BuE8ssbSMil4kYPFvPMzw0TbJx+o&#10;OfpMhBB2CSrIva8SKV2ak0E3sBVx4G62NugDrDOpa3yGcFPKYRSNpMGCQ0OOFa1ySu/Hh1Gwk2nz&#10;+/9H8T5rrvf1fnwxo0OsVK/bLqcgPLX+K/64t1rBZBjWhjPhCMj5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Xvs68AAAADcAAAADwAAAAAAAAAAAAAAAACYAgAAZHJzL2Rvd25y&#10;ZXYueG1sUEsFBgAAAAAEAAQA9QAAAIUDAAAAAA=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JiD8UA&#10;AADcAAAADwAAAGRycy9kb3ducmV2LnhtbESPzWrDMBCE74G+g9hCb4lcQ0LsRAmhtNBCoeTnARZp&#10;Y5taK2NtYrdPXwUKOQ4z8w2z3o6+VVfqYxPYwPMsA0Vsg2u4MnA6vk2XoKIgO2wDk4EfirDdPEzW&#10;WLow8J6uB6lUgnAs0UAt0pVaR1uTxzgLHXHyzqH3KEn2lXY9DgnuW51n2UJ7bDgt1NjRS032+3Dx&#10;BvKLFeuLj9/P15PMv47dkM2XO2OeHsfdCpTQKPfwf/vdGSjyAm5n0hH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4mIPxQAAANwAAAAPAAAAAAAAAAAAAAAAAJgCAABkcnMv&#10;ZG93bnJldi54bWxQSwUGAAAAAAQABAD1AAAAigMAAAAA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Ql18MA&#10;AADcAAAADwAAAGRycy9kb3ducmV2LnhtbERPz2vCMBS+C/sfwhvspukUxqymMoYOhU7R7eLtkbw2&#10;Zc1LaaJ2//1yGHj8+H4vV4NrxZX60HhW8DzJQBBrbxquFXx/bcavIEJENth6JgW/FGBVPIyWmBt/&#10;4yNdT7EWKYRDjgpsjF0uZdCWHIaJ74gTV/neYUywr6Xp8ZbCXSunWfYiHTacGix29G5J/5wuToH+&#10;mJXrXXm2+jI9fNbN/lC6Y6XU0+PwtgARaYh38b97axTMZ2l+OpOOgC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WQl18MAAADcAAAADwAAAAAAAAAAAAAAAACYAgAAZHJzL2Rv&#10;d25yZXYueG1sUEsFBgAAAAAEAAQA9QAAAIgDAAAAAA=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Nhn8MA&#10;AADcAAAADwAAAGRycy9kb3ducmV2LnhtbESPQYvCMBSE74L/ITxhb5rWBXGrUUQQdi8LamU9Pppn&#10;W2xeShPbrr/eCILHYWa+YZbr3lSipcaVlhXEkwgEcWZ1ybmC9Lgbz0E4j6yxskwK/snBejUcLDHR&#10;tuM9tQefiwBhl6CCwvs6kdJlBRl0E1sTB+9iG4M+yCaXusEuwE0lp1E0kwZLDgsF1rQtKLsebkZB&#10;be6n9Pzz20bxH051t+XuOmOlPkb9ZgHCU+/f4Vf7Wyv4+ozheSYcAb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mNhn8MAAADcAAAADwAAAAAAAAAAAAAAAACYAgAAZHJzL2Rv&#10;d25yZXYueG1sUEsFBgAAAAAEAAQA9QAAAIgDAAAAAA==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8P+cQA&#10;AADcAAAADwAAAGRycy9kb3ducmV2LnhtbESPQYvCMBSE78L+h/AW9qaprsi2GkUWXDwJWqHr7dE8&#10;22LzUpqo1V9vBMHjMDPfMLNFZ2pxodZVlhUMBxEI4tzqigsF+3TV/wHhPLLG2jIpuJGDxfyjN8NE&#10;2ytv6bLzhQgQdgkqKL1vEildXpJBN7ANcfCOtjXog2wLqVu8Brip5SiKJtJgxWGhxIZ+S8pPu7NR&#10;MP6Pl2lGh/sp+7OZXKcbu1mdlfr67JZTEJ46/w6/2mutIP4ewfNMOAJy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5vD/nEAAAA3AAAAA8AAAAAAAAAAAAAAAAAmAIAAGRycy9k&#10;b3ducmV2LnhtbFBLBQYAAAAABAAEAPUAAACJ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dPK8UA&#10;AADcAAAADwAAAGRycy9kb3ducmV2LnhtbESPQWvCQBSE74X+h+UVeqsbDQSbuooogiII2kKvz+xr&#10;kib7Nu5uNf57VxB6HGbmG2Yy600rzuR8bVnBcJCAIC6srrlU8PW5ehuD8AFZY2uZFFzJw2z6/DTB&#10;XNsL7+l8CKWIEPY5KqhC6HIpfVGRQT+wHXH0fqwzGKJ0pdQOLxFuWjlKkkwarDkuVNjRoqKiOfwZ&#10;Bad02ezc8fv3uN2Mr1lTnEZykyn1+tLPP0AE6sN/+NFeawXvaQr3M/EIyO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h08rxQAAANwAAAAPAAAAAAAAAAAAAAAAAJgCAABkcnMv&#10;ZG93bnJldi54bWxQSwUGAAAAAAQABAD1AAAAigMAAAAA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+TGoMcA&#10;AADcAAAADwAAAGRycy9kb3ducmV2LnhtbESPQWvCQBSE74X+h+UVequbWls0ZpUqCF4Kaj3o7SX7&#10;TILZt3F31dhf7xYKPQ4z8w2TTTvTiAs5X1tW8NpLQBAXVtdcKth+L16GIHxA1thYJgU38jCdPD5k&#10;mGp75TVdNqEUEcI+RQVVCG0qpS8qMuh7tiWO3sE6gyFKV0rt8BrhppH9JPmQBmuOCxW2NK+oOG7O&#10;RsFsNJydVgP++lnne9rv8uN73yVKPT91n2MQgbrwH/5rL7WC0dsAfs/EIyA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fkxqDHAAAA3AAAAA8AAAAAAAAAAAAAAAAAmAIAAGRy&#10;cy9kb3ducmV2LnhtbFBLBQYAAAAABAAEAPUAAACMAwAAAAA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iB3sYA&#10;AADcAAAADwAAAGRycy9kb3ducmV2LnhtbESP3WoCMRSE7wu+QzhCb0rNVlHqapRSWmjpwuLPAxw3&#10;x93F5GRJUl3fvikIXg4z8w2zXPfWiDP50DpW8DLKQBBXTrdcK9jvPp9fQYSIrNE4JgVXCrBeDR6W&#10;mGt34Q2dt7EWCcIhRwVNjF0uZagashhGriNO3tF5izFJX0vt8ZLg1shxls2kxZbTQoMdvTdUnba/&#10;VsHH+ODLA/6YKtvVpvgui6d5WSj1OOzfFiAi9fEevrW/tIL5ZAr/Z9IRk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biB3sYAAADcAAAADwAAAAAAAAAAAAAAAACYAgAAZHJz&#10;L2Rvd25yZXYueG1sUEsFBgAAAAAEAAQA9QAAAIsDAAAAAA=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vJEcUA&#10;AADcAAAADwAAAGRycy9kb3ducmV2LnhtbESPQWvCQBSE70L/w/IKvemmFUKNriEtBATBWuvB4zP7&#10;mg3Nvo3ZrcZ/3xUKHoeZ+YZZ5INtxZl63zhW8DxJQBBXTjdcK9h/leNXED4ga2wdk4IreciXD6MF&#10;Ztpd+JPOu1CLCGGfoQITQpdJ6StDFv3EdcTR+3a9xRBlX0vd4yXCbStfkiSVFhuOCwY7ejdU/ex+&#10;rQIr8XCs07LaFNP1x3rWvG1PpVHq6XEo5iACDeEe/m+vtILZNIXbmXg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q8kRxQAAANwAAAAPAAAAAAAAAAAAAAAAAJgCAABkcnMv&#10;ZG93bnJldi54bWxQSwUGAAAAAAQABAD1AAAAigMAAAAA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DD2F0B" w:rsidRPr="008F5204" w:rsidRDefault="00DD2F0B" w:rsidP="00DD2F0B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</w:p>
    <w:p w:rsidR="00DD2F0B" w:rsidRPr="008F5204" w:rsidRDefault="00DD2F0B" w:rsidP="00DD2F0B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</w:p>
    <w:p w:rsidR="00DD2F0B" w:rsidRPr="008F5204" w:rsidRDefault="00DD2F0B" w:rsidP="00DD2F0B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</w:p>
    <w:p w:rsidR="00DD2F0B" w:rsidRPr="008F5204" w:rsidRDefault="00DD2F0B" w:rsidP="00DD2F0B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</w:p>
    <w:p w:rsidR="00DD2F0B" w:rsidRPr="008F5204" w:rsidRDefault="00DD2F0B" w:rsidP="00DD2F0B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8F5204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УКРАЇНА</w:t>
      </w:r>
    </w:p>
    <w:p w:rsidR="00DD2F0B" w:rsidRPr="008F5204" w:rsidRDefault="00DD2F0B" w:rsidP="00DD2F0B">
      <w:pPr>
        <w:keepNext/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8F5204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КРУПЕЦЬКА СІЛЬСЬКА РАДА</w:t>
      </w:r>
    </w:p>
    <w:p w:rsidR="00DD2F0B" w:rsidRPr="008F5204" w:rsidRDefault="00DD2F0B" w:rsidP="00DD2F0B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8F5204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СЛАВУТСЬКОГО РАЙОНУ</w:t>
      </w:r>
    </w:p>
    <w:p w:rsidR="00DD2F0B" w:rsidRPr="008F5204" w:rsidRDefault="00DD2F0B" w:rsidP="00DD2F0B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8F5204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ХМЕЛЬНИЦЬКОЇ ОБЛАСТІ</w:t>
      </w:r>
    </w:p>
    <w:p w:rsidR="00DD2F0B" w:rsidRPr="008F5204" w:rsidRDefault="00DD2F0B" w:rsidP="00DD2F0B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  <w:r w:rsidRPr="008F5204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 w:rsidR="00DB590C" w:rsidRPr="00DB590C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ru-RU" w:eastAsia="ru-RU"/>
        </w:rPr>
        <w:pict>
          <v:group id="Групувати 937" o:spid="_x0000_s1057" style="position:absolute;margin-left:219.6pt;margin-top:717.85pt;width:42.8pt;height:57.85pt;z-index:251661312;mso-position-horizontal-relative:text;mso-position-vertical-relative:text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">
            <v:shape id="Freeform 34" o:spid="_x0000_s105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cQmsIA&#10;AADcAAAADwAAAGRycy9kb3ducmV2LnhtbERPz2vCMBS+D/wfwhN2m6ktuNkZy1hxCJ6mc+z4aN7a&#10;YvNSkljrf28OgseP7/eqGE0nBnK+taxgPktAEFdWt1wr+DlsXt5A+ICssbNMCq7koVhPnlaYa3vh&#10;bxr2oRYxhH2OCpoQ+lxKXzVk0M9sTxy5f+sMhghdLbXDSww3nUyTZCENthwbGuzps6HqtD8bBbsh&#10;Xfz+fZXmkNXpq6uyY5m2nVLP0/HjHUSgMTzEd/dWK1hmcW08E4+AX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FxCawgAAANwAAAAPAAAAAAAAAAAAAAAAAJgCAABkcnMvZG93&#10;bnJldi54bWxQSwUGAAAAAAQABAD1AAAAhw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5" o:spid="_x0000_s1059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8MVcYA&#10;AADcAAAADwAAAGRycy9kb3ducmV2LnhtbESPQWvCQBSE74X+h+UJXqRuUqHW1DWUQEEtCMZCr4/s&#10;axLNvg3ZNUn/fVcQehxm5htmnY6mET11rrasIJ5HIIgLq2suFXydPp5eQTiPrLGxTAp+yUG6eXxY&#10;Y6LtwEfqc1+KAGGXoILK+zaR0hUVGXRz2xIH78d2Bn2QXSl1h0OAm0Y+R9GLNFhzWKiwpayi4pJf&#10;jQJ5ynd+t6zNLN5/H8bYnrPP4qzUdDK+v4HwNPr/8L291QpWixXczoQjID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68MVcYAAADc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6" o:spid="_x0000_s106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ztLcQA&#10;AADcAAAADwAAAGRycy9kb3ducmV2LnhtbERPz2vCMBS+D/Y/hDfwMmw6caK1UaagyA6D6XZ/Nm9t&#10;Z/NSk6jVv94cBjt+fL/zeWcacSbna8sKXpIUBHFhdc2lgq/dqj8G4QOyxsYyKbiSh/ns8SHHTNsL&#10;f9J5G0oRQ9hnqKAKoc2k9EVFBn1iW+LI/VhnMEToSqkdXmK4aeQgTUfSYM2xocKWlhUVh+3JKFht&#10;6DD5bo/r4c29luPf/cf7YvesVO+pe5uCCNSFf/Gfe6MVTIZxfjwTj4C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2M7S3EAAAA3AAAAA8AAAAAAAAAAAAAAAAAmAIAAGRycy9k&#10;b3ducmV2LnhtbFBLBQYAAAAABAAEAPUAAACJ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7" o:spid="_x0000_s1061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ulvsMA&#10;AADcAAAADwAAAGRycy9kb3ducmV2LnhtbESPQYvCMBSE78L+h/CEvWlaUdGuURZFETypy3p92zzb&#10;avNSmqyt/94IgsdhZr5hZovWlOJGtSssK4j7EQji1OqCMwU/x3VvAsJ5ZI2lZVJwJweL+Udnhom2&#10;De/pdvCZCBB2CSrIva8SKV2ak0HXtxVx8M62NuiDrDOpa2wC3JRyEEVjabDgsJBjRcuc0uvh3yiI&#10;dqPy7/zL7eS02qTXS7PmpoiV+uy2318gPLX+HX61t1rBdBjD80w4An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pulvsMAAADcAAAADwAAAAAAAAAAAAAAAACYAgAAZHJzL2Rv&#10;d25yZXYueG1sUEsFBgAAAAAEAAQA9QAAAIg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8" o:spid="_x0000_s106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LWwccA&#10;AADcAAAADwAAAGRycy9kb3ducmV2LnhtbESPT2sCMRTE74LfIbxCL6LZihVdjWIFi3go1D/35+a5&#10;u3XzsiapbvvpG6HgcZiZ3zDTeWMqcSXnS8sKXnoJCOLM6pJzBfvdqjsC4QOyxsoyKfghD/NZuzXF&#10;VNsbf9J1G3IRIexTVFCEUKdS+qwgg75na+LonawzGKJ0udQObxFuKtlPkqE0WHJcKLCmZUHZeftt&#10;FKzWdB4f6sv74Ne95qOv48fmbddR6vmpWUxABGrCI/zfXmsF40Ef7mfiEZC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IS1sHHAAAA3AAAAA8AAAAAAAAAAAAAAAAAmAIAAGRy&#10;cy9kb3ducmV2LnhtbFBLBQYAAAAABAAEAPUAAACM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39" o:spid="_x0000_s1063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WeUsUA&#10;AADcAAAADwAAAGRycy9kb3ducmV2LnhtbESPQWvCQBSE7wX/w/IEb3WjtmKjaxAlpdCTtuj1NftM&#10;YrJvQ3abpP++Wyh4HGbmG2aTDKYWHbWutKxgNo1AEGdWl5wr+PxIH1cgnEfWWFsmBT/kINmOHjYY&#10;a9vzkbqTz0WAsItRQeF9E0vpsoIMuqltiIN3ta1BH2SbS91iH+CmlvMoWkqDJYeFAhvaF5RVp2+j&#10;IHp/rr+uZx5Wl8NrVt36lPtyptRkPOzWIDwN/h7+b79pBS9PC/g7E46A3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BZ5SxQAAANw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40" o:spid="_x0000_s106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j5j8UA&#10;AADcAAAADwAAAGRycy9kb3ducmV2LnhtbESPT2vCQBTE70K/w/IK3nTjH4pGVympglc1Hnp7zT6T&#10;kOzbkF1j2k/vCgWPw8z8hllve1OLjlpXWlYwGUcgiDOrS84VpOf9aAHCeWSNtWVS8EsOtpu3wRpj&#10;be98pO7kcxEg7GJUUHjfxFK6rCCDbmwb4uBdbWvQB9nmUrd4D3BTy2kUfUiDJYeFAhtKCsqq080o&#10;uHxV1WzJ0ezvu0sWLvlJ0+l1p9Twvf9cgfDU+1f4v33QCpbzOTzPhCMgN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yPmPxQAAANwAAAAPAAAAAAAAAAAAAAAAAJgCAABkcnMv&#10;ZG93bnJldi54bWxQSwUGAAAAAAQABAD1AAAAig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1" o:spid="_x0000_s1065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Z4dMgA&#10;AADcAAAADwAAAGRycy9kb3ducmV2LnhtbESPW2vCQBSE3wX/w3KEvohuLFY0uoqUFlrQBy94eTtk&#10;j0kwezbNbmPaX98VCj4OM/MNM1s0phA1VS63rGDQj0AQJ1bnnCrY7957YxDOI2ssLJOCH3KwmLdb&#10;M4y1vfGG6q1PRYCwi1FB5n0ZS+mSjAy6vi2Jg3exlUEfZJVKXeEtwE0hn6NoJA3mHBYyLOk1o+S6&#10;/TYKhlSflqvf8/pw+nrz9tI9frrBUamnTrOcgvDU+Ef4v/2hFUyGL3A/E46AnP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zlnh0yAAAANwAAAAPAAAAAAAAAAAAAAAAAJgCAABk&#10;cnMvZG93bnJldi54bWxQSwUGAAAAAAQABAD1AAAAjQ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2" o:spid="_x0000_s106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bCY8UA&#10;AADcAAAADwAAAGRycy9kb3ducmV2LnhtbESPT2vCQBTE74V+h+UVvNWNfxCNrlJSBa9qPPT2mn0m&#10;Idm3IbvGtJ/eFQSPw8z8hlltelOLjlpXWlYwGkYgiDOrS84VpKfd5xyE88gaa8uk4I8cbNbvbyuM&#10;tb3xgbqjz0WAsItRQeF9E0vpsoIMuqFtiIN3sa1BH2SbS93iLcBNLcdRNJMGSw4LBTaUFJRVx6tR&#10;cP6uqsmCo8n/T5fMXfKbpuPLVqnBR/+1BOGp96/ws73XChbTGTzOhCMg1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VsJjxQAAANwAAAAPAAAAAAAAAAAAAAAAAJgCAABkcnMv&#10;ZG93bnJldi54bWxQSwUGAAAAAAQABAD1AAAAig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3" o:spid="_x0000_s1067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hDmMgA&#10;AADcAAAADwAAAGRycy9kb3ducmV2LnhtbESPW2vCQBSE3wX/w3KEvohuLFI1uoqUFlrQBy94eTtk&#10;j0kwezbNbmPaX98VCj4OM/MNM1s0phA1VS63rGDQj0AQJ1bnnCrY7957YxDOI2ssLJOCH3KwmLdb&#10;M4y1vfGG6q1PRYCwi1FB5n0ZS+mSjAy6vi2Jg3exlUEfZJVKXeEtwE0hn6PoRRrMOSxkWNJrRsl1&#10;+20UDKk+LVe/5/Xh9PXm7aV7/HSDo1JPnWY5BeGp8Y/wf/tDK5gMR3A/E46AnP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sCEOYyAAAANwAAAAPAAAAAAAAAAAAAAAAAJgCAABk&#10;cnMvZG93bnJldi54bWxQSwUGAAAAAAQABAD1AAAAjQ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4" o:spid="_x0000_s106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w88QA&#10;AADcAAAADwAAAGRycy9kb3ducmV2LnhtbERPXWvCMBR9H/gfwhX2NtNtMrUziji2CYJgFfd6ae6a&#10;anPTNdHW/frlYeDj4XxP552txIUaXzpW8DhIQBDnTpdcKNjv3h/GIHxA1lg5JgVX8jCf9e6mmGrX&#10;8pYuWShEDGGfogITQp1K6XNDFv3A1cSR+3aNxRBhU0jdYBvDbSWfkuRFWiw5NhisaWkoP2Vnq+Br&#10;+Lxx5jNz5/bt4/e0/RkdD8u1Uvf9bvEKIlAXbuJ/90ormAzj2ngmHgE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FMPPEAAAA3A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5" o:spid="_x0000_s1069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CgmcUA&#10;AADcAAAADwAAAGRycy9kb3ducmV2LnhtbESPT2sCMRTE74LfITyhN83WtqLrRrGlirQnbb0/Nm//&#10;0M3LdpOu8dubguBxmJnfMNk6mEb01LnasoLHSQKCOLe65lLB99d2PAfhPLLGxjIpuJCD9Wo4yDDV&#10;9swH6o++FBHCLkUFlfdtKqXLKzLoJrYljl5hO4M+yq6UusNzhJtGTpNkJg3WHBcqbOmtovzn+GcU&#10;PH28/O70a/neN/Od+9wX21CHk1IPo7BZgvAU/D18a++1gsXzAv7PxCM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sKCZxQAAANw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6" o:spid="_x0000_s107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7z0MEA&#10;AADcAAAADwAAAGRycy9kb3ducmV2LnhtbERPz2vCMBS+D/wfwhvstqYKc7YziihCQTxYPez4aN6a&#10;YvNSmth2//1yEHb8+H6vt5NtxUC9bxwrmCcpCOLK6YZrBbfr8X0Fwgdkja1jUvBLHrab2csac+1G&#10;vtBQhlrEEPY5KjAhdLmUvjJk0SeuI47cj+sthgj7WuoexxhuW7lI06W02HBsMNjR3lB1Lx9WwXd2&#10;zuaTOaSn4XNXhIoR78NSqbfXafcFItAU/sVPd6EVZB9xfjwTj4Dc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e89DBAAAA3AAAAA8AAAAAAAAAAAAAAAAAmAIAAGRycy9kb3du&#10;cmV2LnhtbFBLBQYAAAAABAAEAPUAAACG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7" o:spid="_x0000_s1071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Y6UMcA&#10;AADcAAAADwAAAGRycy9kb3ducmV2LnhtbESPQWvCQBSE74X+h+UVetNNUpQas5EiKF48VG3r8ZF9&#10;TdJm38bsqrG/3hWEHoeZ+YbJZr1pxIk6V1tWEA8jEMSF1TWXCnbbxeAVhPPIGhvLpOBCDmb540OG&#10;qbZnfqfTxpciQNilqKDyvk2ldEVFBt3QtsTB+7adQR9kV0rd4TnATSOTKBpLgzWHhQpbmldU/G6O&#10;RsFXvP6btC/9R7L3h9VPsjwUi8+xUs9P/dsUhKfe/4fv7ZVWMBnFcDsTjoDM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mGOlDHAAAA3AAAAA8AAAAAAAAAAAAAAAAAmAIAAGRy&#10;cy9kb3ducmV2LnhtbFBLBQYAAAAABAAEAPUAAACM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8" o:spid="_x0000_s107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rDG8MA&#10;AADcAAAADwAAAGRycy9kb3ducmV2LnhtbESPUWvCMBSF3wf+h3AF32aqbLp1RikOwbEnqz/g0ty1&#10;1eYmJNHWf28Ggz0ezjnf4aw2g+nEjXxoLSuYTTMQxJXVLdcKTsfd8xuIEJE1dpZJwZ0CbNajpxXm&#10;2vZ8oFsZa5EgHHJU0MTocilD1ZDBMLWOOHk/1huMSfpaao99gptOzrNsIQ22nBYadLRtqLqUV6MA&#10;vVt+ulL2h8X5G/fnr4JebKHUZDwUHyAiDfE//NfeawXvr3P4PZOOgF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1rDG8MAAADc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49" o:spid="_x0000_s1073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w1J8cA&#10;AADcAAAADwAAAGRycy9kb3ducmV2LnhtbESPQWvCQBSE74X+h+UVems2Vao2uoptDYjmUqsHb4/s&#10;MwnNvg3ZVVN/vSsIPQ4z8w0zmXWmFidqXWVZwWsUgyDOra64ULD9SV9GIJxH1lhbJgV/5GA2fXyY&#10;YKLtmb/ptPGFCBB2CSoovW8SKV1ekkEX2YY4eAfbGvRBtoXULZ4D3NSyF8cDabDisFBiQ58l5b+b&#10;o1GQpVmTrXkx2n8dP/r75WU35FWq1PNTNx+D8NT5//C9vdQK3t/6cDsTjoCcX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EsNSfHAAAA3AAAAA8AAAAAAAAAAAAAAAAAmAIAAGRy&#10;cy9kb3ducmV2LnhtbFBLBQYAAAAABAAEAPUAAACM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50" o:spid="_x0000_s107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bM38YA&#10;AADcAAAADwAAAGRycy9kb3ducmV2LnhtbESP3WoCMRSE7wt9h3AK3mm2YkW3RimCqNAK/oBenm5O&#10;d5duTtYkruvbm4LQy2FmvmEms9ZUoiHnS8sKXnsJCOLM6pJzBYf9ojsC4QOyxsoyKbiRh9n0+WmC&#10;qbZX3lKzC7mIEPYpKihCqFMpfVaQQd+zNXH0fqwzGKJ0udQOrxFuKtlPkqE0WHJcKLCmeUHZ7+5i&#10;FGzOw8tnczwtv127qM/Vev6lx6VSnZf24x1EoDb8hx/tlVYwfhvA35l4BOT0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rbM38YAAADcAAAADwAAAAAAAAAAAAAAAACYAgAAZHJz&#10;L2Rvd25yZXYueG1sUEsFBgAAAAAEAAQA9QAAAIs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1" o:spid="_x0000_s1075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+FIcQA&#10;AADcAAAADwAAAGRycy9kb3ducmV2LnhtbESP0WrCQBRE3wX/YblC33TTQqqNriJC2iIFMfUDLtlr&#10;NjR7N2Q3Gv36bqHg4zAzZ5jVZrCNuFDna8cKnmcJCOLS6ZorBafvfLoA4QOyxsYxKbiRh816PFph&#10;pt2Vj3QpQiUihH2GCkwIbSalLw1Z9DPXEkfv7DqLIcqukrrDa4TbRr4kyau0WHNcMNjSzlD5U/RW&#10;AScyP3yVjZbv99N8/2GKfdoXSj1Nhu0SRKAhPML/7U+t4C1N4e9MPAJ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/hSHEAAAA3A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2" o:spid="_x0000_s107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7p6sYA&#10;AADcAAAADwAAAGRycy9kb3ducmV2LnhtbESPT2vCQBTE74LfYXlCb7qx/kGjq1RbwXozCuLtkX0m&#10;wezbkN1q7Kd3CwWPw8z8hpkvG1OKG9WusKyg34tAEKdWF5wpOB423QkI55E1lpZJwYMcLBft1hxj&#10;be+8p1viMxEg7GJUkHtfxVK6NCeDrmcr4uBdbG3QB1lnUtd4D3BTyvcoGkuDBYeFHCta55Rekx+j&#10;ILmcz3rFX8Pvycitd7vB7/S0+VTqrdN8zEB4avwr/N/eagXT0Rj+zoQjIB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V7p6sYAAADc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53" o:spid="_x0000_s1077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R/McMA&#10;AADbAAAADwAAAGRycy9kb3ducmV2LnhtbESP3YrCMBSE74V9h3AWvLOpusjSbRQRF7zwwr8HODTH&#10;prU56TZR69ubBcHLYWa+YfJFbxtxo85XjhWMkxQEceF0xaWC0/F39A3CB2SNjWNS8CAPi/nHIMdM&#10;uzvv6XYIpYgQ9hkqMCG0mZS+MGTRJ64ljt7ZdRZDlF0pdYf3CLeNnKTpTFqsOC4YbGllqLgcrlbB&#10;5LSsV+fddFv/TVNeW9Ovr3uj1PCzX/6ACNSHd/jV3mgFsy/4/xJ/gJ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NR/McMAAADb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54" o:spid="_x0000_s1078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7+h8UA&#10;AADbAAAADwAAAGRycy9kb3ducmV2LnhtbESPQWsCMRSE74L/ITzBm5utqNitUVQQvAjV9lBvz83r&#10;7uLmZU2irv31TUHocZiZb5jZojW1uJHzlWUFL0kKgji3uuJCwefHZjAF4QOyxtoyKXiQh8W825lh&#10;pu2d93Q7hEJECPsMFZQhNJmUPi/JoE9sQxy9b+sMhihdIbXDe4SbWg7TdCINVhwXSmxoXVJ+PlyN&#10;gtXrdHV5H/HuZ3860vHrdB4PXapUv9cu30AEasN/+NneagWTMfx9i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3v6HxQAAANsAAAAPAAAAAAAAAAAAAAAAAJgCAABkcnMv&#10;ZG93bnJldi54bWxQSwUGAAAAAAQABAD1AAAAigMAAAAA&#10;" fillcolor="black" stroked="f"/>
            <v:shape id="Freeform 55" o:spid="_x0000_s1079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eUT8MA&#10;AADbAAAADwAAAGRycy9kb3ducmV2LnhtbESPQYvCMBSE7wv+h/CEvSyadpEi1SgiCu5exKrg8dE8&#10;22LzUppYu/9+Iwgeh5n5hpkve1OLjlpXWVYQjyMQxLnVFRcKTsftaArCeWSNtWVS8EcOlovBxxxT&#10;bR98oC7zhQgQdikqKL1vUildXpJBN7YNcfCutjXog2wLqVt8BLip5XcUJdJgxWGhxIbWJeW37G4U&#10;/Mq8+/qZULwvustts5+eTXKIlfoc9qsZCE+9f4df7Z1WkCTw/BJ+gF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MeUT8MAAADbAAAADwAAAAAAAAAAAAAAAACYAgAAZHJzL2Rv&#10;d25yZXYueG1sUEsFBgAAAAAEAAQA9QAAAIgDAAAAAA=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56" o:spid="_x0000_s1080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PplcQA&#10;AADbAAAADwAAAGRycy9kb3ducmV2LnhtbESP3WrCQBSE7wt9h+UUvKubClqbuoqUFhSE4s8DHHZP&#10;k9Ds2ZA9mujTu4Lg5TAz3zCzRe9rdaI2VoENvA0zUMQ2uIoLA4f9z+sUVBRkh3VgMnCmCIv589MM&#10;cxc63tJpJ4VKEI45GihFmlzraEvyGIehIU7eX2g9SpJtoV2LXYL7Wo+ybKI9VpwWSmzoqyT7vzt6&#10;A6OjFes/1pfN90HGv/umy8bTpTGDl375CUqol0f43l45A5N3uH1JP0DP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+j6ZXEAAAA2wAAAA8AAAAAAAAAAAAAAAAAmAIAAGRycy9k&#10;b3ducmV2LnhtbFBLBQYAAAAABAAEAPUAAACJ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57" o:spid="_x0000_s1081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Q4TcEA&#10;AADbAAAADwAAAGRycy9kb3ducmV2LnhtbERPz2vCMBS+C/4P4QneNFVBpBpliI4NOou6y26P5NmU&#10;NS+lidr998thsOPH93uz610jHtSF2rOC2TQDQay9qblS8Hk9TlYgQkQ22HgmBT8UYLcdDjaYG//k&#10;Mz0usRIphEOOCmyMbS5l0JYchqlviRN3853DmGBXSdPhM4W7Rs6zbCkd1pwaLLa0t6S/L3enQL8u&#10;isN78WX1fV5+VPWpLNz5ptR41L+sQUTq47/4z/1mFCzT2PQl/QC5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kOE3BAAAA2wAAAA8AAAAAAAAAAAAAAAAAmAIAAGRycy9kb3du&#10;cmV2LnhtbFBLBQYAAAAABAAEAPUAAACGAwAAAAA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58" o:spid="_x0000_s1082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Mi4cMA&#10;AADbAAAADwAAAGRycy9kb3ducmV2LnhtbESPQWvCQBSE70L/w/IK3sxGD0HTrCKCYC9C05T2+Mg+&#10;k2D2bchuk+iv7woFj8PMfMNku8m0YqDeNZYVLKMYBHFpdcOVguLzuFiDcB5ZY2uZFNzIwW77Mssw&#10;1XbkDxpyX4kAYZeigtr7LpXSlTUZdJHtiIN3sb1BH2RfSd3jGOCmlas4TqTBhsNCjR0daiqv+a9R&#10;0Jn7V/Hzfh7i5Teu9Hjg8ZqwUvPXaf8GwtPkn+H/9kkrSDbw+BJ+gN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KMi4cMAAADbAAAADwAAAAAAAAAAAAAAAACYAgAAZHJzL2Rv&#10;d25yZXYueG1sUEsFBgAAAAAEAAQA9QAAAIgDAAAAAA==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59" o:spid="_x0000_s1083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TIUMEA&#10;AADbAAAADwAAAGRycy9kb3ducmV2LnhtbERPy4rCMBTdC/MP4Q7MTtORwUc1FRlQXAlaobq7NNe2&#10;tLkpTdTOfL1ZCC4P571c9aYRd+pcZVnB9ygCQZxbXXGh4JRuhjMQziNrbCyTgj9ysEo+BkuMtX3w&#10;ge5HX4gQwi5GBaX3bSyly0sy6Ea2JQ7c1XYGfYBdIXWHjxBuGjmOook0WHFoKLGl35Ly+ngzCn7O&#10;83Wa0eW/zrY2k7t0b/ebm1Jfn/16AcJT79/il3unFUzD+vAl/ACZ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sUyFDBAAAA2wAAAA8AAAAAAAAAAAAAAAAAmAIAAGRycy9kb3du&#10;cmV2LnhtbFBLBQYAAAAABAAEAPUAAACG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60" o:spid="_x0000_s1084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SOR8QA&#10;AADbAAAADwAAAGRycy9kb3ducmV2LnhtbESPQWvCQBSE7wX/w/IEb3WjQirRVUQpVAoFreD1mX0m&#10;Mdm3cXer8d93hUKPw8x8w8yXnWnEjZyvLCsYDRMQxLnVFRcKDt/vr1MQPiBrbCyTggd5WC56L3PM&#10;tL3zjm77UIgIYZ+hgjKENpPS5yUZ9EPbEkfvbJ3BEKUrpHZ4j3DTyHGSpNJgxXGhxJbWJeX1/sco&#10;uE429Zc7HS+nz+30kdb5dSy3qVKDfreagQjUhf/wX/tDK3gbwfNL/A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0jkfEAAAA2wAAAA8AAAAAAAAAAAAAAAAAmAIAAGRycy9k&#10;b3ducmV2LnhtbFBLBQYAAAAABAAEAPUAAACJ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61" o:spid="_x0000_s1085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7wLsYA&#10;AADbAAAADwAAAGRycy9kb3ducmV2LnhtbESPT2sCMRTE7wW/Q3iCt5p1qX+6NYoWBC+Fqj3U23Pz&#10;3F3cvKxJ1LWfvikIPQ4z8xtmOm9NLa7kfGVZwaCfgCDOra64UPC1Wz1PQPiArLG2TAru5GE+6zxN&#10;MdP2xhu6bkMhIoR9hgrKEJpMSp+XZND3bUMcvaN1BkOUrpDa4S3CTS3TJBlJgxXHhRIbei8pP20v&#10;RsHydbI8f77wx8/msKf99+E0TF2iVK/bLt5ABGrDf/jRXmsF4xT+vsQfIG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+7wLsYAAADbAAAADwAAAAAAAAAAAAAAAACYAgAAZHJz&#10;L2Rvd25yZXYueG1sUEsFBgAAAAAEAAQA9QAAAIsDAAAAAA==&#10;" fillcolor="black" stroked="f"/>
            <v:shape id="Freeform 62" o:spid="_x0000_s1086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L7gsUA&#10;AADbAAAADwAAAGRycy9kb3ducmV2LnhtbESP3WoCMRSE7wt9h3AKvSmarQWrq1GKWKh0YfHnAY6b&#10;4+5icrIkqW7f3hSEXg4z8w0zX/bWiAv50DpW8DrMQBBXTrdcKzjsPwcTECEiazSOScEvBVguHh/m&#10;mGt35S1ddrEWCcIhRwVNjF0uZagashiGriNO3sl5izFJX0vt8Zrg1shRlo2lxZbTQoMdrRqqzrsf&#10;q2A9OvryiN+myva1KTZl8TItC6Wen/qPGYhIffwP39tfWsH7G/x9S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wvuCxQAAANsAAAAPAAAAAAAAAAAAAAAAAJgCAABkcnMv&#10;ZG93bnJldi54bWxQSwUGAAAAAAQABAD1AAAAigMAAAAA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63" o:spid="_x0000_s1087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8HncUA&#10;AADbAAAADwAAAGRycy9kb3ducmV2LnhtbESPQWvCQBSE74L/YXmCN7OpLdpGV7GFQEGoVj30+My+&#10;ZoPZt2l21fTfdwuCx2FmvmHmy87W4kKtrxwreEhSEMSF0xWXCg77fPQMwgdkjbVjUvBLHpaLfm+O&#10;mXZX/qTLLpQiQthnqMCE0GRS+sKQRZ+4hjh63661GKJsS6lbvEa4reU4TSfSYsVxwWBDb4aK0+5s&#10;FViJX8dykhcfq8f1Zv1SvW5/cqPUcNCtZiACdeEevrXftYLpE/x/iT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3wedxQAAANsAAAAPAAAAAAAAAAAAAAAAAJgCAABkcnMv&#10;ZG93bnJldi54bWxQSwUGAAAAAAQABAD1AAAAigMAAAAA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DD2F0B" w:rsidRPr="008F5204" w:rsidRDefault="00DD2F0B" w:rsidP="00DD2F0B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proofErr w:type="gramStart"/>
      <w:r w:rsidRPr="008F5204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Р</w:t>
      </w:r>
      <w:proofErr w:type="gramEnd"/>
      <w:r w:rsidRPr="008F5204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ІШЕННЯ</w:t>
      </w:r>
    </w:p>
    <w:p w:rsidR="00DD2F0B" w:rsidRPr="008F5204" w:rsidRDefault="00DD2F0B" w:rsidP="00DD2F0B">
      <w:pPr>
        <w:jc w:val="center"/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  <w: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ХХХІІІ</w:t>
      </w:r>
      <w:r w:rsidRPr="008F5204"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сесії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сільської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ради  </w:t>
      </w:r>
      <w:r w:rsidRPr="008F5204">
        <w:rPr>
          <w:rFonts w:ascii="Times New Roman" w:eastAsiaTheme="minorHAnsi" w:hAnsi="Times New Roman" w:cs="Times New Roman"/>
          <w:color w:val="auto"/>
          <w:sz w:val="22"/>
          <w:szCs w:val="22"/>
          <w:lang w:val="en-US" w:eastAsia="en-US"/>
        </w:rPr>
        <w:t>V</w:t>
      </w:r>
      <w:r w:rsidRPr="008F5204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ІІ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скликання</w:t>
      </w:r>
      <w:proofErr w:type="spellEnd"/>
    </w:p>
    <w:p w:rsidR="00DD2F0B" w:rsidRPr="008F5204" w:rsidRDefault="00DD2F0B" w:rsidP="00DD2F0B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</w:p>
    <w:p w:rsidR="00DD2F0B" w:rsidRPr="008F5204" w:rsidRDefault="00DD2F0B" w:rsidP="00DD2F0B">
      <w:pPr>
        <w:jc w:val="center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21.02.2020</w:t>
      </w:r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р.                               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Крупець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                              №_____</w:t>
      </w:r>
    </w:p>
    <w:p w:rsidR="00DD2F0B" w:rsidRPr="008F5204" w:rsidRDefault="00DD2F0B" w:rsidP="00DD2F0B">
      <w:pP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DD2F0B" w:rsidRPr="008F5204" w:rsidRDefault="00DD2F0B" w:rsidP="00DD2F0B">
      <w:pP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DD2F0B" w:rsidRPr="008F5204" w:rsidRDefault="00DD2F0B" w:rsidP="00DD2F0B">
      <w:pP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Про </w:t>
      </w: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надання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дозволу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на </w:t>
      </w: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розробку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</w:p>
    <w:p w:rsidR="00DD2F0B" w:rsidRPr="008F5204" w:rsidRDefault="00DD2F0B" w:rsidP="00DD2F0B">
      <w:pP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технічної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документації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із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землеустрою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</w:p>
    <w:p w:rsidR="00DD2F0B" w:rsidRPr="008F5204" w:rsidRDefault="00DD2F0B" w:rsidP="00DD2F0B">
      <w:pP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щодо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встановлення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(</w:t>
      </w: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відновлення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) меж </w:t>
      </w:r>
    </w:p>
    <w:p w:rsidR="00DD2F0B" w:rsidRPr="008F5204" w:rsidRDefault="00DD2F0B" w:rsidP="00DD2F0B">
      <w:pP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земельної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ділянки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в </w:t>
      </w:r>
      <w:proofErr w:type="spell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натурі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(на </w:t>
      </w:r>
      <w:proofErr w:type="spellStart"/>
      <w:proofErr w:type="gramStart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м</w:t>
      </w:r>
      <w:proofErr w:type="gram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ісцевості</w:t>
      </w:r>
      <w:proofErr w:type="spellEnd"/>
      <w:r w:rsidRPr="008F5204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)</w:t>
      </w:r>
    </w:p>
    <w:p w:rsidR="00DD2F0B" w:rsidRPr="008F5204" w:rsidRDefault="00DD2F0B" w:rsidP="00DD2F0B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b/>
          <w:color w:val="auto"/>
          <w:szCs w:val="22"/>
          <w:lang w:eastAsia="en-US"/>
        </w:rPr>
        <w:t>Бацан</w:t>
      </w:r>
      <w:proofErr w:type="spellEnd"/>
      <w:r>
        <w:rPr>
          <w:rFonts w:ascii="Times New Roman" w:eastAsiaTheme="minorHAnsi" w:hAnsi="Times New Roman" w:cs="Times New Roman"/>
          <w:b/>
          <w:color w:val="auto"/>
          <w:szCs w:val="22"/>
          <w:lang w:eastAsia="en-US"/>
        </w:rPr>
        <w:t xml:space="preserve"> М.О.</w:t>
      </w:r>
    </w:p>
    <w:p w:rsidR="00DD2F0B" w:rsidRPr="008F5204" w:rsidRDefault="00DD2F0B" w:rsidP="00DD2F0B">
      <w:pP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</w:p>
    <w:p w:rsidR="00DD2F0B" w:rsidRPr="008F5204" w:rsidRDefault="00DD2F0B" w:rsidP="00DD2F0B">
      <w:pP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</w:p>
    <w:p w:rsidR="00DD2F0B" w:rsidRPr="008F5204" w:rsidRDefault="00DD2F0B" w:rsidP="00DD2F0B">
      <w:pPr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     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Відповідно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до пункту 34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частини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1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статті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26, 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статті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42 Закону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«Про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місцеве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самоврядування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в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Україні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»,  Земельного кодексу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Закону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«Про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землеустрій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», 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розглянувши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заяву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</w:t>
      </w:r>
      <w:proofErr w:type="spellStart"/>
      <w:proofErr w:type="gramStart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Бацан</w:t>
      </w:r>
      <w:proofErr w:type="spellEnd"/>
      <w:proofErr w:type="gramEnd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М.О.,</w:t>
      </w:r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сільська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рада</w:t>
      </w:r>
    </w:p>
    <w:p w:rsidR="00DD2F0B" w:rsidRPr="008F5204" w:rsidRDefault="00DD2F0B" w:rsidP="00DD2F0B">
      <w:pPr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ВИРІШИЛА:</w:t>
      </w:r>
    </w:p>
    <w:p w:rsidR="00DD2F0B" w:rsidRPr="008F5204" w:rsidRDefault="00DD2F0B" w:rsidP="00DD2F0B">
      <w:pPr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DD2F0B" w:rsidRPr="008F5204" w:rsidRDefault="00DD2F0B" w:rsidP="00DD2F0B">
      <w:pPr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1.Надати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Бацан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Марії Олексіївні</w:t>
      </w:r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, як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а</w:t>
      </w:r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зареєстрован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а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за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адресою</w:t>
      </w:r>
      <w:proofErr w:type="spellEnd"/>
      <w:r w:rsidR="00E85D5E" w:rsidRPr="00E85D5E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____________________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дозвіл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на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розробку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технічної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документації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із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землеустрою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щодо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встановлення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(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відновлення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) меж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земельної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ділянки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в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натурі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(на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місцевості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),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орієнтовною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пло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щею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0,25</w:t>
      </w:r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00 га, для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будівництва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та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обслуговування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житлового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будинку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господарських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будівель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і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споруд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(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присадибна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ділянка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),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земельна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ділянка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розташована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в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</w:t>
      </w:r>
      <w:proofErr w:type="gram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.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К</w:t>
      </w:r>
      <w:proofErr w:type="gram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олом’є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вул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.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Зелена,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31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.</w:t>
      </w:r>
    </w:p>
    <w:p w:rsidR="00DD2F0B" w:rsidRPr="008F5204" w:rsidRDefault="00DD2F0B" w:rsidP="00DD2F0B">
      <w:pPr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2.</w:t>
      </w:r>
      <w:proofErr w:type="spellStart"/>
      <w:proofErr w:type="gramStart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Бацан</w:t>
      </w:r>
      <w:proofErr w:type="spellEnd"/>
      <w:proofErr w:type="gramEnd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М.О.,</w:t>
      </w:r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розробити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технічну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документацію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із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землеустрою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щодо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встановлення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(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відновлення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) меж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земельної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ділянки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в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натурі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(на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місцевості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) та подати на 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розгляд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сесії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сільської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ради.</w:t>
      </w:r>
    </w:p>
    <w:p w:rsidR="00DD2F0B" w:rsidRPr="00062C82" w:rsidRDefault="00DD2F0B" w:rsidP="00DD2F0B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</w:t>
      </w:r>
      <w:r w:rsidRPr="00062C82">
        <w:rPr>
          <w:rFonts w:ascii="Times New Roman" w:hAnsi="Times New Roman" w:cs="Times New Roman"/>
        </w:rPr>
        <w:t xml:space="preserve">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D2F0B" w:rsidRPr="00062C82" w:rsidRDefault="00DD2F0B" w:rsidP="00DD2F0B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DD2F0B" w:rsidRPr="008F5204" w:rsidRDefault="00DD2F0B" w:rsidP="00DD2F0B">
      <w:pPr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DD2F0B" w:rsidRPr="008F5204" w:rsidRDefault="00DD2F0B" w:rsidP="00DD2F0B">
      <w:pPr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DD2F0B" w:rsidRPr="008F5204" w:rsidRDefault="00DD2F0B" w:rsidP="00DD2F0B">
      <w:pPr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DD2F0B" w:rsidRPr="00DD2F0B" w:rsidRDefault="00DD2F0B" w:rsidP="00DD2F0B">
      <w:pPr>
        <w:jc w:val="both"/>
        <w:rPr>
          <w:rFonts w:ascii="Times New Roman" w:eastAsiaTheme="minorHAnsi" w:hAnsi="Times New Roman" w:cs="Times New Roman"/>
          <w:color w:val="auto"/>
          <w:szCs w:val="22"/>
          <w:lang w:val="en-US" w:eastAsia="en-US"/>
        </w:rPr>
      </w:pPr>
    </w:p>
    <w:p w:rsidR="008B2A20" w:rsidRPr="00DD2F0B" w:rsidRDefault="00DD2F0B" w:rsidP="00DD2F0B">
      <w:pPr>
        <w:jc w:val="both"/>
        <w:rPr>
          <w:rFonts w:ascii="Times New Roman" w:eastAsiaTheme="minorHAnsi" w:hAnsi="Times New Roman" w:cs="Times New Roman"/>
          <w:color w:val="auto"/>
          <w:szCs w:val="22"/>
          <w:lang w:val="en-US" w:eastAsia="en-US"/>
        </w:rPr>
      </w:pP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Сільський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голова                                                                                            </w:t>
      </w:r>
      <w:proofErr w:type="spellStart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В.А.Михалюк</w:t>
      </w:r>
      <w:proofErr w:type="spellEnd"/>
      <w:r w:rsidRPr="008F5204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</w:p>
    <w:sectPr w:rsidR="008B2A20" w:rsidRPr="00DD2F0B" w:rsidSect="008B2A2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DD2F0B"/>
    <w:rsid w:val="00171A2E"/>
    <w:rsid w:val="00304C90"/>
    <w:rsid w:val="00505B6D"/>
    <w:rsid w:val="006D3977"/>
    <w:rsid w:val="007D6C18"/>
    <w:rsid w:val="008B2A20"/>
    <w:rsid w:val="00D1641A"/>
    <w:rsid w:val="00DB590C"/>
    <w:rsid w:val="00DD2F0B"/>
    <w:rsid w:val="00E85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F0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2</TotalTime>
  <Pages>1</Pages>
  <Words>247</Words>
  <Characters>1414</Characters>
  <Application>Microsoft Office Word</Application>
  <DocSecurity>0</DocSecurity>
  <Lines>11</Lines>
  <Paragraphs>3</Paragraphs>
  <ScaleCrop>false</ScaleCrop>
  <Company>Microsoft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2020-02-13T11:39:00Z</dcterms:created>
  <dcterms:modified xsi:type="dcterms:W3CDTF">2020-02-13T12:33:00Z</dcterms:modified>
</cp:coreProperties>
</file>