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DE" w:rsidRDefault="00BE6EDE" w:rsidP="00BE6ED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6EDE" w:rsidRDefault="00BE6EDE" w:rsidP="00BE6E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E6EDE" w:rsidRDefault="00BE6EDE" w:rsidP="00BE6E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E6EDE" w:rsidRDefault="00BE6EDE" w:rsidP="00BE6E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6EDE" w:rsidRDefault="00BE6EDE" w:rsidP="00BE6E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E6EDE" w:rsidRDefault="00BE6EDE" w:rsidP="00BE6E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E6EDE" w:rsidRPr="00887A4D" w:rsidRDefault="00BE6EDE" w:rsidP="00BE6E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64</w:t>
      </w:r>
    </w:p>
    <w:p w:rsidR="00BE6EDE" w:rsidRDefault="00BE6EDE" w:rsidP="00BE6ED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E6EDE" w:rsidRDefault="00BE6EDE" w:rsidP="00BE6ED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BE6EDE" w:rsidRDefault="00BE6EDE" w:rsidP="00BE6ED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BE6EDE" w:rsidRDefault="00BE6EDE" w:rsidP="00BE6E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BE6EDE" w:rsidRPr="005C5A92" w:rsidRDefault="00BE6EDE" w:rsidP="00BE6E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Кондратюку О.В.</w:t>
      </w:r>
    </w:p>
    <w:p w:rsidR="00BE6EDE" w:rsidRDefault="00BE6EDE" w:rsidP="00BE6E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E6EDE" w:rsidRDefault="00BE6EDE" w:rsidP="00BE6E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Кондратюка О.В.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BE6EDE" w:rsidRDefault="00BE6EDE" w:rsidP="00BE6E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BE6EDE" w:rsidRPr="003A677E" w:rsidRDefault="00BE6EDE" w:rsidP="00BE6E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Кондратюку Олегу Володимировичу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2.0000 га, яка розташована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села Дідова Гора  .</w:t>
      </w:r>
    </w:p>
    <w:p w:rsidR="00BE6EDE" w:rsidRPr="00D95589" w:rsidRDefault="00BE6EDE" w:rsidP="00BE6E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Кондратюку Олегу Володимировичу,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C3129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C312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6823984700:04:011:0004,  для ведення особистого селянського господарства, яка розташована Хмельницька область, 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села Дідова Гора .</w:t>
      </w:r>
    </w:p>
    <w:p w:rsidR="00BE6EDE" w:rsidRDefault="00BE6EDE" w:rsidP="00BE6E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Кондратюку О.В.,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BE6EDE" w:rsidRDefault="00BE6EDE" w:rsidP="00BE6E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E6EDE" w:rsidRPr="00BE6EDE" w:rsidRDefault="00BE6EDE" w:rsidP="00BE6E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67A8F" w:rsidRPr="00BE6EDE" w:rsidRDefault="00BE6EDE" w:rsidP="00BE6ED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167A8F" w:rsidRPr="00BE6EDE" w:rsidSect="00BE6EDE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DE"/>
    <w:rsid w:val="00167A8F"/>
    <w:rsid w:val="00BE6EDE"/>
    <w:rsid w:val="00EC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E6E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E6E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E6ED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E6E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E6E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E6ED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2021-07-26T12:41:00Z</dcterms:created>
  <dcterms:modified xsi:type="dcterms:W3CDTF">2021-07-27T07:26:00Z</dcterms:modified>
</cp:coreProperties>
</file>