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7AF" w:rsidRPr="00E9508A" w:rsidRDefault="003A17AF" w:rsidP="003A17AF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4ACC80" wp14:editId="0A93F25E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57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57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7AF" w:rsidRDefault="003A17AF" w:rsidP="003A17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FC4MQA&#10;AADdAAAADwAAAGRycy9kb3ducmV2LnhtbESPQWvCQBSE74L/YXmF3nRTg0ZS1xCkLR4EMer9kX0m&#10;odm3IbvV9N+7guBxmJlvmFU2mFZcqXeNZQUf0wgEcWl1w5WC0/F7sgThPLLG1jIp+CcH2Xo8WmGq&#10;7Y0PdC18JQKEXYoKau+7VEpX1mTQTW1HHLyL7Q36IPtK6h5vAW5aOYuihTTYcFiosaNNTeVv8WcU&#10;2PhnuztXs0P8xYnnfL+8nIedUu9vQ/4JwtPgX+Fne6sVxPNkAY834Qn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BQuD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sjdcgA&#10;AADdAAAADwAAAGRycy9kb3ducmV2LnhtbESPQUsDMRSE74L/ITyhl2KzbbGra9NSClutB6FV8PrY&#10;PDerm5clSdu1v74RBI/DzHzDzJe9bcWRfGgcKxiPMhDEldMN1wre38rbexAhImtsHZOCHwqwXFxf&#10;zbHQ7sQ7Ou5jLRKEQ4EKTIxdIWWoDFkMI9cRJ+/TeYsxSV9L7fGU4LaVkyybSYsNpwWDHa0NVd/7&#10;g1XwVb6aj3V+3vjhw47Ow/Llqd3OlBrc9KtHEJH6+B/+az9rBdO7PIffN+kJyMU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WyN1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zVeMEA&#10;AADdAAAADwAAAGRycy9kb3ducmV2LnhtbERPy4rCMBTdD/gP4Q64GTRVmQcdo4joIG7ExwdcmmtT&#10;prkpTbT17+cuhFkeznu+7H2t7tTGKrCByTgDRVwEW3Fp4HLejr5AxYRssQ5MBh4UYbkYvMwxt6Hj&#10;I91PqVQSwjFHAy6lJtc6Fo48xnFoiIW7htZjEtiW2rbYSbiv9TTLPrTHiqXBYUNrR8Xv6eal5DDD&#10;w/7anbc/PXa42Tt+Wx2NGb72q29Qifr0L366d9bA7P1T5sobeQJ6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c1Xj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ulQ8cA&#10;AADdAAAADwAAAGRycy9kb3ducmV2LnhtbESPX0sDMRDE34V+h7AF32zOav94Ni2lKojgg1Uovi2X&#10;7d3RyyYka+/89kYQfBxm5jfMajO4Tp0pptazgetJAYq48rbl2sDH+9PVElQSZIudZzLwTQk269HF&#10;Ckvre36j815qlSGcSjTQiIRS61Q15DBNfCDO3tFHh5JlrLWN2Ge46/S0KObaYct5ocFAu4aq0/7L&#10;GXjtH8PLYj47hs94O9XpwcphJ8ZcjoftPSihQf7Df+1na+BmtriD3zf5Ce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3rpUPHAAAA3Q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+pWcEA&#10;AADdAAAADwAAAGRycy9kb3ducmV2LnhtbERPzWrCQBC+F3yHZQpeSt1UsUjqKiIq4kXUPsCQHbOh&#10;2dmQ3Zr49s5B8Pjx/c+Xva/VjdpYBTbwNcpAERfBVlwa+L1sP2egYkK2WAcmA3eKsFwM3uaY29Dx&#10;iW7nVCoJ4ZijAZdSk2sdC0ce4yg0xMJdQ+sxCWxLbVvsJNzXepxl39pjxdLgsKG1o+Lv/O+l5DjB&#10;4+HaXba7HjvcHBx/rE7GDN/71Q+oRH16iZ/uvTUwmc5kv7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/qVn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jZYsYA&#10;AADdAAAADwAAAGRycy9kb3ducmV2LnhtbESPX0sDMRDE34V+h7CCbzbXav9wNi2lKojgg22h+LZc&#10;tneHl01I1t757Y0g+DjMzG+Y1WZwnbpQTK1nA5NxAYq48rbl2sDx8Hy7BJUE2WLnmQx8U4LNenS1&#10;wtL6nt/pspdaZQinEg00IqHUOlUNOUxjH4izd/bRoWQZa20j9hnuOj0tirl22HJeaDDQrqHqc//l&#10;DLz1T+F1MZ+dw0e8n+r0aOW0E2NuroftAyihQf7Df+0Xa+ButpzA75v8BP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kjZY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rna8YA&#10;AADdAAAADwAAAGRycy9kb3ducmV2LnhtbESPQWsCMRSE74X+h/AKvUjNqiiyNYoKoQUF0RZ6fWye&#10;u0s3L0sS3e2/N4LQ4zAz3zCLVW8bcSUfascKRsMMBHHhTM2lgu8v/TYHESKywcYxKfijAKvl89MC&#10;c+M6PtL1FEuRIBxyVFDF2OZShqIii2HoWuLknZ23GJP0pTQeuwS3jRxn2UxarDktVNjStqLi93Sx&#10;CjaHrpz4QbHp3e788TPV2ui9Vur1pV+/g4jUx//wo/1pFEym8zHc36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rna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4YtcQA&#10;AADdAAAADwAAAGRycy9kb3ducmV2LnhtbESPzWrDMBCE74W8g9hAb42cX4wbJYQUQyi5NOkDLNbW&#10;cmOtjKQ4zttXgUCPw8x8w6y3g21FTz40jhVMJxkI4srphmsF3+fyLQcRIrLG1jEpuFOA7Wb0ssZC&#10;uxt/UX+KtUgQDgUqMDF2hZShMmQxTFxHnLwf5y3GJH0ttcdbgttWzrJsJS02nBYMdrQ3VF1OV6ug&#10;/Jwd+8tV+9LthoWlpfnNP4xSr+Nh9w4i0hD/w8/2QSuYL/M5PN6kJ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uGL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/ahMYA&#10;AADdAAAADwAAAGRycy9kb3ducmV2LnhtbESPQWsCMRSE7wX/Q3iCl6LZahXZGkULoUIF0RZ6fWye&#10;u4ublyVJ3e2/b4RCj8PMfMOsNr1txI18qB0reJpkIIgLZ2ouFXx+6PESRIjIBhvHpOCHAmzWg4cV&#10;5sZ1fKLbOZYiQTjkqKCKsc2lDEVFFsPEtcTJuzhvMSbpS2k8dgluGznNsoW0WHNaqLCl14qK6/nb&#10;Ktgdu3LmH4td794vb19zrY0+aKVGw377AiJSH//Df+29UTCbL5/h/iY9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/ah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slWsQA&#10;AADdAAAADwAAAGRycy9kb3ducmV2LnhtbESPzWrDMBCE74W+g9hCbo2cHxfjRgmhxRBKLk36AIu1&#10;tZxYKyMpjvP2VSDQ4zAz3zCrzWg7MZAPrWMFs2kGgrh2uuVGwc+xei1AhIissXNMCm4UYLN+flph&#10;qd2Vv2k4xEYkCIcSFZgY+1LKUBuyGKauJ07er/MWY5K+kdrjNcFtJ+dZ9iYttpwWDPb0Yag+Hy5W&#10;QfU13w/ni/aV245LS7k5FZ9GqcnLuH0HEWmM/+FHe6cVLPIih/u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LJV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yhC8IA&#10;AADdAAAADwAAAGRycy9kb3ducmV2LnhtbESP3YrCMBSE7wXfIRxh72zqT0WqUURQ9HKrD3Bojm2x&#10;OalNtPXtN4Kwl8PMfMOst72pxYtaV1lWMIliEMS51RUXCq6Xw3gJwnlkjbVlUvAmB9vNcLDGVNuO&#10;f+mV+UIECLsUFZTeN6mULi/JoItsQxy8m20N+iDbQuoWuwA3tZzG8UIarDgslNjQvqT8nj2Ngvm7&#10;Oz6y5B4ftKHJedac2eeJUj+jfrcC4an3/+Fv+6QVzJLlAj5vwhO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3KEL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IdjMYA&#10;AADdAAAADwAAAGRycy9kb3ducmV2LnhtbESPS2vDMBCE74X8B7GF3hq5Kc3DiRJCjEvpKXEe58Xa&#10;2CbWylhKbP/7qlDocZiZb5jVpje1eFDrKssK3sYRCOLc6ooLBadj+joH4TyyxtoyKRjIwWY9elph&#10;rG3HB3pkvhABwi5GBaX3TSyly0sy6Ma2IQ7e1bYGfZBtIXWLXYCbWk6iaCoNVhwWSmxoV1J+y+5G&#10;wX16mZz4+q33WTJ8LpJ06+S5UOrlud8uQXjq/X/4r/2lFbx/zGfw+yY8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Idj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72+cQA&#10;AADdAAAADwAAAGRycy9kb3ducmV2LnhtbERPPW/CMBDdkfgP1iGxgQO0URowCJAq0Q5FBTqwHfGR&#10;BOJzGrsQ/n09VOr49L5ni9ZU4kaNKy0rGA0jEMSZ1SXnCg7710ECwnlkjZVlUvAgB4t5tzPDVNs7&#10;f9Jt53MRQtilqKDwvk6ldFlBBt3Q1sSBO9vGoA+wyaVu8B7CTSXHURRLgyWHhgJrWheUXXc/RsHX&#10;Nolftqu3p8v7xwknRn8fdRkr1e+1yykIT63/F/+5N1rB5DkJc8Ob8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+9vn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qRkcYA&#10;AADdAAAADwAAAGRycy9kb3ducmV2LnhtbESPT2vCQBTE74LfYXkFb7qpVknTbMQ/VEtP1hZ6fWRf&#10;k2D2bciuGv30riD0OMzMb5h03planKh1lWUFz6MIBHFudcWFgp/v92EMwnlkjbVlUnAhB/Os30sx&#10;0fbMX3Ta+0IECLsEFZTeN4mULi/JoBvZhjh4f7Y16INsC6lbPAe4qeU4imbSYMVhocSGViXlh/3R&#10;KLjOfnHntuPleqI9XV7ijf3cbZQaPHWLNxCeOv8ffrQ/tILJNH6F+5vwBGR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qRk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H9acAA&#10;AADdAAAADwAAAGRycy9kb3ducmV2LnhtbERPy4rCMBTdD/gP4QruxtQnWo0iouBuxuoHXJprWmxu&#10;ahO1+vVmMTDLw3kv162txIMaXzpWMOgnIIhzp0s2Cs6n/fcMhA/IGivHpOBFHtarztcSU+2efKRH&#10;FoyIIexTVFCEUKdS+rwgi77vauLIXVxjMUTYGKkbfMZwW8lhkkylxZJjQ4E1bQvKr9ndKri54US3&#10;2Q5/rrv5b2nM+PY+jpXqddvNAkSgNvyL/9wHrWA0mcf98U18AnL1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DH9acAAAADd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zSmsQA&#10;AADdAAAADwAAAGRycy9kb3ducmV2LnhtbESPT4vCMBTE78J+h/AWvGmqoqvVKLogePXPYY/P5NlW&#10;m5faZLX66TcLgsdhZn7DzBaNLcWNal84VtDrJiCItTMFZwoO+3VnDMIHZIOlY1LwIA+L+Udrhqlx&#10;d97SbRcyESHsU1SQh1ClUnqdk0XfdRVx9E6uthiirDNparxHuC1lP0lG0mLBcSHHir5z0pfdr1Ww&#10;KY40HOnTxI5XevvzvIbB19ko1f5sllMQgZrwDr/aG6NgMJz04P9NfAJ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c0pr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e/GcIA&#10;AADdAAAADwAAAGRycy9kb3ducmV2LnhtbERPW2vCMBR+H/gfwhH2NlM7HLMaRQeDyVTwgr4emmNT&#10;bE5Kk9X67xdhsMfvzjedd7YSLTW+dKxgOEhAEOdOl1woOB4+X95B+ICssXJMCu7kYT7rPU0x0+7G&#10;O2r3oRCxhH2GCkwIdSalzw1Z9ANXE0ft4hqLIcKmkLrBWyy3lUyT5E1aLDkuGKzpw1B+3f9YBS1u&#10;78nZLDfjVbnO0+3y9K0jr5773WICIlAX/s1/6S+t4HU0TuHxJj4B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h78Z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Ck4sUA&#10;AADdAAAADwAAAGRycy9kb3ducmV2LnhtbESPQUvDQBSE74L/YXmCN7sxRamx21IKFY+a9uDxmX3N&#10;pmbfC7trE/31riB4HGbmG2a5nnyvzhRiJ2zgdlaAIm7EdtwaOOx3NwtQMSFb7IXJwBdFWK8uL5ZY&#10;WRn5lc51alWGcKzQgEtpqLSOjSOPcSYDcfaOEjymLEOrbcAxw32vy6K41x47zgsOB9o6aj7qT29g&#10;fGreT+XxzbrvMMiufpFT2Ysx11fT5hFUoin9h//az9bA/O5hDr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8KTi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J6MccA&#10;AADdAAAADwAAAGRycy9kb3ducmV2LnhtbESPQWsCMRSE7wX/Q3iF3mq2aqtdjWK1ghSlaOv9uXnu&#10;rk1elk3U9d83hYLHYWa+YUaTxhpxptqXjhU8tRMQxJnTJecKvr8WjwMQPiBrNI5JwZU8TMatuxGm&#10;2l14Q+dtyEWEsE9RQRFClUrps4Is+rariKN3cLXFEGWdS13jJcKtkZ0keZEWS44LBVY0Kyj72Z6s&#10;gsXn3Bw76810J8Psvb83g4+3+Uqph/tmOgQRqAm38H97qRV0n1978PcmPgE5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yej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kSE8cA&#10;AADdAAAADwAAAGRycy9kb3ducmV2LnhtbESPQWvCQBSE7wX/w/IEL6VuVFLSNKuIIFpQaFXo9SX7&#10;mgSzb0N2G9N/3xUKPQ4z8w2TrQbTiJ46V1tWMJtGIIgLq2suFVzO26cEhPPIGhvLpOCHHKyWo4cM&#10;U21v/EH9yZciQNilqKDyvk2ldEVFBt3UtsTB+7KdQR9kV0rd4S3ATSPnUfQsDdYcFipsaVNRcT19&#10;GwX9+yEv971r367Jo4sX+W531J9KTcbD+hWEp8H/h//ae61gEb/EcH8Tno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6ZEh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rwrccA&#10;AADdAAAADwAAAGRycy9kb3ducmV2LnhtbESPT2sCMRTE70K/Q3gFb5rVVtHVKFoo9FKofw56e26e&#10;u4ublzWJuu2nbwTB4zAzv2Gm88ZU4krOl5YV9LoJCOLM6pJzBdvNZ2cEwgdkjZVlUvBLHuazl9YU&#10;U21vvKLrOuQiQtinqKAIoU6l9FlBBn3X1sTRO1pnMETpcqkd3iLcVLKfJENpsOS4UGBNHwVlp/XF&#10;KFiOR8vzzzt//60Oe9rvDqdB3yVKtV+bxQREoCY8w4/2l1bwNhgP4f4mPgE5+w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7q8K3HAAAA3QAAAA8AAAAAAAAAAAAAAAAAmAIAAGRy&#10;cy9kb3ducmV2LnhtbFBLBQYAAAAABAAEAPUAAACMAwAAAAA=&#10;" fillcolor="black" stroked="f"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+WOMgA&#10;AADdAAAADwAAAGRycy9kb3ducmV2LnhtbESPT2sCMRTE7wW/Q3gFbzVbi1ZXo2hVEKoH/xx6fN08&#10;d8NuXpZNqls/fVMo9DjMzG+Y6by1lbhS441jBc+9BARx5rThXMH5tHkagfABWWPlmBR8k4f5rPMw&#10;xVS7Gx/oegy5iBD2KSooQqhTKX1WkEXfczVx9C6usRiibHKpG7xFuK1kP0mG0qLhuFBgTW8FZeXx&#10;yyr4eB+a0cFQ/3N3X671blAu96tSqe5ju5iACNSG//Bfe6sVvAzGr/D7Jj4BOf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j5Y4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U8/8MA&#10;AADdAAAADwAAAGRycy9kb3ducmV2LnhtbERPPW/CMBDdK/EfrENiKw6gVjRgEAKhdulQoGI9xdc4&#10;TXwOtoHAr6+HSoxP73u+7GwjLuRD5VjBaJiBIC6crrhUcNhvn6cgQkTW2DgmBTcKsFz0nuaYa3fl&#10;L7rsYilSCIccFZgY21zKUBiyGIauJU7cj/MWY4K+lNrjNYXbRo6z7FVarDg1GGxpbaiod2erwK+O&#10;m/rO5+86u3/ewvtvd5qiUWrQ71YzEJG6+BD/uz+0gsnLW5qb3qQn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U8/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081sYA&#10;AADdAAAADwAAAGRycy9kb3ducmV2LnhtbESPUWvCQBCE3wv9D8cKfSl6qaXVRE8phUJBEbT+gDW3&#10;JsG7vZDbauyv9wqFPg4z8w0zX/beqTN1sQls4GmUgSIug224MrD/+hhOQUVBtugCk4ErRVgu7u/m&#10;WNhw4S2dd1KpBOFYoIFapC20jmVNHuMotMTJO4bOoyTZVdp2eElw7/Q4y161x4bTQo0tvddUnnbf&#10;3oAbH1y+msS1XPd6nf142T5urDEPg/5tBkqol//wX/vTGnh+yXP4fZOegF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081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Ru9MMA&#10;AADdAAAADwAAAGRycy9kb3ducmV2LnhtbERPz2vCMBS+C/sfwhvspukciHSNohOhFw+rDq+vzbMp&#10;Ji+lybTzr18Ogx0/vt/FenRW3GgInWcFr7MMBHHjdcetgtNxP12CCBFZo/VMCn4owHr1NCkw1/7O&#10;n3SrYitSCIccFZgY+1zK0BhyGGa+J07cxQ8OY4JDK/WA9xTurJxn2UI67Dg1GOzpw1Bzrb6dgl3V&#10;2/mpNNtw/jrUtS0fezrvlHp5HjfvICKN8V/85y61grdFlvanN+kJ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Ru9M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+E3sQA&#10;AADdAAAADwAAAGRycy9kb3ducmV2LnhtbESPQWvCQBSE7wX/w/IEb3U3FVJJXYNIBcFTrR68PXZf&#10;k7TZtyG7mvjv3UKhx2FmvmFW5ehacaM+NJ41ZHMFgth423Cl4fS5e16CCBHZYuuZNNwpQLmePK2w&#10;sH7gD7odYyUShEOBGuoYu0LKYGpyGOa+I07el+8dxiT7StoehwR3rXxRKpcOG04LNXa0rcn8HK9O&#10;w/dOHrxRaM6n87C3r5f3nFql9Ww6bt5ARBrjf/ivvbcaFrnK4PdNeg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vhN7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S4h8UA&#10;AADdAAAADwAAAGRycy9kb3ducmV2LnhtbESPT4vCMBTE7wt+h/AEb2tqBZFqFBUWFmUP/kE8Pptn&#10;W9q8lCRq/fYbYWGPw8z8hpkvO9OIBzlfWVYwGiYgiHOrKy4UnI5fn1MQPiBrbCyTghd5WC56H3PM&#10;tH3ynh6HUIgIYZ+hgjKENpPS5yUZ9EPbEkfvZp3BEKUrpHb4jHDTyDRJJtJgxXGhxJY2JeX14W4U&#10;XO47vv2Mtyu3DmfbHX2dXqe1UoN+t5qBCNSF//Bf+1srGE+SFN5v4hO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ZLiH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KnzscA&#10;AADdAAAADwAAAGRycy9kb3ducmV2LnhtbESPQWsCMRSE74L/ITyhN02qrehqlFoo9CJU60Fvz83r&#10;7uLmZZukuvrrTaHQ4zAz3zDzZWtrcSYfKscaHgcKBHHuTMWFht3nW38CIkRkg7Vj0nClAMtFtzPH&#10;zLgLb+i8jYVIEA4ZaihjbDIpQ16SxTBwDXHyvpy3GJP0hTQeLwluazlUaiwtVpwWSmzotaT8tP2x&#10;GlbTyer744nXt83xQIf98fQ89Errh177MgMRqY3/4b/2u9EwGqsR/L5JT0Au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2yp87HAAAA3QAAAA8AAAAAAAAAAAAAAAAAmAIAAGRy&#10;cy9kb3ducmV2LnhtbFBLBQYAAAAABAAEAPUAAACMAwAAAAA=&#10;" fillcolor="black" stroked="f"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fFu8UA&#10;AADdAAAADwAAAGRycy9kb3ducmV2LnhtbESPQWsCMRSE74X+h/AK3mq2KlK2RlmEYvG02pZen5vX&#10;zdLNy5KkcfvvG0HwOMzMN8xqM9peJPKhc6zgaVqAIG6c7rhV8PH++vgMIkRkjb1jUvBHATbr+7sV&#10;ltqd+UDpGFuRIRxKVGBiHEopQ2PIYpi6gTh7385bjFn6VmqP5wy3vZwVxVJa7DgvGBxoa6j5Of5a&#10;Bem0rat5+krmsPdV6129+zzVSk0exuoFRKQx3sLX9ptWMF8WC7i8yU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8W7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yA0sYA&#10;AADdAAAADwAAAGRycy9kb3ducmV2LnhtbESPQWvCQBSE74X+h+UJvdWNLQZNXaVIW7QXNQr2+Mg+&#10;s6HZtyG7jdFf7xYKPQ4z8w0zW/S2Fh21vnKsYDRMQBAXTldcKjjs3x8nIHxA1lg7JgUX8rCY39/N&#10;MNPuzDvq8lCKCGGfoQITQpNJ6QtDFv3QNcTRO7nWYoiyLaVu8RzhtpZPSZJKixXHBYMNLQ0V3/mP&#10;VeBHy7fjp71Ou68Pw5t8bdJtaZR6GPSvLyAC9eE//NdeaQXPaTKG3zfxCc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+yA0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A17AF" w:rsidRDefault="003A17AF" w:rsidP="003A17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A17AF" w:rsidRDefault="003A17AF" w:rsidP="003A17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17AF" w:rsidRDefault="003A17AF" w:rsidP="003A17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17AF" w:rsidRDefault="003A17AF" w:rsidP="003A17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17AF" w:rsidRDefault="003A17AF" w:rsidP="003A17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17AF" w:rsidRDefault="003A17AF" w:rsidP="003A17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A17AF" w:rsidRDefault="003A17AF" w:rsidP="003A17A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A17AF" w:rsidRDefault="003A17AF" w:rsidP="003A17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A17AF" w:rsidRDefault="003A17AF" w:rsidP="003A17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A17AF" w:rsidRDefault="003A17AF" w:rsidP="003A17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17AF" w:rsidRDefault="003A17AF" w:rsidP="003A17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A17AF" w:rsidRDefault="003A17AF" w:rsidP="003A17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17AF" w:rsidRDefault="003A17AF" w:rsidP="003A17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A17AF" w:rsidRDefault="003A17AF" w:rsidP="003A17A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A17AF" w:rsidRPr="00B613B3" w:rsidRDefault="003A17AF" w:rsidP="003A17A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№72</w:t>
      </w:r>
    </w:p>
    <w:p w:rsidR="003A17AF" w:rsidRPr="00A71AA4" w:rsidRDefault="003A17AF" w:rsidP="003A17AF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A17AF" w:rsidRPr="00A71AA4" w:rsidRDefault="003A17AF" w:rsidP="003A17A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3A17AF" w:rsidRPr="00A71AA4" w:rsidRDefault="003A17AF" w:rsidP="003A17A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3A17AF" w:rsidRPr="00A71AA4" w:rsidRDefault="003A17AF" w:rsidP="003A17A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3A17AF" w:rsidRPr="00A71AA4" w:rsidRDefault="003A17AF" w:rsidP="003A17A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3A17AF" w:rsidRPr="00A71AA4" w:rsidRDefault="003A17AF" w:rsidP="003A17A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Мірошник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Г.П.</w:t>
      </w:r>
    </w:p>
    <w:p w:rsidR="003A17AF" w:rsidRPr="00A71AA4" w:rsidRDefault="003A17AF" w:rsidP="003A17A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A17AF" w:rsidRPr="00A71AA4" w:rsidRDefault="003A17AF" w:rsidP="003A17A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Мірошник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Г.П.,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proofErr w:type="gram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3A17AF" w:rsidRPr="00A71AA4" w:rsidRDefault="003A17AF" w:rsidP="003A17A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3A17AF" w:rsidRPr="00A71AA4" w:rsidRDefault="003A17AF" w:rsidP="003A17A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Мірошник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Галині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Петрівні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яка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B6154">
        <w:rPr>
          <w:rFonts w:ascii="Times New Roman" w:eastAsia="Calibri" w:hAnsi="Times New Roman" w:cs="Times New Roman"/>
          <w:sz w:val="24"/>
          <w:szCs w:val="24"/>
          <w:lang w:val="en-US"/>
        </w:rPr>
        <w:t>____________</w:t>
      </w:r>
      <w:r w:rsidRPr="00A71AA4">
        <w:rPr>
          <w:rFonts w:ascii="Times New Roman" w:eastAsia="Calibri" w:hAnsi="Times New Roman" w:cs="Times New Roman"/>
          <w:sz w:val="24"/>
          <w:szCs w:val="24"/>
        </w:rPr>
        <w:t>,</w:t>
      </w:r>
      <w:r w:rsidR="00DB615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DB6154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</w:t>
      </w:r>
      <w:bookmarkStart w:id="0" w:name="_GoBack"/>
      <w:bookmarkEnd w:id="0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0,5418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6823984000:03:018:0302, для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товарного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виробництва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за межами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населеного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пункту 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3A17AF" w:rsidRPr="00A71AA4" w:rsidRDefault="003A17AF" w:rsidP="003A17A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Мірошник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Г.П.</w:t>
      </w:r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3A17AF" w:rsidRPr="00A71AA4" w:rsidRDefault="003A17AF" w:rsidP="003A17A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3A17AF" w:rsidRPr="00A71AA4" w:rsidRDefault="003A17AF" w:rsidP="003A17A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A17AF" w:rsidRPr="00A71AA4" w:rsidRDefault="003A17AF" w:rsidP="003A17A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A17AF" w:rsidRPr="00A71AA4" w:rsidRDefault="003A17AF" w:rsidP="003A17A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B77F5A" w:rsidRPr="003A17AF" w:rsidRDefault="003A17AF" w:rsidP="003A17A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B77F5A" w:rsidRPr="003A17A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21F" w:rsidRDefault="00D4621F">
      <w:pPr>
        <w:spacing w:after="0" w:line="240" w:lineRule="auto"/>
      </w:pPr>
      <w:r>
        <w:separator/>
      </w:r>
    </w:p>
  </w:endnote>
  <w:endnote w:type="continuationSeparator" w:id="0">
    <w:p w:rsidR="00D4621F" w:rsidRDefault="00D462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21F" w:rsidRDefault="00D4621F">
      <w:pPr>
        <w:spacing w:after="0" w:line="240" w:lineRule="auto"/>
      </w:pPr>
      <w:r>
        <w:separator/>
      </w:r>
    </w:p>
  </w:footnote>
  <w:footnote w:type="continuationSeparator" w:id="0">
    <w:p w:rsidR="00D4621F" w:rsidRDefault="00D462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7AF"/>
    <w:rsid w:val="003A17AF"/>
    <w:rsid w:val="00441835"/>
    <w:rsid w:val="00B77F5A"/>
    <w:rsid w:val="00D4621F"/>
    <w:rsid w:val="00DB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7AF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3A17A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3A17AF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A17AF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7AF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3A17A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3A17AF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A17AF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24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2021-02-01T07:16:00Z</dcterms:created>
  <dcterms:modified xsi:type="dcterms:W3CDTF">2021-02-01T08:15:00Z</dcterms:modified>
</cp:coreProperties>
</file>