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9AE" w:rsidRDefault="003369AE" w:rsidP="003369AE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369AE" w:rsidRDefault="003369AE" w:rsidP="003369A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9AE" w:rsidRDefault="003369AE" w:rsidP="003369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 вересня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№70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369AE" w:rsidRDefault="003369AE" w:rsidP="003369AE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Про  зняття з балансу</w:t>
      </w:r>
    </w:p>
    <w:p w:rsidR="003369AE" w:rsidRDefault="003369AE" w:rsidP="003369AE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outlineLvl w:val="0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Крупецької сільської ради</w:t>
      </w:r>
    </w:p>
    <w:p w:rsidR="003369AE" w:rsidRDefault="003369AE" w:rsidP="003369AE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громадської криниці в селі </w:t>
      </w:r>
    </w:p>
    <w:p w:rsidR="003369AE" w:rsidRDefault="003369AE" w:rsidP="003369AE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Коломє вул. Шевченка, 45</w:t>
      </w:r>
    </w:p>
    <w:p w:rsidR="003369AE" w:rsidRDefault="003369AE" w:rsidP="003369AE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69AE" w:rsidRDefault="003369AE" w:rsidP="003369AE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 xml:space="preserve">            Відповідно до Закону України «Про місцеве самоврядування в Україні» , Наказу №384 від 23.12.1996 року «Про затвердження Державних санітарних правил і норм «Влаштування та утримання колодязів і каптажів джерел, що використовуються для децентралізованого господарсько - питного водопостачання»» , Земельного  кодексу України,  розглянувши Акт обстеження криниці, виконавчий комітет Крупецької сільської ради </w:t>
      </w:r>
    </w:p>
    <w:p w:rsidR="003369AE" w:rsidRDefault="003369AE" w:rsidP="003369AE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1.Зняти з балансу Крупецької сільської ради колодязь громадського користування, який розташований в селі Коломє  вул. Шевченка, 45, так як він не є громадським та знаходиться на земельній ділянці приватної власності (кадастровий номер 6823986800:02:013:0024) Похилінського Олега Володимировича (за огорожею),  який ним користується і утримує. </w:t>
      </w:r>
    </w:p>
    <w:p w:rsidR="003369AE" w:rsidRDefault="003369AE" w:rsidP="003369AE">
      <w:pPr>
        <w:pStyle w:val="af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2.Контроль за виконання цього рішення покласти на начальника відділу комунальної власності, охорони навколишнього середовища та земельних відносин сільської ради  Денисюк Т.В.</w:t>
      </w:r>
    </w:p>
    <w:p w:rsidR="003369AE" w:rsidRDefault="003369AE" w:rsidP="003369AE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rFonts w:ascii="Times New Roman" w:hAnsi="Times New Roman"/>
          <w:sz w:val="24"/>
          <w:szCs w:val="24"/>
        </w:rPr>
      </w:pPr>
    </w:p>
    <w:p w:rsidR="003369AE" w:rsidRDefault="003369AE" w:rsidP="003369AE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3369AE" w:rsidRDefault="003369AE" w:rsidP="003369AE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3369AE" w:rsidRDefault="003369AE" w:rsidP="003369AE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279"/>
        <w:rPr>
          <w:sz w:val="24"/>
        </w:rPr>
      </w:pPr>
    </w:p>
    <w:p w:rsidR="00C86711" w:rsidRPr="003369AE" w:rsidRDefault="003369AE" w:rsidP="003369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Валерій МИХАЛЮК</w:t>
      </w:r>
      <w:bookmarkStart w:id="0" w:name="_GoBack"/>
      <w:bookmarkEnd w:id="0"/>
    </w:p>
    <w:sectPr w:rsidR="00C86711" w:rsidRPr="003369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9AE"/>
    <w:rsid w:val="00171A2E"/>
    <w:rsid w:val="00304C90"/>
    <w:rsid w:val="003369AE"/>
    <w:rsid w:val="00505B6D"/>
    <w:rsid w:val="006D3977"/>
    <w:rsid w:val="007D6C18"/>
    <w:rsid w:val="00C8671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3369AE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3369AE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3369A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3369A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nhideWhenUsed/>
    <w:rsid w:val="003369AE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rsid w:val="003369AE"/>
    <w:rPr>
      <w:lang w:val="uk-UA" w:eastAsia="uk-UA" w:bidi="ar-SA"/>
    </w:rPr>
  </w:style>
  <w:style w:type="paragraph" w:customStyle="1" w:styleId="af6">
    <w:name w:val="Назва документа"/>
    <w:basedOn w:val="a"/>
    <w:next w:val="a"/>
    <w:rsid w:val="003369AE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af7">
    <w:name w:val="Нормальний текст"/>
    <w:basedOn w:val="a"/>
    <w:rsid w:val="003369A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217</Words>
  <Characters>1241</Characters>
  <Application>Microsoft Office Word</Application>
  <DocSecurity>0</DocSecurity>
  <Lines>10</Lines>
  <Paragraphs>2</Paragraphs>
  <ScaleCrop>false</ScaleCrop>
  <Company>Microsoft</Company>
  <LinksUpToDate>false</LinksUpToDate>
  <CharactersWithSpaces>1456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2020-10-01T16:07:00Z</dcterms:created>
  <dcterms:modified xsi:type="dcterms:W3CDTF">2020-10-01T16:07:00Z</dcterms:modified>
</cp:coreProperties>
</file>