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F95" w:rsidRPr="00C623C0" w:rsidRDefault="00EC0F95" w:rsidP="00EC0F95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EC0F95" w:rsidRPr="00C623C0" w:rsidRDefault="00EC0F95" w:rsidP="00EC0F95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EC0F95" w:rsidRPr="00C623C0" w:rsidRDefault="00E46DFE" w:rsidP="00EC0F95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E46DFE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2942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zfL8QA&#10;AADdAAAADwAAAGRycy9kb3ducmV2LnhtbESPQWsCMRSE7wX/Q3iCt5o1gpbVKKJUCj2pVTw+Ns/d&#10;xc3LkqTr9t83QqHHYWa+YZbr3jaiIx9qxxom4wwEceFMzaWGr9P76xuIEJENNo5Jww8FWK8GL0vM&#10;jXvwgbpjLEWCcMhRQxVjm0sZiooshrFriZN3c95iTNKX0nh8JLhtpMqymbRYc1qosKVtRcX9+G01&#10;fHZqdrnud/Y0LdXcF9PzTtWN1qNhv1mAiNTH//Bf+8NomE+Ugueb9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c3y/EAAAA3Q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Qth8UA&#10;AADdAAAADwAAAGRycy9kb3ducmV2LnhtbESP3YrCMBSE7xd8h3AEbxZNq6DSNYoIgj8gWIW9PTRn&#10;27rNSWmi1rc3guDlMDPfMLNFaypxo8aVlhXEgwgEcWZ1ybmC82ndn4JwHlljZZkUPMjBYt75mmGi&#10;7Z2PdEt9LgKEXYIKCu/rREqXFWTQDWxNHLw/2xj0QTa51A3eA9xUchhFY2mw5LBQYE2rgrL/9GoU&#10;yFO69dtJab7j3e+hje1ltc8uSvW67fIHhKfWf8Lv9kYrmMTDEbzehCc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C2H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Cfu8gA&#10;AADdAAAADwAAAGRycy9kb3ducmV2LnhtbESPT2sCMRTE70K/Q3gFL0Wziq26NUoVFPFQ8N/9dfO6&#10;u3Xzsk1SXf30TaHgcZiZ3zCTWWMqcSbnS8sKet0EBHFmdcm5gsN+2RmB8AFZY2WZFFzJw2z60Jpg&#10;qu2Ft3TehVxECPsUFRQh1KmUPivIoO/amjh6n9YZDFG6XGqHlwg3lewnyYs0WHJcKLCmRUHZafdj&#10;FCzXdBof6+/V4Oae89HXx/tmvn9Sqv3YvL2CCNSEe/i/vdYKhr3+AP7exCcgp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kJ+7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1dD8YA&#10;AADdAAAADwAAAGRycy9kb3ducmV2LnhtbESPQWvCQBSE7wX/w/IKvekmQjSkrqEoloKnqtjra/aZ&#10;pMm+Ddk1Sf99t1DocZiZb5hNPplWDNS72rKCeBGBIC6srrlUcDkf5ikI55E1tpZJwTc5yLezhw1m&#10;2o78TsPJlyJA2GWooPK+y6R0RUUG3cJ2xMG72d6gD7Ivpe5xDHDTymUUraTBmsNChR3tKiqa090o&#10;iI5J+3m78pR+7F+L5ms88FjHSj09Ti/PIDxN/j/8137TCtbxMoHfN+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1dD8YAAADd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6kV8gA&#10;AADdAAAADwAAAGRycy9kb3ducmV2LnhtbESPW2sCMRSE34X+h3AKvhTNKtbL1ihVUMSHgrf3083p&#10;7tbNyTZJdeuvbwoFH4eZ+YaZzhtTiQs5X1pW0OsmIIgzq0vOFRwPq84YhA/IGivLpOCHPMxnD60p&#10;ptpeeUeXfchFhLBPUUERQp1K6bOCDPqurYmj92GdwRCly6V2eI1wU8l+kgylwZLjQoE1LQvKzvtv&#10;o2C1ofPkVH+tBzf3nI8/39+2i8OTUu3H5vUFRKAm3MP/7Y1WMOr1h/D3Jj4BOf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DqRX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Nm48QA&#10;AADdAAAADwAAAGRycy9kb3ducmV2LnhtbESPT4vCMBTE78J+h/AWvK1pBddSjbKsKIIn/6DXZ/Ns&#10;q81LaaKt334jLHgcZuY3zHTemUo8qHGlZQXxIAJBnFldcq7gsF9+JSCcR9ZYWSYFT3Iwn330pphq&#10;2/KWHjufiwBhl6KCwvs6ldJlBRl0A1sTB+9iG4M+yCaXusE2wE0lh1H0LQ2WHBYKrOm3oOy2uxsF&#10;0WZUnS9H7pLTYpXdru2S2zJWqv/Z/UxAeOr8O/zfXmsF43g4hteb8AT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TZuP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lTGcIA&#10;AADdAAAADwAAAGRycy9kb3ducmV2LnhtbERPPW/CMBDdK/EfrENiKw5BaiFgEApU6gqEge2IjyRK&#10;fI5iE9L++npA6vj0vtfbwTSip85VlhXMphEI4tzqigsF2fnrfQHCeWSNjWVS8EMOtpvR2xoTbZ98&#10;pP7kCxFC2CWooPS+TaR0eUkG3dS2xIG7286gD7ArpO7wGcJNI+Mo+pAGKw4NJbaUlpTXp4dRcNnX&#10;9XzJ0fz32qcLl96yLL4flJqMh90KhKfB/4tf7m+t4HMWh7nhTXgC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6VMZwgAAAN0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xL8kA&#10;AADdAAAADwAAAGRycy9kb3ducmV2LnhtbESPT2vCQBTE74V+h+UVeim6iYjV1FVEWrBQD1Xxz+2R&#10;fSah2bcxu42pn94tCB6HmfkNM562phQN1a6wrCDuRiCIU6sLzhRs1h+dIQjnkTWWlknBHzmYTh4f&#10;xphoe+ZvalY+EwHCLkEFufdVIqVLczLourYiDt7R1gZ9kHUmdY3nADel7EXRQBosOCzkWNE8p/Rn&#10;9WsU9KnZz74uh+V2f3r39viy+3TxTqnnp3b2BsJT6+/hW3uhFbzGvRH8vwlPQE6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gnxL8kAAADdAAAADwAAAAAAAAAAAAAAAACYAgAA&#10;ZHJzL2Rvd25yZXYueG1sUEsFBgAAAAAEAAQA9QAAAI4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bJwsMA&#10;AADdAAAADwAAAGRycy9kb3ducmV2LnhtbERPTW+CQBC9N+l/2IyJt7ooibXIYhqqSa9VPHibsiMQ&#10;2FnCbhH7691Dkx5f3ne6m0wnRhpcY1nBchGBIC6tbrhSUJwOLxsQziNr7CyTgjs52GXPTykm2t74&#10;i8ajr0QIYZeggtr7PpHSlTUZdAvbEwfuageDPsChknrAWwg3nVxF0VoabDg01NhTXlPZHn+MgvNH&#10;28ZvHMW/lzHfuPy7KFbXvVLz2fS+BeFp8v/iP/enVvC6jMP+8CY8AZk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bJwsMAAADd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r9MgA&#10;AADdAAAADwAAAGRycy9kb3ducmV2LnhtbESPQWvCQBSE7wX/w/KEXopuUsWW6CoiLVioB61UvT2y&#10;zySYfZtmtzH117sFweMwM98wk1lrStFQ7QrLCuJ+BII4tbrgTMH26733CsJ5ZI2lZVLwRw5m087D&#10;BBNtz7ymZuMzESDsElSQe18lUro0J4Oubyvi4B1tbdAHWWdS13gOcFPK5ygaSYMFh4UcK1rklJ42&#10;v0bBkJr9/PNyWH3vf968PT7tPly8U+qx287HIDy1/h6+tZdawUs8iOH/TXg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pmv0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6KNcgA&#10;AADdAAAADwAAAGRycy9kb3ducmV2LnhtbESP3UrDQBSE7wXfYTmCd2bTH6zEbotUtAWh0Ch6e8ie&#10;ZtNmz8bstkn79N2C4OUwM98w03lva3Gk1leOFQySFARx4XTFpYKvz7eHJxA+IGusHZOCE3mYz25v&#10;pphp1/GGjnkoRYSwz1CBCaHJpPSFIYs+cQ1x9LautRiibEupW+wi3NZymKaP0mLFccFgQwtDxT4/&#10;WAU/49HamWXuDt3r+3m/+Z3svhcfSt3f9S/PIAL14T/8115pBZPBaAjXN/EJyN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voo1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AMM8UA&#10;AADdAAAADwAAAGRycy9kb3ducmV2LnhtbESPT2sCMRTE7wW/Q3iCN83axSpbs6KlirSnant/bN7+&#10;oZuX7Sau8ds3BaHHYWZ+w6w3wbRioN41lhXMZwkI4sLqhisFn+f9dAXCeWSNrWVScCMHm3z0sMZM&#10;2yt/0HDylYgQdhkqqL3vMildUZNBN7MdcfRK2xv0UfaV1D1eI9y08jFJnqTBhuNCjR291FR8ny5G&#10;Qfq2+DnoXfU6tKuDez+W+9CEL6Um47B9BuEp+P/wvX3UCpbzNIW/N/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sAwz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8uG8QA&#10;AADdAAAADwAAAGRycy9kb3ducmV2LnhtbESPQYvCMBSE78L+h/AWvGnaXdG1axRxEQTxoO7B46N5&#10;NsXmpTSx1n9vBMHjMDPfMLNFZyvRUuNLxwrSYQKCOHe65ELB/3E9+AHhA7LGyjEpuJOHxfyjN8NM&#10;uxvvqT2EQkQI+wwVmBDqTEqfG7Loh64mjt7ZNRZDlE0hdYO3CLeV/EqSsbRYclwwWNPKUH45XK2C&#10;03Q3TTvzl2zbyXITcka8tGOl+p/d8hdEoC68w6/2RiuYpN8jeL6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fLhv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xBIcgA&#10;AADdAAAADwAAAGRycy9kb3ducmV2LnhtbESPT2vCQBTE74V+h+UVvDWbRGo1dZUiKF560Pqnx0f2&#10;mcRm38bsqmk/vSsUehxm5jfMeNqZWlyodZVlBUkUgyDOra64ULD5nD8PQTiPrLG2TAp+yMF08vgw&#10;xkzbK6/osvaFCBB2GSoovW8yKV1ekkEX2YY4eAfbGvRBtoXULV4D3NQyjeOBNFhxWCixoVlJ+ff6&#10;bBTsk4/fUdPvtumXPy2P6eKUz3cDpXpP3fsbCE+d/w//tZdawWvSf4H7m/AE5OQ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7EEh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JI8QA&#10;AADdAAAADwAAAGRycy9kb3ducmV2LnhtbESPUWvCMBSF3wf7D+EKvs3UOerojFI2Bg6frPsBl+au&#10;rTY3Icls/fdGEHw8nHO+w1ltRtOLM/nQWVYwn2UgiGurO24U/B6+X95BhIissbdMCi4UYLN+flph&#10;oe3AezpXsREJwqFABW2MrpAy1C0ZDDPriJP3Z73BmKRvpPY4JLjp5WuW5dJgx2mhRUefLdWn6t8o&#10;QO+WX66Swz4/7nB7/CnpzZZKTSdj+QEi0hgf4Xt7qxUs54scbm/SE5D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6iSP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9vscA&#10;AADdAAAADwAAAGRycy9kb3ducmV2LnhtbESPQWvCQBSE7wX/w/IEb3VjBSPRVbQaEJuLth68PbKv&#10;SWj2bciumvbXdwXB4zAz3zDzZWdqcaXWVZYVjIYRCOLc6ooLBV+f6esUhPPIGmvLpOCXHCwXvZc5&#10;Jtre+EDXoy9EgLBLUEHpfZNI6fKSDLqhbYiD921bgz7ItpC6xVuAm1q+RdFEGqw4LJTY0HtJ+c/x&#10;YhRkadZkH7ydnjeX9fi8+zvFvE+VGvS71QyEp84/w4/2TiuIR+MY7m/CE5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QPb7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dMj8QA&#10;AADdAAAADwAAAGRycy9kb3ducmV2LnhtbERPXWvCMBR9H/gfwhV8m6kTnFajDEF0sA2mgj5em2tb&#10;bG5qEmv99+ZhsMfD+Z4tWlOJhpwvLSsY9BMQxJnVJecK9rvV6xiED8gaK8uk4EEeFvPOywxTbe/8&#10;S8025CKGsE9RQRFCnUrps4IM+r6tiSN3ts5giNDlUju8x3BTybckGUmDJceGAmtaFpRdtjej4Oc6&#10;un01h+P65NpVfa0+l996UirV67YfUxCB2vAv/nNvtIL3wTDOjW/iE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HTI/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mHoMUA&#10;AADdAAAADwAAAGRycy9kb3ducmV2LnhtbESP0WrCQBRE34X+w3ILfdONFU2NrlIEq4hQmvoBl+xt&#10;NjR7N2RXjX69Kwg+DjNzhpkvO1uLE7W+cqxgOEhAEBdOV1wqOPyu+x8gfEDWWDsmBRfysFy89OaY&#10;aXfmHzrloRQRwj5DBSaEJpPSF4Ys+oFriKP351qLIcq2lLrFc4TbWr4nyURarDguGGxoZaj4z49W&#10;ASdy/b0vai2/rod0tzH5bnzMlXp77T5nIAJ14Rl+tLdaQTocTeH+Jj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WYeg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7mOMQA&#10;AADdAAAADwAAAGRycy9kb3ducmV2LnhtbERPy2rCQBTdC/7DcAV3OrHV1kZHaX2AddcoFHeXzDUJ&#10;Zu6EzKjRr3cWgsvDeU/njSnFhWpXWFYw6EcgiFOrC84U7Hfr3hiE88gaS8uk4EYO5rN2a4qxtlf+&#10;o0viMxFC2MWoIPe+iqV0aU4GXd9WxIE72tqgD7DOpK7xGsJNKd+i6EMaLDg05FjRIqf0lJyNguR4&#10;OOgfXg1/xyO32G7f71//66VS3U7zPQHhqfEv8dO90Qo+B8OwP7wJT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e5jj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rKfsQA&#10;AADdAAAADwAAAGRycy9kb3ducmV2LnhtbESPQYvCMBSE78L+h/AEb5pWF5VqFBGFPXhYqz/g0Tyb&#10;avPSbaJ2/71ZWPA4zMw3zHLd2Vo8qPWVYwXpKAFBXDhdcangfNoP5yB8QNZYOyYFv+RhvfroLTHT&#10;7slHeuShFBHCPkMFJoQmk9IXhiz6kWuIo3dxrcUQZVtK3eIzwm0tx0kylRYrjgsGG9oaKm753SoY&#10;nzfX7eV7crj+TBLeWdPt7kej1KDfbRYgAnXhHf5vf2kFs/Qzhb838QnI1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6yn7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sKescA&#10;AADdAAAADwAAAGRycy9kb3ducmV2LnhtbESPQWvCQBSE7wX/w/KE3pqNwbYaXUWFQi9CtT3U2zP7&#10;TILZt3F3q6m/visUPA4z8w0znXemEWdyvrasYJCkIIgLq2suFXx9vj2NQPiArLGxTAp+ycN81nuY&#10;Yq7thTd03oZSRAj7HBVUIbS5lL6oyKBPbEscvYN1BkOUrpTa4SXCTSOzNH2RBmuOCxW2tKqoOG5/&#10;jILleLQ8fQx5fd3sd7T73h+fM5cq9djvFhMQgbpwD/+337WC18Ewg9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bCnrHAAAA3QAAAA8AAAAAAAAAAAAAAAAAmAIAAGRy&#10;cy9kb3ducmV2LnhtbFBLBQYAAAAABAAEAPUAAACMAwAAAAA=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U0Y8cA&#10;AADdAAAADwAAAGRycy9kb3ducmV2LnhtbESPQWvCQBSE7wX/w/KEXkqzSRUbUlcRaaF6kaQt9PjI&#10;vibB7NuQ3cb4711B8DjMzDfMcj2aVgzUu8aygiSKQRCXVjdcKfj++nhOQTiPrLG1TArO5GC9mjws&#10;MdP2xDkNha9EgLDLUEHtfZdJ6cqaDLrIdsTB+7O9QR9kX0nd4ynATStf4nghDTYcFmrsaFtTeSz+&#10;jYK9LIen3ZySQzX8Ht8P6Y9Z5IlSj9Nx8wbC0+jv4Vv7Uyt4TeYzuL4JT0C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VNGP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XVfsYA&#10;AADdAAAADwAAAGRycy9kb3ducmV2LnhtbESPUWvCQBCE3wv9D8cWfKsXRVsbPUVKBQsFqfoDlrtt&#10;Eszthdxqor/eKxT6OMzMN8xi1ftaXaiNVWADo2EGitgGV3Fh4HjYPM9ARUF2WAcmA1eKsFo+Piww&#10;d6Hjb7rspVAJwjFHA6VIk2sdbUke4zA0xMn7Ca1HSbIttGuxS3Bf63GWvWiPFaeFEht6L8me9mdv&#10;YHy2Yv3b5+3r4yjT3aHpsulsbczgqV/PQQn18h/+a2+dgdfRZAK/b9IT0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XVfs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ePQsYA&#10;AADdAAAADwAAAGRycy9kb3ducmV2LnhtbESPT2sCMRTE74LfITyht5rV/mVrFClVWlgr2l56eyTP&#10;zeLmZdlEXb+9EQoeh5n5DTOZda4WR2pD5VnBaJiBINbeVFwq+P1Z3L+CCBHZYO2ZFJwpwGza700w&#10;N/7EGzpuYykShEOOCmyMTS5l0JYchqFviJO3863DmGRbStPiKcFdLcdZ9iwdVpwWLDb0bknvtwen&#10;QC8fio+v4s/qw3i9KqvvdeE2O6XuBt38DUSkLt7C/+1Po+Bl9PgE1zfpCcjp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ePQsYAAADd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XHZcUA&#10;AADdAAAADwAAAGRycy9kb3ducmV2LnhtbESPQWuDQBSE74H+h+UVeourUkyx2YQgFNpLoYmhPT7c&#10;F5W4b8Xdqs2vzxYCOQ4z8w2z3s6mEyMNrrWsIIliEMSV1S3XCsrD2/IFhPPIGjvLpOCPHGw3D4s1&#10;5tpO/EXj3tciQNjlqKDxvs+ldFVDBl1ke+Lgnexg0Ac51FIPOAW46WQax5k02HJYaLCnoqHqvP81&#10;CnpzOZY/H59jnHxjqqeCp3PGSj09zrtXEJ5mfw/f2u9awSp5zuD/TXgC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BcdlxQAAAN0AAAAPAAAAAAAAAAAAAAAAAJgCAABkcnMv&#10;ZG93bnJldi54bWxQSwUGAAAAAAQABAD1AAAAig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o8MUA&#10;AADdAAAADwAAAGRycy9kb3ducmV2LnhtbESPQYvCMBSE74L/IbwFb5oqorvVKCIongTtQtfbo3nb&#10;FpuX0kRb/fVmYcHjMDPfMMt1Zypxp8aVlhWMRxEI4szqknMF38lu+AnCeWSNlWVS8CAH61W/t8RY&#10;25ZPdD/7XAQIuxgVFN7XsZQuK8igG9maOHi/tjHog2xyqRtsA9xUchJFM2mw5LBQYE3bgrLr+WYU&#10;TH++NklKl+c13dtUHpKjPe5uSg0+us0ChKfOv8P/7YNWMB9P5/D3JjwBuX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Majw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l4VcMA&#10;AADdAAAADwAAAGRycy9kb3ducmV2LnhtbERPXWvCMBR9F/wP4Qp7m6luVKlGEUWYDATdwNdrc9d2&#10;bW5qkmn99+Zh4OPhfM+XnWnElZyvLCsYDRMQxLnVFRcKvr+2r1MQPiBrbCyTgjt5WC76vTlm2t74&#10;QNdjKEQMYZ+hgjKENpPS5yUZ9EPbEkfuxzqDIUJXSO3wFsNNI8dJkkqDFceGEltal5TXxz+j4PK2&#10;qffufPo9f+6m97TOL2O5S5V6GXSrGYhAXXiK/90fWsFk9B7nxj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l4VcMAAADd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+YC8gA&#10;AADdAAAADwAAAGRycy9kb3ducmV2LnhtbESPQWvCQBSE7wX/w/IK3upG0aoxq2ih0Euh2h709pJ9&#10;TYLZt+nuqrG/visUPA4z8w2TrTrTiDM5X1tWMBwkIIgLq2suFXx9vj7NQPiArLGxTAqu5GG17D1k&#10;mGp74S2dd6EUEcI+RQVVCG0qpS8qMugHtiWO3rd1BkOUrpTa4SXCTSNHSfIsDdYcFyps6aWi4rg7&#10;GQWb+Wzz8zHm999tfqDDPj9ORi5Rqv/YrRcgAnXhHv5vv2kF0+F4Drc38QnI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/5gLyAAAAN0AAAAPAAAAAAAAAAAAAAAAAJgCAABk&#10;cnMvZG93bnJldi54bWxQSwUGAAAAAAQABAD1AAAAjQMAAAAA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NBeMMA&#10;AADdAAAADwAAAGRycy9kb3ducmV2LnhtbERP3WrCMBS+F3yHcITdiKYKc1tnlDE2mFgoUx/g2Bzb&#10;YnJSkkzr25sLYZcf3/9y3VsjLuRD61jBbJqBIK6cbrlWcNh/T15BhIis0TgmBTcKsF4NB0vMtbvy&#10;L112sRYphEOOCpoYu1zKUDVkMUxdR5y4k/MWY4K+ltrjNYVbI+dZtpAWW04NDXb02VB13v1ZBV/z&#10;oy+PuDVVtq9NsSmL8VtZKPU06j/eQUTq47/44f7RCl5mz2l/epOegF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NBeMMAAADdAAAADwAAAAAAAAAAAAAAAACYAgAAZHJzL2Rv&#10;d25yZXYueG1sUEsFBgAAAAAEAAQA9QAAAIg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IzyccA&#10;AADdAAAADwAAAGRycy9kb3ducmV2LnhtbESPQWvCQBSE74L/YXmCt7pJS61GV7GFQEGwrXrw+Mw+&#10;s6HZt2l21fTfd4WCx2FmvmHmy87W4kKtrxwrSEcJCOLC6YpLBftd/jAB4QOyxtoxKfglD8tFvzfH&#10;TLsrf9FlG0oRIewzVGBCaDIpfWHIoh+5hjh6J9daDFG2pdQtXiPc1vIxScbSYsVxwWBDb4aK7+3Z&#10;KrASD8dynBeb1dP6Yz2tXj9/cqPUcNCtZiACdeEe/m+/awUv6XMKtzfxCc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SM8nHAAAA3QAAAA8AAAAAAAAAAAAAAAAAmAIAAGRy&#10;cy9kb3ducmV2LnhtbFBLBQYAAAAABAAEAPUAAACM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EC0F95" w:rsidRPr="00C623C0" w:rsidRDefault="00EC0F95" w:rsidP="00EC0F95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EC0F95" w:rsidRPr="00C623C0" w:rsidRDefault="00EC0F95" w:rsidP="00EC0F95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EC0F95" w:rsidRPr="00C623C0" w:rsidRDefault="00EC0F95" w:rsidP="00EC0F95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EC0F95" w:rsidRPr="00C623C0" w:rsidRDefault="00EC0F95" w:rsidP="00EC0F95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EC0F95" w:rsidRPr="00C623C0" w:rsidRDefault="00EC0F95" w:rsidP="00EC0F95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EC0F95" w:rsidRPr="00C623C0" w:rsidRDefault="00EC0F95" w:rsidP="00EC0F95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EC0F95" w:rsidRPr="00C623C0" w:rsidRDefault="00EC0F95" w:rsidP="00EC0F95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EC0F95" w:rsidRPr="00C623C0" w:rsidRDefault="00EC0F95" w:rsidP="00EC0F95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EC0F95" w:rsidRPr="00C623C0" w:rsidRDefault="00EC0F95" w:rsidP="00EC0F95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E46DFE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Групувати 2973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YJycYA&#10;AADdAAAADwAAAGRycy9kb3ducmV2LnhtbESPT2vCQBTE74V+h+UVeqsbE9QSXUUUi+Cp/ikeH9nX&#10;JDT7NuyuMX57Vyh4HGbmN8xs0ZtGdOR8bVnBcJCAIC6srrlUcDxsPj5B+ICssbFMCm7kYTF/fZlh&#10;ru2Vv6nbh1JECPscFVQhtLmUvqjIoB/Yljh6v9YZDFG6UmqH1wg3jUyTZCwN1hwXKmxpVVHxt78Y&#10;BbsuHf+cv9bmkJXpxBXZaZ3WjVLvb/1yCiJQH57h//ZWK5gMRxk83sQn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YJyc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vGjsUA&#10;AADdAAAADwAAAGRycy9kb3ducmV2LnhtbESPQYvCMBSE74L/IbyFvYimlXWVahQRhFVB2Cp4fTTP&#10;tm7zUpqs1n9vBMHjMDPfMLNFaypxpcaVlhXEgwgEcWZ1ybmC42Hdn4BwHlljZZkU3MnBYt7tzDDR&#10;9sa/dE19LgKEXYIKCu/rREqXFWTQDWxNHLyzbQz6IJtc6gZvAW4qOYyib2mw5LBQYE2rgrK/9N8o&#10;kId04zfj0vTi7Wnfxvay2mUXpT4/2uUUhKfWv8Ov9o9WMI5HX/B8E5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m8aO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pJXckA&#10;AADdAAAADwAAAGRycy9kb3ducmV2LnhtbESPT0vDQBTE74V+h+UVvIjZVBqtabZFhZbiQbB/7s/s&#10;axKbfRt31zb66V1B6HGYmd8wxaI3rTiR841lBeMkBUFcWt1wpWC3Xd5MQfiArLG1TAq+ycNiPhwU&#10;mGt75jc6bUIlIoR9jgrqELpcSl/WZNAntiOO3sE6gyFKV0nt8BzhppW3aXonDTYcF2rs6Lmm8rj5&#10;MgqWazo+7LvP1eTHZdX04/315Wl7rdTVqH+cgQjUh0v4v73WCu7HWQZ/b+ITk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dpJXckAAADdAAAADwAAAAAAAAAAAAAAAACYAgAA&#10;ZHJzL2Rvd25yZXYueG1sUEsFBgAAAAAEAAQA9QAAAI4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mwBcYA&#10;AADdAAAADwAAAGRycy9kb3ducmV2LnhtbESPQWvCQBSE74L/YXmF3uomBdMQXUOxWAo9VUWvz+wz&#10;icm+Ddltkv77bqHgcZiZb5h1PplWDNS72rKCeBGBIC6srrlUcDzsnlIQziNrbC2Tgh9ykG/mszVm&#10;2o78RcPelyJA2GWooPK+y6R0RUUG3cJ2xMG72t6gD7Ivpe5xDHDTyucoSqTBmsNChR1tKyqa/bdR&#10;EH0u28v1xFN6fnsvmtu447GOlXp8mF5XIDxN/h7+b39oBS/xMoG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ZmwBcYAAADd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RyscgA&#10;AADdAAAADwAAAGRycy9kb3ducmV2LnhtbESPW2sCMRSE3wv+h3AKfSmatdTb1iitYBEfBG/vp5vT&#10;3dXNyTZJde2vNwXBx2FmvmHG08ZU4kTOl5YVdDsJCOLM6pJzBbvtvD0E4QOyxsoyKbiQh+mk9TDG&#10;VNszr+m0CbmIEPYpKihCqFMpfVaQQd+xNXH0vq0zGKJ0udQOzxFuKvmSJH1psOS4UGBNs4Ky4+bX&#10;KJgv6Dja1z+fr3+ulw8PX6vlx/ZZqafH5v0NRKAm3MO39kIrGHR7A/h/E5+An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RHKx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qB7MAA&#10;AADdAAAADwAAAGRycy9kb3ducmV2LnhtbERPy4rCMBTdD/gP4QruxrSCjlSjiKIIrnyg22tzbavN&#10;TWmirX9vFsIsD+c9nbemFC+qXWFZQdyPQBCnVhecKTgd179jEM4jaywtk4I3OZjPOj9TTLRteE+v&#10;g89ECGGXoILc+yqR0qU5GXR9WxEH7mZrgz7AOpO6xiaEm1IOomgkDRYcGnKsaJlT+jg8jYJoNyyv&#10;tzO348tqkz7uzZqbIlaq120XExCeWv8v/rq3WsFfPAxzw5vwBOTs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0qB7MAAAADd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OF/8YA&#10;AADdAAAADwAAAGRycy9kb3ducmV2LnhtbESPQWvCQBSE7wX/w/IEb3Wj0qrRVSRa8FobD96e2WcS&#10;kn0bsmtM++vdQqHHYWa+Ydbb3tSio9aVlhVMxhEI4szqknMF6dfH6wKE88gaa8uk4JscbDeDlzXG&#10;2j74k7qTz0WAsItRQeF9E0vpsoIMurFtiIN3s61BH2SbS93iI8BNLadR9C4NlhwWCmwoKSirTnej&#10;4LyvqtmSo9nPpUsWLrmm6fR2UGo07HcrEJ56/x/+ax+1gvnkbQm/b8ITkJ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OF/8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nhcsYA&#10;AADdAAAADwAAAGRycy9kb3ducmV2LnhtbERPy2rCQBTdC/7DcAvdiJmkiEqaUUQsVGgXPqh2d8lc&#10;k2DmTpqZxrRf31kUXB7OO1v2phYdta6yrCCJYhDEudUVFwqOh5fxHITzyBpry6TghxwsF8NBhqm2&#10;N95Rt/eFCCHsUlRQet+kUrq8JIMusg1x4C62NegDbAupW7yFcFPLpzieSoMVh4YSG1qXlF/330bB&#10;hLrz6u338/3j/LXx9jI6bV1yUurxoV89g/DU+7v43/2qFcySadgf3o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nhc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lDRMUA&#10;AADdAAAADwAAAGRycy9kb3ducmV2LnhtbESPQWvCQBSE70L/w/IKvekmCmpTV5FowWs1Hnp7zT6T&#10;kOzbkF1j2l/vFgSPw8x8w6w2g2lET52rLCuIJxEI4tzqigsF2elzvAThPLLGxjIp+CUHm/XLaIWJ&#10;tjf+ov7oCxEg7BJUUHrfJlK6vCSDbmJb4uBdbGfQB9kVUnd4C3DTyGkUzaXBisNCiS2lJeX18WoU&#10;nHd1PXvnaPb33adLl/5k2fSyV+rtddh+gPA0+Gf40T5oBYt4HsP/m/AE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uUNE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fansgA&#10;AADdAAAADwAAAGRycy9kb3ducmV2LnhtbESPQWvCQBSE7wX/w/IKvUjdRERL6ioiChXqQVsae3tk&#10;n0kw+zZm15j217sFocdhZr5hpvPOVKKlxpWWFcSDCARxZnXJuYLPj/XzCwjnkTVWlknBDzmYz3oP&#10;U0y0vfKO2r3PRYCwS1BB4X2dSOmyggy6ga2Jg3e0jUEfZJNL3eA1wE0lh1E0lgZLDgsF1rQsKDvt&#10;L0bBiNrD4v33e/t1OK+8PfbTjYtTpZ4eu8UrCE+d/w/f229awSQeD+HvTXg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x9qe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EAs8gA&#10;AADdAAAADwAAAGRycy9kb3ducmV2LnhtbESPQWvCQBSE7wX/w/IEb3VjLVpSVymKbUEQTEt7fWSf&#10;2Wj2bcyuJvXXd4VCj8PMfMPMFp2txIUaXzpWMBomIIhzp0suFHx+rO+fQPiArLFyTAp+yMNi3rub&#10;Yapdyzu6ZKEQEcI+RQUmhDqV0ueGLPqhq4mjt3eNxRBlU0jdYBvhtpIPSTKRFkuOCwZrWhrKj9nZ&#10;Kvh+HG+decvcuV29Xo+70/TwtdwoNeh3L88gAnXhP/zXftcKpqPJGG5v4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QQCz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q7WsYA&#10;AADdAAAADwAAAGRycy9kb3ducmV2LnhtbESPzW7CMBCE75V4B2sr9VYcWgoojYMAAUL0xE/vq3hJ&#10;osbrNDbBvH1dqVKPo5n5RpPNg2lET52rLSsYDRMQxIXVNZcKzqfN8wyE88gaG8uk4E4O5vngIcNU&#10;2xsfqD/6UkQIuxQVVN63qZSuqMigG9qWOHoX2xn0UXal1B3eItw08iVJJtJgzXGhwpZWFRVfx6tR&#10;8Lp/+97qZbnum9nWfewum1CHT6WeHsPiHYSn4P/Df+2dVjAdTcbw+yY+AZ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+q7WsYAAADd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CkncUA&#10;AADdAAAADwAAAGRycy9kb3ducmV2LnhtbESPwWrDMBBE74X+g9hAb43sQp3asRxCSyEQekjSQ46L&#10;tbGMrZWxVMf9+ypQyHGYmTdMuZltLyYafetYQbpMQBDXTrfcKPg+fT6/gfABWWPvmBT8kodN9fhQ&#10;YqHdlQ80HUMjIoR9gQpMCEMhpa8NWfRLNxBH7+JGiyHKsZF6xGuE216+JEkmLbYcFwwO9G6o7o4/&#10;VsE5/8rT2Xwk+2m13YWaEbspU+ppMW/XIALN4R7+b++0glWavcLtTXwCs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oKSd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3wS8cA&#10;AADdAAAADwAAAGRycy9kb3ducmV2LnhtbESPT2vCQBTE7wW/w/IEb7pJhNSmriIFi5ce6r/2+Mg+&#10;k2j2bcxuNfXTuwWhx2FmfsNM552pxYVaV1lWEI8iEMS51RUXCrab5XACwnlkjbVlUvBLDuaz3tMU&#10;M22v/EmXtS9EgLDLUEHpfZNJ6fKSDLqRbYiDd7CtQR9kW0jd4jXATS2TKEqlwYrDQokNvZWUn9Y/&#10;RsFX/HF7acbdLvn259UxeT/ny32q1KDfLV5BeOr8f/jRXmkFz3Gawt+b8ATk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+N8Ev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UDpcMA&#10;AADdAAAADwAAAGRycy9kb3ducmV2LnhtbESPwWrDMBBE74H+g9hCb7GcUuziRgmmpZCQU9x+wGJt&#10;bafWSkhq7P59FAjkOMzMG2a9nc0ozuTDYFnBKstBELdWD9wp+P76XL6CCBFZ42iZFPxTgO3mYbHG&#10;StuJj3RuYicShEOFCvoYXSVlaHsyGDLriJP3Y73BmKTvpPY4JbgZ5XOeF9LgwGmhR0fvPbW/zZ9R&#10;gN6VH66R07E4HXB32tf0Ymulnh7n+g1EpDnew7f2TisoV0UJ1zfpCcjN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UDpc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yG0cMA&#10;AADdAAAADwAAAGRycy9kb3ducmV2LnhtbERPy4rCMBTdD8w/hDvgbkwdQaUaZWa0INqNr4W7S3Nt&#10;i81NaaJWv94sBJeH857MWlOJKzWutKyg141AEGdWl5wr2O+S7xEI55E1VpZJwZ0czKafHxOMtb3x&#10;hq5bn4sQwi5GBYX3dSylywoy6Lq2Jg7cyTYGfYBNLnWDtxBuKvkTRQNpsOTQUGBN/wVl5+3FKEiT&#10;tE7XvBgd55e//nH5OAx5lSjV+Wp/xyA8tf4tfrmXWsGwNwhzw5vwBO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yG0c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jGCccA&#10;AADdAAAADwAAAGRycy9kb3ducmV2LnhtbESPQWvCQBSE70L/w/IKvenGHlKNrlIEaQUrqIV6fGaf&#10;SWj2bdxdY/rvu4LgcZiZb5jpvDO1aMn5yrKC4SABQZxbXXGh4Hu/7I9A+ICssbZMCv7Iw3z21Jti&#10;pu2Vt9TuQiEihH2GCsoQmkxKn5dk0A9sQxy9k3UGQ5SukNrhNcJNLV+TJJUGK44LJTa0KCn/3V2M&#10;gs05vazbn8PH0XXL5lyvFl96XCn18ty9T0AE6sIjfG9/agVvw3QMtzfxCcj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C4xgn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mX/cEA&#10;AADdAAAADwAAAGRycy9kb3ducmV2LnhtbERPzYrCMBC+L/gOYQRva6qgXapRRFAXEZatfYChGZti&#10;MylN1LpPbw7CHj++/+W6t424U+drxwom4wQEcel0zZWC4rz7/ALhA7LGxjEpeJKH9WrwscRMuwf/&#10;0j0PlYgh7DNUYEJoMyl9aciiH7uWOHIX11kMEXaV1B0+Yrht5DRJ5tJizbHBYEtbQ+U1v1kFnMjd&#10;z6lstNz/FenxYPLj7JYrNRr2mwWIQH34F7/d31pBOknj/vgmPgG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Jl/3BAAAA3Q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6JHscA&#10;AADdAAAADwAAAGRycy9kb3ducmV2LnhtbESPQWvCQBSE70L/w/IK3nQTtVWjq7S2QuvNKIi3R/aZ&#10;BLNvQ3arqb/eFQo9DjPzDTNftqYSF2pcaVlB3I9AEGdWl5wr2O/WvQkI55E1VpZJwS85WC6eOnNM&#10;tL3yli6pz0WAsEtQQeF9nUjpsoIMur6tiYN3so1BH2STS93gNcBNJQdR9CoNlhwWCqxpVVB2Tn+M&#10;gvR0POp3/hx9T17carMZ3qaH9YdS3ef2bQbCU+v/w3/tL61gHI9jeLwJT0A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+iR7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SetMYA&#10;AADdAAAADwAAAGRycy9kb3ducmV2LnhtbESPwWrDMBBE74H+g9hCb4kcB+riRg4hpNBDD4mbD1is&#10;jWXXWrmWYrt/HxUKPQ4z84bZ7mbbiZEG3zhWsF4lIIgrpxuuFVw+35YvIHxA1tg5JgU/5GFXPCy2&#10;mGs38ZnGMtQiQtjnqMCE0OdS+sqQRb9yPXH0rm6wGKIcaqkHnCLcdjJNkmdpseG4YLCng6Hqq7xZ&#10;Bell3x6up81H+71J+GjNfLydjVJPj/P+FUSgOfyH/9rvWkG2zlL4fROfgCz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SetM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lXMcA&#10;AADdAAAADwAAAGRycy9kb3ducmV2LnhtbESPzWsCMRTE70L/h/CE3jSr/VBXo9SC0EvBr4Penpvn&#10;7uLmZZtE3frXN0LB4zAzv2Ems8ZU4kLOl5YV9LoJCOLM6pJzBdvNojME4QOyxsoyKfglD7PpU2uC&#10;qbZXXtFlHXIRIexTVFCEUKdS+qwgg75ra+LoHa0zGKJ0udQOrxFuKtlPkndpsOS4UGBNnwVlp/XZ&#10;KJiPhvOf5St/31aHPe13h9Nb3yVKPbebjzGIQE14hP/bX1rBoDd4gfub+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7ZVzHAAAA3QAAAA8AAAAAAAAAAAAAAAAAmAIAAGRy&#10;cy9kb3ducmV2LnhtbFBLBQYAAAAABAAEAPUAAACMAwAAAAA=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BmqscA&#10;AADdAAAADwAAAGRycy9kb3ducmV2LnhtbESPQWvCQBSE74X+h+UVeim6SRETomsQaaHtRYwKHh/Z&#10;ZxLMvg3ZbZL++26h4HGYmW+YdT6ZVgzUu8aygngegSAurW64UnA6vs9SEM4ja2wtk4IfcpBvHh/W&#10;mGk78oGGwlciQNhlqKD2vsukdGVNBt3cdsTBu9reoA+yr6TucQxw08rXKFpKgw2HhRo72tVU3opv&#10;o+BLlsPL54LifTVcbm/79GyWh1ip56dpuwLhafL38H/7QytI4mQBf2/CE5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QZqr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W6WMYA&#10;AADdAAAADwAAAGRycy9kb3ducmV2LnhtbESP3WrCQBSE7wu+w3IK3tWNQqqmriLSgoVC8ecBDrun&#10;SWj2bMgeTfTpu4VCL4eZ+YZZbQbfqCt1sQ5sYDrJQBHb4GouDZxPb08LUFGQHTaBycCNImzWo4cV&#10;Fi70fKDrUUqVIBwLNFCJtIXW0VbkMU5CS5y8r9B5lCS7UrsO+wT3jZ5l2bP2WHNaqLClXUX2+3jx&#10;BmYXK9Yv3+8fr2fJP09tn+WLrTHjx2H7AkpokP/wX3vvDMyn8xx+36Qno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3W6WM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nbiMcA&#10;AADdAAAADwAAAGRycy9kb3ducmV2LnhtbESPT2sCMRTE70K/Q3hCb5rVgspqFCltaWGt+Ofi7ZE8&#10;N4ubl2UTdfvtm4LQ4zAzv2EWq87V4kZtqDwrGA0zEMTam4pLBcfD+2AGIkRkg7VnUvBDAVbLp94C&#10;c+PvvKPbPpYiQTjkqMDG2ORSBm3JYRj6hjh5Z986jEm2pTQt3hPc1XKcZRPpsOK0YLGhV0v6sr86&#10;BfrjpXj7Kk5WX8fbTVl9bwu3Oyv13O/WcxCRuvgffrQ/jYLpaDqBvzfp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P524j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WoQ8UA&#10;AADdAAAADwAAAGRycy9kb3ducmV2LnhtbESPQWuDQBSE74H+h+UFcktWc4jFukoIFNJLIWlCe3y4&#10;ryq6b8XdqMmv7xYKPQ4z8w2TFbPpxEiDaywriDcRCOLS6oYrBZeP1/UzCOeRNXaWScGdHBT50yLD&#10;VNuJTzSefSUChF2KCmrv+1RKV9Zk0G1sTxy8bzsY9EEOldQDTgFuOrmNop002HBYqLGnQ01le74Z&#10;Bb15XC9fb+9jFH/iVk8HntodK7VazvsXEJ5m/x/+ax+1giROEvh9E56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JahDxQAAAN0AAAAPAAAAAAAAAAAAAAAAAJgCAABkcnMv&#10;ZG93bnJldi54bWxQSwUGAAAAAAQABAD1AAAAig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L2P8MA&#10;AADdAAAADwAAAGRycy9kb3ducmV2LnhtbERPTWvCQBC9F/wPywi91Y1StEY3EgSLJ6FGSL0N2TEJ&#10;yc6G7GpSf333UOjx8b63u9G04kG9qy0rmM8iEMSF1TWXCi7Z4e0DhPPIGlvLpOCHHOySycsWY20H&#10;/qLH2ZcihLCLUUHlfRdL6YqKDLqZ7YgDd7O9QR9gX0rd4xDCTSsXUbSUBmsODRV2tK+oaM53o+D9&#10;e51mOV2fTf5pc3nMTvZ0uCv1Oh3TDQhPo/8X/7mPWsFqvgpzw5vwBGTy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L2P8MAAADd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kXc8cA&#10;AADdAAAADwAAAGRycy9kb3ducmV2LnhtbESPQWvCQBSE7wX/w/IKvdWNFmKauoq0FBRB0BZ6fWZf&#10;kzTZt3F3q/Hfu4LgcZiZb5jpvDetOJLztWUFo2ECgriwuuZSwffX53MGwgdkja1lUnAmD/PZ4GGK&#10;ubYn3tJxF0oRIexzVFCF0OVS+qIig35oO+Lo/VpnMETpSqkdniLctHKcJKk0WHNcqLCj94qKZvdv&#10;FBxePpqN2//87der7Jw2xWEsV6lST4/94g1EoD7cw7f2UiuYjCavcH0Tn4Cc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5F3P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yLDMUA&#10;AADdAAAADwAAAGRycy9kb3ducmV2LnhtbERPz2vCMBS+C/sfwhvspqmyuVobZQrCLgN1HvT22ry1&#10;xealJlG7/fXLYbDjx/c7X/amFTdyvrGsYDxKQBCXVjdcKTh8boYpCB+QNbaWScE3eVguHgY5Ztre&#10;eUe3fahEDGGfoYI6hC6T0pc1GfQj2xFH7ss6gyFCV0nt8B7DTSsnSTKVBhuODTV2tK6pPO+vRsFq&#10;lq4u22f++NkVJzodi/PLxCVKPT32b3MQgfrwL/5zv2sFr+M07o9v4hO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fIsMxQAAAN0AAAAPAAAAAAAAAAAAAAAAAJgCAABkcnMv&#10;ZG93bnJldi54bWxQSwUGAAAAAAQABAD1AAAAigMAAAAA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/IpMYA&#10;AADdAAAADwAAAGRycy9kb3ducmV2LnhtbESPUWvCMBSF3wf7D+EKvgxN64Nz1ShjbOBYoUz9Adfm&#10;2haTm5Jk2v17Mxj4eDjnfIez2gzWiAv50DlWkE8zEMS10x03Cg77j8kCRIjIGo1jUvBLATbrx4cV&#10;Ftpd+Zsuu9iIBOFQoII2xr6QMtQtWQxT1xMn7+S8xZikb6T2eE1wa+Qsy+bSYsdpocWe3lqqz7sf&#10;q+B9dvTVEb9Mne0bU35W5dNLVSo1Hg2vSxCRhngP/7e3WsFzvsjh7016AnJ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/IpM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CB+cYA&#10;AADdAAAADwAAAGRycy9kb3ducmV2LnhtbESPT2sCMRTE7wW/Q3hCbzWrgn9Wo1hhQRCqVQ8en5vX&#10;zdLNy3aT6vrtG0HocZiZ3zDzZWsrcaXGl44V9HsJCOLc6ZILBadj9jYB4QOyxsoxKbiTh+Wi8zLH&#10;VLsbf9L1EAoRIexTVGBCqFMpfW7Iou+5mjh6X66xGKJsCqkbvEW4reQgSUbSYslxwWBNa0P59+HX&#10;KrASz5dilOUfq+F2t52W7/ufzCj12m1XMxCB2vAffrY3WsG4PxnA4018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CB+c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EC0F95" w:rsidRPr="00C623C0" w:rsidRDefault="00EC0F95" w:rsidP="00EC0F95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EC0F95" w:rsidRPr="00C623C0" w:rsidRDefault="00EC0F95" w:rsidP="00EC0F95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EC0F95" w:rsidRPr="00C623C0" w:rsidRDefault="00EC0F95" w:rsidP="00EC0F95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EC0F95" w:rsidRPr="00C623C0" w:rsidRDefault="00EC0F95" w:rsidP="00EC0F95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EC0F95" w:rsidRPr="00C623C0" w:rsidRDefault="00EC0F95" w:rsidP="00EC0F95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EC0F95" w:rsidRPr="00C623C0" w:rsidRDefault="00EC0F95" w:rsidP="00EC0F95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EC0F95" w:rsidRPr="00C623C0" w:rsidRDefault="00EC0F95" w:rsidP="00EC0F95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EC0F95" w:rsidRPr="00C623C0" w:rsidRDefault="00EC0F95" w:rsidP="00EC0F95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EC0F95" w:rsidRPr="00C623C0" w:rsidRDefault="00EC0F95" w:rsidP="00EC0F95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>Матвійчуку В.Д.</w:t>
      </w:r>
    </w:p>
    <w:p w:rsidR="00EC0F95" w:rsidRPr="00C623C0" w:rsidRDefault="00EC0F95" w:rsidP="00EC0F95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EC0F95" w:rsidRPr="00C623C0" w:rsidRDefault="00EC0F95" w:rsidP="00EC0F95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C0F95" w:rsidRPr="00C623C0" w:rsidRDefault="00EC0F95" w:rsidP="00EC0F9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Матвійчука В.Д.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EC0F95" w:rsidRPr="00C623C0" w:rsidRDefault="00EC0F95" w:rsidP="00EC0F9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EC0F95" w:rsidRPr="00C623C0" w:rsidRDefault="00EC0F95" w:rsidP="00EC0F9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C0F95" w:rsidRPr="00C623C0" w:rsidRDefault="00EC0F95" w:rsidP="00EC0F9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Матвійчуку Віктору Дмитровичу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ий за адресою: </w:t>
      </w:r>
      <w:r w:rsidR="00193AAB" w:rsidRPr="00193AAB">
        <w:rPr>
          <w:rFonts w:ascii="Times New Roman" w:hAnsi="Times New Roman" w:cs="Times New Roman"/>
          <w:lang w:val="ru-RU"/>
        </w:rPr>
        <w:t>___________________________</w:t>
      </w:r>
      <w:r>
        <w:rPr>
          <w:rFonts w:ascii="Times New Roman" w:hAnsi="Times New Roman" w:cs="Times New Roman"/>
        </w:rPr>
        <w:t>,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0,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25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с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Л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исиче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</w:p>
    <w:p w:rsidR="00EC0F95" w:rsidRPr="00C623C0" w:rsidRDefault="00EC0F95" w:rsidP="00EC0F9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Матвійчуку В.Д.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EC0F95" w:rsidRPr="00062C82" w:rsidRDefault="00EC0F95" w:rsidP="00EC0F95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C0F95" w:rsidRPr="00062C82" w:rsidRDefault="00EC0F95" w:rsidP="00EC0F95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EC0F95" w:rsidRPr="00C623C0" w:rsidRDefault="00EC0F95" w:rsidP="00EC0F9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C0F95" w:rsidRPr="00C623C0" w:rsidRDefault="00EC0F95" w:rsidP="00EC0F9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C0F95" w:rsidRPr="00C623C0" w:rsidRDefault="00EC0F95" w:rsidP="00EC0F9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C0F95" w:rsidRPr="00C623C0" w:rsidRDefault="00EC0F95" w:rsidP="00EC0F9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C0F95" w:rsidRPr="00C623C0" w:rsidRDefault="00EC0F95" w:rsidP="00EC0F9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C0F95" w:rsidRPr="00C623C0" w:rsidRDefault="00EC0F95" w:rsidP="00EC0F95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p w:rsidR="002E0655" w:rsidRDefault="002E0655"/>
    <w:sectPr w:rsidR="002E0655" w:rsidSect="002E0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C0F95"/>
    <w:rsid w:val="00171A2E"/>
    <w:rsid w:val="00193AAB"/>
    <w:rsid w:val="002E0655"/>
    <w:rsid w:val="00304C90"/>
    <w:rsid w:val="00505B6D"/>
    <w:rsid w:val="006D3977"/>
    <w:rsid w:val="007D6C18"/>
    <w:rsid w:val="00D1641A"/>
    <w:rsid w:val="00E46DFE"/>
    <w:rsid w:val="00EC0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F9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229</Words>
  <Characters>1311</Characters>
  <Application>Microsoft Office Word</Application>
  <DocSecurity>0</DocSecurity>
  <Lines>10</Lines>
  <Paragraphs>3</Paragraphs>
  <ScaleCrop>false</ScaleCrop>
  <Company>Microsoft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2020-02-13T11:45:00Z</dcterms:created>
  <dcterms:modified xsi:type="dcterms:W3CDTF">2020-02-13T12:54:00Z</dcterms:modified>
</cp:coreProperties>
</file>