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3EA" w:rsidRDefault="00DE33EA" w:rsidP="00DE33E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3EA" w:rsidRDefault="00DE33EA" w:rsidP="00DE3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E33EA" w:rsidRDefault="00DE33EA" w:rsidP="00DE3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E33EA" w:rsidRDefault="00DE33EA" w:rsidP="00DE3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33EA" w:rsidRDefault="00DE33EA" w:rsidP="00DE3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33EA" w:rsidRDefault="00DE33EA" w:rsidP="00DE3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33EA" w:rsidRDefault="00DE33EA" w:rsidP="00DE3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33EA" w:rsidRDefault="00DE33EA" w:rsidP="00DE3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E33EA" w:rsidRDefault="00DE33EA" w:rsidP="00DE33E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E33EA" w:rsidRDefault="00DE33EA" w:rsidP="00DE3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E33EA" w:rsidRDefault="00DE33EA" w:rsidP="00DE3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E33EA" w:rsidRDefault="00DE33EA" w:rsidP="00DE3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33EA" w:rsidRDefault="00DE33EA" w:rsidP="00DE3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E33EA" w:rsidRDefault="00DE33EA" w:rsidP="00DE3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33EA" w:rsidRDefault="00DE33EA" w:rsidP="00DE3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E33EA" w:rsidRDefault="00DE33EA" w:rsidP="00DE33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E33EA" w:rsidRDefault="00DE33EA" w:rsidP="00DE33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№109</w:t>
      </w:r>
    </w:p>
    <w:p w:rsidR="00DE33EA" w:rsidRPr="00611135" w:rsidRDefault="00DE33EA" w:rsidP="00DE33E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E33EA" w:rsidRPr="00611135" w:rsidRDefault="00DE33EA" w:rsidP="00DE33E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DE33EA" w:rsidRPr="00611135" w:rsidRDefault="00DE33EA" w:rsidP="00DE33E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DE33EA" w:rsidRPr="00611135" w:rsidRDefault="00DE33EA" w:rsidP="00DE33E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DE33EA" w:rsidRPr="00611135" w:rsidRDefault="00DE33EA" w:rsidP="00DE33E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Томчаківській</w:t>
      </w:r>
      <w:proofErr w:type="spellEnd"/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В.О</w:t>
      </w:r>
    </w:p>
    <w:p w:rsidR="00DE33EA" w:rsidRPr="00611135" w:rsidRDefault="00DE33EA" w:rsidP="00DE33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E33EA" w:rsidRPr="00611135" w:rsidRDefault="00DE33EA" w:rsidP="00DE33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</w:t>
      </w:r>
      <w:r w:rsidRPr="00611135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Томчаківської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В.О.,  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DE33EA" w:rsidRPr="00611135" w:rsidRDefault="00DE33EA" w:rsidP="00DE33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DE33EA" w:rsidRPr="00611135" w:rsidRDefault="00DE33EA" w:rsidP="00DE33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Томчаківській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Вікторії Олександрівні 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 індивідуального садівництва  площею  0.1200 га, яка розташована Хмельницька область, 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за межами населеного пункту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E33EA" w:rsidRPr="00611135" w:rsidRDefault="00DE33EA" w:rsidP="00DE33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Томчаківській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Вікторії Олександрівні, </w:t>
      </w:r>
      <w:r w:rsidRPr="00611135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11135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11135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855E3">
        <w:rPr>
          <w:rFonts w:ascii="Times New Roman" w:eastAsia="Calibri" w:hAnsi="Times New Roman" w:cs="Times New Roman"/>
          <w:sz w:val="24"/>
          <w:lang w:val="ru-RU" w:eastAsia="en-US"/>
        </w:rPr>
        <w:t>_____________</w:t>
      </w:r>
      <w:r w:rsidRPr="00611135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9855E3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0,1200 га, кадастровий номер: 6823984000:03:013:0073,  для індивідуального садівництва  яка розташована Хмельницька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область,Славутський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 Шепетівський) район, за межами населеного пункту 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DE33EA" w:rsidRPr="00611135" w:rsidRDefault="00DE33EA" w:rsidP="00DE33E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Томчаківській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В.О.,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DE33EA" w:rsidRPr="00611135" w:rsidRDefault="00DE33EA" w:rsidP="00DE33E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E33EA" w:rsidRPr="00611135" w:rsidRDefault="00DE33EA" w:rsidP="00DE33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6291E" w:rsidRPr="00DE33EA" w:rsidRDefault="00DE33EA" w:rsidP="00DE33E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16291E" w:rsidRPr="00DE33EA" w:rsidSect="00DE33EA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3EA"/>
    <w:rsid w:val="0016291E"/>
    <w:rsid w:val="009855E3"/>
    <w:rsid w:val="00DE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3E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E33E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E33E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E33EA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3E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E33E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E33E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E33EA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273</Words>
  <Characters>1560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2021-07-07T07:09:00Z</dcterms:created>
  <dcterms:modified xsi:type="dcterms:W3CDTF">2021-07-07T08:53:00Z</dcterms:modified>
</cp:coreProperties>
</file>