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B10" w:rsidRPr="008F5204" w:rsidRDefault="003E6B10" w:rsidP="003E6B10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3E6B10" w:rsidRPr="008F5204" w:rsidRDefault="00385FF6" w:rsidP="003E6B10">
      <w:pPr>
        <w:rPr>
          <w:rFonts w:ascii="Times New Roman" w:hAnsi="Times New Roman" w:cs="Times New Roman"/>
        </w:rPr>
      </w:pPr>
      <w:r w:rsidRPr="00385FF6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Vv9A3kAAI1ZBAAOAAAAZHJzL2Uyb0RvYy54bWzsfW1uJjmS3n8DvoOgnwNUK5nfWZiaxUxX&#10;18DA2B5gXh/gLUlVEqzSW5bUXTW7WMCAj+CL+Aa+wu6N/AQZZJJSRkROdc+iF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k32SZNgN&#10;i6SUIVcKDhHx+BpypXT0Edse4ZArZZDP66HQyTxKIoRxs06kF1U8FBpZ5OHlGhHVMeTq6NtGUseQ&#10;q6MVD4UxV0bf4QTelt1YKAMbSfiUjLkucKJLwxtzXcDUFnfcmCuj71vpYzfmysCqElcLWa1p+Wk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AgMVv9A3kAAI1ZBAAOAAAAAAAAAAAAAAAAAC4CAABkcnMvZTJvRG9jLnhtbFBL&#10;AQItABQABgAIAAAAIQCyHUyb4AAAAAoBAAAPAAAAAAAAAAAAAAAAAF17AABkcnMvZG93bnJldi54&#10;bWxQSwUGAAAAAAQABADzAAAAan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vKvb4A&#10;AADdAAAADwAAAGRycy9kb3ducmV2LnhtbERPyQrCMBC9C/5DGMGbpiouVKOIqHgQpC73oRnbYjMp&#10;TdT69+YgeHy8fbFqTCleVLvCsoJBPwJBnFpdcKbgetn1ZiCcR9ZYWiYFH3KwWrZbC4y1fXNCr7PP&#10;RAhhF6OC3PsqltKlORl0fVsRB+5ua4M+wDqTusZ3CDelHEbRRBosODTkWNEmp/RxfhoFdrQ/HG/Z&#10;MBlteep5fZrdb81RqW6nWc9BeGr8X/xzH7SCyXQc9oc34Qn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Nryr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GrKMgA&#10;AADdAAAADwAAAGRycy9kb3ducmV2LnhtbESPT2sCMRTE74V+h/AEL1KzFrq2W6MUYfvHg6At9PrY&#10;vG7Wbl6WJOrWT28KgsdhZn7DzBa9bcWBfGgcK5iMMxDEldMN1wq+Psu7RxAhImtsHZOCPwqwmN/e&#10;zLDQ7sgbOmxjLRKEQ4EKTIxdIWWoDFkMY9cRJ+/HeYsxSV9L7fGY4LaV91mWS4sNpwWDHS0NVb/b&#10;vVWwK9fmezk9vfrR04ZOo3L11n7kSg0H/csziEh9vIYv7XetIJ8+TOD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Mas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XIMQA&#10;AADdAAAADwAAAGRycy9kb3ducmV2LnhtbESP24rCMBRF34X5h3AGfBFNR/FCNYoM4yC+FC8fcGiO&#10;TbE5KU3G1r+fCIKPm31Z7NWms5W4U+NLxwq+RgkI4tzpkgsFl/NuuADhA7LGyjEpeJCHzfqjt8JU&#10;u5aPdD+FQsQR9ikqMCHUqZQ+N2TRj1xNHL2rayyGKJtC6gbbOG4rOU6SmbRYciQYrOnbUH47/dkI&#10;ySaYHa7teffbYYs/B8OD7VGp/me3XYII1IV3+NXeawWz+XQMzzfx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7Vy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wnG8YA&#10;AADdAAAADwAAAGRycy9kb3ducmV2LnhtbESPQUsDMRSE70L/Q3iCN5u12q2sTUupCiL00FYQb4/N&#10;6+7i5iUkz+76740geBxm5htmuR5dr84UU+fZwM20AEVce9txY+Dt+Hx9DyoJssXeMxn4pgTr1eRi&#10;iZX1A+/pfJBGZQinCg20IqHSOtUtOUxTH4izd/LRoWQZG20jDhnuej0rilI77DgvtBho21L9efhy&#10;BnbDU3hdlPNT+Ih3M50erbxvxZiry3HzAEpolP/wX/vFGigX8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wnG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5qz8MA&#10;AADdAAAADwAAAGRycy9kb3ducmV2LnhtbESP24rCMBRF34X5h3AG5kU0He90jCIyivgiXj7g0Byb&#10;Ms1JaTK2/r0RBB83+7LY82VrS3Gj2heOFXz3ExDEmdMF5wou501vBsIHZI2lY1JwJw/LxUdnjql2&#10;DR/pdgq5iCPsU1RgQqhSKX1myKLvu4o4eldXWwxR1rnUNTZx3JZykCQTabHgSDBY0dpQ9nf6txFy&#10;GOJhf23Om22LDf7uDXdXR6W+PtvVD4hAbXiHX+2dVjCZjkfw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55qz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ka9MYA&#10;AADdAAAADwAAAGRycy9kb3ducmV2LnhtbESPQUvDQBSE70L/w/IK3uzGYlKJ3ZbSKojgwSqIt0f2&#10;NQlm3y67zyb+e1cQPA4z8w2z3k5uUGeKqfds4HpRgCJuvO25NfD2+nB1CyoJssXBMxn4pgTbzexi&#10;jbX1I7/Q+SityhBONRroREKtdWo6cpgWPhBn7+SjQ8kyttpGHDPcDXpZFJV22HNe6DDQvqPm8/jl&#10;DDyP9+FpVZWn8BFvljodrLzvxZjL+bS7AyU0yX/4r/1oDVSrs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ka9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sk/ccA&#10;AADdAAAADwAAAGRycy9kb3ducmV2LnhtbESPzWrDMBCE74W8g9hCLyGR2xInuFFCUhANtFDyA70u&#10;1sY2tVZGUmP37aNCoMdhZr5hluvBtuJCPjSOFTxOMxDEpTMNVwpORz1ZgAgR2WDrmBT8UoD1anS3&#10;xMK4nvd0OcRKJAiHAhXUMXaFlKGsyWKYuo44eWfnLcYkfSWNxz7BbSufsiyXFhtOCzV29FpT+X34&#10;sQq2n3317MfldnDv57evmdZGf2ilHu6HzQuISEP8D9/aO6Mgn8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7JP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/bI8QA&#10;AADdAAAADwAAAGRycy9kb3ducmV2LnhtbESP3WoCMRSE7wu+QzgF72q2Un/YGkUsCyLeVH2Aw+a4&#10;2bo5WZK4rm9vBKGXw8x8wyxWvW1ERz7UjhV8jjIQxKXTNVcKTsfiYw4iRGSNjWNScKcAq+XgbYG5&#10;djf+pe4QK5EgHHJUYGJscylDachiGLmWOHln5y3GJH0ltcdbgttGjrNsKi3WnBYMtrQxVF4OV6ug&#10;2I333eWqfeHW/Zelifmb/xilhu/9+htEpD7+h1/trVYwnU1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2y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VFMMA&#10;AADdAAAADwAAAGRycy9kb3ducmV2LnhtbERPW2vCMBR+F/Yfwhn4Mma6iW5Uo8xBUJggXmCvh+bY&#10;FpuTkkTb/fvlQfDx47vPl71txI18qB0reBtlIIgLZ2ouFZyO+vUTRIjIBhvHpOCPAiwXT4M55sZ1&#10;vKfbIZYihXDIUUEVY5tLGYqKLIaRa4kTd3beYkzQl9J47FK4beR7lk2lxZpTQ4UtfVdUXA5Xq2C1&#10;68qxfylWvfs5r38nWhu91UoNn/uvGYhIfXyI7+6NUTD9mKS5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gVF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qysQA&#10;AADdAAAADwAAAGRycy9kb3ducmV2LnhtbESP3WoCMRSE7wu+QziCdzWr+NetUURZKKU3ah/gsDnd&#10;rG5OliSu69ubQqGXw8x8w6y3vW1ERz7UjhVMxhkI4tLpmisF3+fidQUiRGSNjWNS8KAA283gZY25&#10;dnc+UneKlUgQDjkqMDG2uZShNGQxjF1LnLwf5y3GJH0ltcd7gttGTrNsIS3WnBYMtrQ3VF5PN6ug&#10;+Jx+ddeb9oXb9TNLc3NZHYxSo2G/ewcRqY//4b/2h1awWM7f4PdNeg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c6s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+TzL8A&#10;AADdAAAADwAAAGRycy9kb3ducmV2LnhtbERPy4rCMBTdD/gP4QrupqmvKtUoIii6tDMfcGmubbG5&#10;qU209e/NQnB5OO/1tje1eFLrKssKxlEMgji3uuJCwf/f4XcJwnlkjbVlUvAiB9vN4GeNqbYdX+iZ&#10;+UKEEHYpKii9b1IpXV6SQRfZhjhwV9sa9AG2hdQtdiHc1HISx4k0WHFoKLGhfUn5LXsYBbNXd7xn&#10;81t80IbG52lzZp/PlRoN+90KhKfef8Uf90krSBZJ2B/ehCc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D5PM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EvS8MA&#10;AADdAAAADwAAAGRycy9kb3ducmV2LnhtbESPzarCMBSE9xd8h3AEd9dUF/VajSKKIq689Wd9aI5t&#10;sTkpTdT69kYQXA4z8w0znbemEndqXGlZwaAfgSDOrC45V3A8rH//QDiPrLGyTAqe5GA+6/xMMdH2&#10;wf90T30uAoRdggoK7+tESpcVZND1bU0cvIttDPogm1zqBh8Bbio5jKJYGiw5LBRY07Kg7JrejIJb&#10;fB4e+bLT+3T13IxX64WTp1ypXrddTEB4av03/GlvtYJ4FA/g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EvS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DOO8gA&#10;AADdAAAADwAAAGRycy9kb3ducmV2LnhtbESPQUvDQBSE7wX/w/IEb+3GKGuN3QYVCm0PLU314O2Z&#10;fSbR7Ns0u7bx33cFweMwM98ws3ywrThS7xvHGq4nCQji0pmGKw0v+8V4CsIHZIOtY9LwQx7y+cVo&#10;hplxJ97RsQiViBD2GWqoQ+gyKX1Zk0U/cR1x9D5cbzFE2VfS9HiKcNvKNEmUtNhwXKixo+eayq/i&#10;22p43U7V/fZpdfu53rzjjTWHN9Mora8uh8cHEIGG8B/+ay+NBnWnUvh9E5+AnJ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oM4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SpU8UA&#10;AADdAAAADwAAAGRycy9kb3ducmV2LnhtbESPT4vCMBTE74LfITzBm6bqUqUaxT+sLp5cd2Gvj+bZ&#10;FpuX0kStfnojLHgcZuY3zGzRmFJcqXaFZQWDfgSCOLW64EzB789nbwLCeWSNpWVScCcHi3m7NcNE&#10;2xt/0/XoMxEg7BJUkHtfJVK6NCeDrm8r4uCdbG3QB1lnUtd4C3BTymEUxdJgwWEhx4rWOaXn48Uo&#10;eMR/eHC74Woz0p7uH5Ot3R+2SnU7zXIKwlPj3+H/9pdWEI/jEbzehCc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Kl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Vin8UA&#10;AADdAAAADwAAAGRycy9kb3ducmV2LnhtbESP0WrCQBRE3wX/YblC33SjpKlGVylFoW/W1A+4ZK+b&#10;YPZuzG419uu7QsHHYWbOMKtNbxtxpc7XjhVMJwkI4tLpmo2C4/duPAfhA7LGxjEpuJOHzXo4WGGu&#10;3Y0PdC2CERHCPkcFVQhtLqUvK7LoJ64ljt7JdRZDlJ2RusNbhNtGzpIkkxZrjgsVtvRRUXkufqyC&#10;i5u96r7Y4v68XXzVxqSX30Oq1Muof1+CCNSHZ/i//akVZG9ZCo838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pWK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hNbMUA&#10;AADdAAAADwAAAGRycy9kb3ducmV2LnhtbESPwW7CMBBE70j9B2srcSNOqUhCwCBaCYkrtIcet/aS&#10;pI3XaexC2q/HSEgcRzPzRrNcD7YVJ+p941jBU5KCINbONFwpeH/bTgoQPiAbbB2Tgj/ysF49jJZY&#10;GnfmPZ0OoRIRwr5EBXUIXSml1zVZ9InriKN3dL3FEGVfSdPjOcJtK6dpmkmLDceFGjt6rUl/H36t&#10;gl3zSbNMH+e2eNH7j/+f8Jx/GaXGj8NmASLQEO7hW3tnFGR5NoPrm/g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yE1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g78IA&#10;AADdAAAADwAAAGRycy9kb3ducmV2LnhtbERPXWvCMBR9H/gfwhX2NlN9qLMaRQVhw1mYjvl6ae6a&#10;suamNFlt//0iDPZ4vjmrTW9r0VHrK8cKppMEBHHhdMWlgo/L4ekZhA/IGmvHpGAgD5v16GGFmXY3&#10;fqfuHEoRS9hnqMCE0GRS+sKQRT9xDXHUvlxrMUTYllK3eIvltpazJEmlxYrjgsGG9oaK7/OPVdBh&#10;PiRXszstXqu3YpbvPo868upx3G+XIAL14d/8l37RCtJ5msL9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EyD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7FMQA&#10;AADdAAAADwAAAGRycy9kb3ducmV2LnhtbESPwU7DMBBE70j9B2srcaNOc0hRqFshpFYcIXDguMTb&#10;OCXejWzTBL4eIyFxHM3MG812P/tBXSjEXtjAelWAIm7F9twZeH053NyCignZ4iBMBr4own63uNpi&#10;bWXiZ7o0qVMZwrFGAy6lsdY6to48xpWMxNk7SfCYsgydtgGnDPeDLoui0h57zgsOR3pw1H40n97A&#10;dGzfz+XpzbrvMMqheZJzOYgx18v5/g5Uojn9h//aj9ZAtak28PsmPwG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kOx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DpwcIA&#10;AADdAAAADwAAAGRycy9kb3ducmV2LnhtbERPy4rCMBTdD/gP4QruxlQXVapRfIIMDqLO7O80d9pq&#10;clOaqJ2/N4sBl4fzns5ba8SdGl85VjDoJyCIc6crLhR8nbfvYxA+IGs0jknBH3mYzzpvU8y0e/CR&#10;7qdQiBjCPkMFZQh1JqXPS7Lo+64mjtyvayyGCJtC6gYfMdwaOUySVFqsODaUWNOqpPx6ulkF28Pa&#10;XIafx8W3DKvN6MeMP5brvVK9bruYgAjUhpf4373TCtJRGufGN/EJy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OnB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B48cA&#10;AADdAAAADwAAAGRycy9kb3ducmV2LnhtbESPQWvCQBSE70L/w/IKXsRsqhht6ipFEC1YaG2h15fs&#10;axLMvg3ZNcZ/7xaEHoeZ+YZZrntTi45aV1lW8BTFIIhzqysuFHx/bccLEM4ja6wtk4IrOVivHgZL&#10;TLW98Cd1R1+IAGGXooLS+yaV0uUlGXSRbYiD92tbgz7ItpC6xUuAm1pO4jiRBisOCyU2tCkpPx3P&#10;RkH3cciKfeeat9Ni5GbTbLd71z9KDR/71xcQnnr/H76391pBMk+e4e9NeAJyd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7ge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nCasMA&#10;AADdAAAADwAAAGRycy9kb3ducmV2LnhtbERPy2oCMRTdF/yHcIXuakbxORpFhUI3BbUudHedXGcG&#10;JzdjkurYrzcLocvDec8WjanEjZwvLSvodhIQxJnVJecK9j+fH2MQPiBrrCyTggd5WMxbbzNMtb3z&#10;lm67kIsYwj5FBUUIdSqlzwoy6Du2Jo7c2TqDIUKXS+3wHsNNJXtJMpQGS44NBda0Lii77H6NgtVk&#10;vLpu+vz9tz0d6Xg4XQY9lyj13m6WUxCBmvAvfrm/tILhaBT3x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nCasMAAADdAAAADwAAAAAAAAAAAAAAAACYAgAAZHJzL2Rv&#10;d25yZXYueG1sUEsFBgAAAAAEAAQA9QAAAIgDAAAAAA==&#10;" fillcolor="black" stroked="f"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yk/8cA&#10;AADdAAAADwAAAGRycy9kb3ducmV2LnhtbESPT2vCQBTE74V+h+UVvNWNQqNEV9H+gYJ60Hrw+Mw+&#10;kyXZtyG7avTTd4VCj8PM/IaZzjtbiwu13jhWMOgnIIhzpw0XCvY/X69jED4ga6wdk4IbeZjPnp+m&#10;mGl35S1ddqEQEcI+QwVlCE0mpc9Lsuj7riGO3sm1FkOUbSF1i9cIt7UcJkkqLRqOCyU29F5SXu3O&#10;VsFhlZrx1tDwuL4vP/X6rVpuPiqlei/dYgIiUBf+w3/tb60gHY0G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cpP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sEPcUA&#10;AADdAAAADwAAAGRycy9kb3ducmV2LnhtbESPQWsCMRSE74L/ITzBW83qQWVrFKmU9uKhVvH62Lxu&#10;trt52SZRV399Iwgeh5n5hlmsOtuIM/lQOVYwHmUgiAunKy4V7L/fX+YgQkTW2DgmBVcKsFr2ewvM&#10;tbvwF513sRQJwiFHBSbGNpcyFIYshpFriZP347zFmKQvpfZ4SXDbyEmWTaXFitOCwZbeDBX17mQV&#10;+PVxU9/4dKiz2/YaPn67vzkapYaDbv0KIlIXn+FH+1MrmM5mE7i/SU9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awQ9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MEFMYA&#10;AADdAAAADwAAAGRycy9kb3ducmV2LnhtbESP3WrCQBSE7wt9h+UUelN0owWj0VWkUChUCv48wDF7&#10;TIK7Z0P2VGOfvlsoeDnMzDfMYtV7py7UxSawgdEwA0VcBttwZeCwfx9MQUVBtugCk4EbRVgtHx8W&#10;WNhw5S1ddlKpBOFYoIFapC20jmVNHuMwtMTJO4XOoyTZVdp2eE1w7/Q4yybaY8NpocaW3moqz7tv&#10;b8CNj272mceN3A56k/142b58WWOen/r1HJRQL/fwf/vDGpjk+Sv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MEF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aTJMYA&#10;AADdAAAADwAAAGRycy9kb3ducmV2LnhtbESPQWsCMRSE74X+h/CE3mpWKVpWo1hF2EsPrhavz81z&#10;s5i8LJuo2/76Rij0OMzMN8x82TsrbtSFxrOC0TADQVx53XCt4LDfvr6DCBFZo/VMCr4pwHLx/DTH&#10;XPs77+hWxlokCIccFZgY21zKUBlyGIa+JU7e2XcOY5JdLXWH9wR3Vo6zbCIdNpwWDLa0NlRdyqtT&#10;sClbOz4U5iMcvz5PJ1v8bOm4Uepl0K9mICL18T/81y60gsl0+ga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aTJ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15DsQA&#10;AADdAAAADwAAAGRycy9kb3ducmV2LnhtbESPT2sCMRTE74LfITyhN01a6G7ZGqWIgtCT/w69PZLX&#10;3dXNy7JJ3e23N4LgcZiZ3zDz5eAacaUu1J41vM4UCGLjbc2lhuNhM/0AESKyxcYzafinAMvFeDTH&#10;wvqed3Tdx1IkCIcCNVQxtoWUwVTkMMx8S5y8X985jEl2pbQd9gnuGvmmVCYd1pwWKmxpVZG57P+c&#10;hvNGfnuj0JyOp35r8591Ro3S+mUyfH2CiDTEZ/jR3loNWZ6/w/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NeQ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FV8UA&#10;AADdAAAADwAAAGRycy9kb3ducmV2LnhtbESPQWvCQBSE7wX/w/IEb3WjQpToKioUiqWHqojHZ/aZ&#10;hGTfht1V47/vFgoeh5n5hlmsOtOIOzlfWVYwGiYgiHOrKy4UHA8f7zMQPiBrbCyTgid5WC17bwvM&#10;tH3wD933oRARwj5DBWUIbSalz0sy6Ie2JY7e1TqDIUpXSO3wEeGmkeMkSaXBiuNCiS1tS8rr/c0o&#10;ON+++Po92a3dJpxsd/D1+DKrlRr0u/UcRKAuvML/7U+tIJ1OU/h7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kVX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BaHscA&#10;AADdAAAADwAAAGRycy9kb3ducmV2LnhtbESPQWsCMRSE7wX/Q3hCbzWrqKurUVQo9CJU20O9PTfP&#10;3cXNy5qkuvrrm0Khx2FmvmHmy9bU4krOV5YV9HsJCOLc6ooLBZ8fry8TED4ga6wtk4I7eVguOk9z&#10;zLS98Y6u+1CICGGfoYIyhCaT0uclGfQ92xBH72SdwRClK6R2eItwU8tBkoylwYrjQokNbUrKz/tv&#10;o2A9nawv70PePnbHAx2+jufRwCVKPXfb1QxEoDb8h//ab1rBOE1T+H0Tn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QWh7HAAAA3QAAAA8AAAAAAAAAAAAAAAAAmAIAAGRy&#10;cy9kb3ducmV2LnhtbFBLBQYAAAAABAAEAPUAAACMAwAAAAA=&#10;" fillcolor="black" stroked="f"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M0bcIA&#10;AADdAAAADwAAAGRycy9kb3ducmV2LnhtbERPz2vCMBS+C/sfwhvspukm6OiMUoSh7FR1Y9dn89aU&#10;NS8libH775eD4PHj+73ajLYXiXzoHCt4nhUgiBunO24VfJ7ep68gQkTW2DsmBX8UYLN+mKyw1O7K&#10;B0rH2IocwqFEBSbGoZQyNIYshpkbiDP347zFmKFvpfZ4zeG2ly9FsZAWO84NBgfaGmp+jxerIJ23&#10;dTVP38kcPnzVelfvvs61Uk+PY/UGItIY7+Kbe68VLJbLPDe/y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MzRt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hxBMYA&#10;AADdAAAADwAAAGRycy9kb3ducmV2LnhtbESPQWvCQBSE7wX/w/KE3urGHmKNriLSltZLbRT0+Mg+&#10;s8Hs25DdxuivdwuFHoeZ+YaZL3tbi45aXzlWMB4lIIgLpysuFex3b08vIHxA1lg7JgVX8rBcDB7m&#10;mGl34W/q8lCKCGGfoQITQpNJ6QtDFv3INcTRO7nWYoiyLaVu8RLhtpbPSZJKixXHBYMNrQ0V5/zH&#10;KvDj9ethY2/T7vhu+Cv/NOm2NEo9DvvVDESgPvyH/9ofWkE6mUzh901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hxB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E6B10" w:rsidRDefault="003E6B10" w:rsidP="003E6B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3E6B10" w:rsidRPr="008F5204" w:rsidRDefault="003E6B10" w:rsidP="003E6B10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3E6B10" w:rsidRPr="008F5204" w:rsidRDefault="003E6B10" w:rsidP="003E6B10">
      <w:pPr>
        <w:jc w:val="center"/>
        <w:rPr>
          <w:rFonts w:ascii="Times New Roman" w:hAnsi="Times New Roman" w:cs="Times New Roman"/>
          <w:b/>
        </w:rPr>
      </w:pPr>
    </w:p>
    <w:p w:rsidR="003E6B10" w:rsidRPr="008F5204" w:rsidRDefault="003E6B10" w:rsidP="003E6B10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3E6B10" w:rsidRPr="008F5204" w:rsidRDefault="003E6B10" w:rsidP="003E6B10">
      <w:pPr>
        <w:rPr>
          <w:rFonts w:ascii="Times New Roman" w:hAnsi="Times New Roman" w:cs="Times New Roman"/>
        </w:rPr>
      </w:pPr>
    </w:p>
    <w:p w:rsidR="003E6B10" w:rsidRPr="008F5204" w:rsidRDefault="003E6B10" w:rsidP="003E6B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3E6B10" w:rsidRPr="008F5204" w:rsidRDefault="003E6B10" w:rsidP="003E6B10">
      <w:pPr>
        <w:tabs>
          <w:tab w:val="left" w:pos="2160"/>
        </w:tabs>
        <w:rPr>
          <w:rFonts w:ascii="Times New Roman" w:hAnsi="Times New Roman" w:cs="Times New Roman"/>
        </w:rPr>
      </w:pPr>
    </w:p>
    <w:p w:rsidR="003E6B10" w:rsidRPr="00EF1F94" w:rsidRDefault="003E6B10" w:rsidP="003E6B10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E6B10" w:rsidRPr="00EF1F94" w:rsidRDefault="003E6B10" w:rsidP="003E6B10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3E6B10" w:rsidRPr="00EF1F94" w:rsidRDefault="003E6B10" w:rsidP="003E6B10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3E6B10" w:rsidRPr="0068577C" w:rsidRDefault="003E6B10" w:rsidP="003E6B10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Нікітчуку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А.В.</w:t>
      </w:r>
    </w:p>
    <w:p w:rsidR="003E6B10" w:rsidRPr="00EF1F94" w:rsidRDefault="003E6B10" w:rsidP="003E6B10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3E6B10" w:rsidRPr="00EF1F94" w:rsidRDefault="003E6B10" w:rsidP="003E6B10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E6B10" w:rsidRPr="00EF1F94" w:rsidRDefault="003E6B10" w:rsidP="003E6B10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E6B10" w:rsidRPr="00EF1F94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Нікітчука</w:t>
      </w:r>
      <w:proofErr w:type="spellEnd"/>
      <w:r>
        <w:rPr>
          <w:rFonts w:ascii="Times New Roman" w:hAnsi="Times New Roman" w:cs="Times New Roman"/>
          <w:color w:val="auto"/>
        </w:rPr>
        <w:t xml:space="preserve"> А.В.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3E6B10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3E6B10" w:rsidRPr="008F5204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E6B10" w:rsidRPr="008F5204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Нікітчуку</w:t>
      </w:r>
      <w:proofErr w:type="spellEnd"/>
      <w:r>
        <w:rPr>
          <w:rFonts w:ascii="Times New Roman" w:hAnsi="Times New Roman" w:cs="Times New Roman"/>
        </w:rPr>
        <w:t xml:space="preserve"> Андрію Володимировичу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3E6B10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ередати </w:t>
      </w:r>
      <w:proofErr w:type="spellStart"/>
      <w:r>
        <w:rPr>
          <w:rFonts w:ascii="Times New Roman" w:hAnsi="Times New Roman" w:cs="Times New Roman"/>
        </w:rPr>
        <w:t>Нікітчуку</w:t>
      </w:r>
      <w:proofErr w:type="spellEnd"/>
      <w:r>
        <w:rPr>
          <w:rFonts w:ascii="Times New Roman" w:hAnsi="Times New Roman" w:cs="Times New Roman"/>
        </w:rPr>
        <w:t xml:space="preserve"> Андрію Володимировичу,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6C2DB5" w:rsidRPr="006C2DB5">
        <w:rPr>
          <w:rFonts w:ascii="Times New Roman" w:hAnsi="Times New Roman" w:cs="Times New Roman"/>
          <w:lang w:val="ru-RU"/>
        </w:rPr>
        <w:t>________________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6C2DB5" w:rsidRPr="006C2DB5">
        <w:rPr>
          <w:rFonts w:ascii="Times New Roman" w:hAnsi="Times New Roman" w:cs="Times New Roman"/>
          <w:lang w:val="ru-RU"/>
        </w:rPr>
        <w:t>________________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18:0296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3E6B10" w:rsidRPr="008F5204" w:rsidRDefault="003E6B10" w:rsidP="003E6B10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Нікітчуку</w:t>
      </w:r>
      <w:proofErr w:type="spellEnd"/>
      <w:r>
        <w:rPr>
          <w:rFonts w:ascii="Times New Roman" w:hAnsi="Times New Roman" w:cs="Times New Roman"/>
        </w:rPr>
        <w:t xml:space="preserve"> А.В.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E6B10" w:rsidRPr="008F5204" w:rsidRDefault="003E6B10" w:rsidP="003E6B10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E6B10" w:rsidRPr="003E6B10" w:rsidRDefault="003E6B10" w:rsidP="003E6B10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7A5493" w:rsidRPr="003E6B10" w:rsidRDefault="003E6B10" w:rsidP="003E6B10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7A5493" w:rsidRPr="003E6B10" w:rsidSect="003E6B10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E6B10"/>
    <w:rsid w:val="00171A2E"/>
    <w:rsid w:val="00304C90"/>
    <w:rsid w:val="00385FF6"/>
    <w:rsid w:val="003E6B10"/>
    <w:rsid w:val="00505B6D"/>
    <w:rsid w:val="006C2DB5"/>
    <w:rsid w:val="006D3977"/>
    <w:rsid w:val="007A5493"/>
    <w:rsid w:val="007D6C18"/>
    <w:rsid w:val="00871501"/>
    <w:rsid w:val="00D1641A"/>
    <w:rsid w:val="00F65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B1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>Microsoft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2020-02-13T11:37:00Z</dcterms:created>
  <dcterms:modified xsi:type="dcterms:W3CDTF">2020-02-13T12:34:00Z</dcterms:modified>
</cp:coreProperties>
</file>