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EEC" w:rsidRPr="0066767B" w:rsidRDefault="00A44EEC" w:rsidP="00A44EE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A44EEC" w:rsidRPr="0066767B" w:rsidRDefault="00A44EEC" w:rsidP="00A44EEC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B8247A" wp14:editId="025C242E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142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1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RdSqeOayg+w1qixMJA&#10;aX1eWrpueZ6Tcdi3UGegXIzLXAuBesoBy06fOwYaKHvjkG5btqKRqqYfmLjIhbkPs2HDUbakfzul&#10;Qxrj5AvP2Fp3M6zgwBPpKQZPNvbHKUWZohbjk7WJm0vgiViswZOC21gh0+rhibziM/EMkp9axLnV&#10;9UlK9DyR46lTOg4O4Upk6IgObM8Tvha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ClsIA&#10;AADeAAAADwAAAGRycy9kb3ducmV2LnhtbERPS4vCMBC+C/sfwizsTVNbUalGEXEXD4L46H1opg9s&#10;JqXJavffbwTB23x8z1mue9OIO3WutqxgPIpAEOdW11wquF6+h3MQziNrbCyTgj9ysF59DJaYavvg&#10;E93PvhQhhF2KCirv21RKl1dk0I1sSxy4wnYGfYBdKXWHjxBuGhlH0VQarDk0VNjStqL8dv41Cmzy&#10;sz9kZXxKdjzzvDnOi6w/KPX12W8WIDz1/i1+ufc6zI/HkwSe74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8cKW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zoQcYA&#10;AADeAAAADwAAAGRycy9kb3ducmV2LnhtbERPS2sCMRC+F/ofwhR6Ec0q4mM1ShG2r0PBB3gdNuNm&#10;7WayJKlu/fVNodDbfHzPWa4724gL+VA7VjAcZCCIS6drrhQc9kV/BiJEZI2NY1LwTQHWq/u7Jeba&#10;XXlLl12sRArhkKMCE2ObSxlKQxbDwLXEiTs5bzEm6CupPV5TuG3kKMsm0mLNqcFgSxtD5efuyyo4&#10;Fx/muJnenn1vvqVbr3h/ad4mSj0+dE8LEJG6+C/+c7/qNH80HI/h9510g1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zoQ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p28YA&#10;AADeAAAADwAAAGRycy9kb3ducmV2LnhtbESP0WoCMRBF3wv+Q5hCX4pm1bbIahSRKsUX2dUPGDbj&#10;ZulmsmxSs/17IxT6NsO9c8+d1WawrbhR7xvHCqaTDARx5XTDtYLLeT9egPABWWPrmBT8kofNevS0&#10;wly7yAXdylCLFMI+RwUmhC6X0leGLPqJ64iTdnW9xZDWvpa6x5jCbStnWfYhLTacCAY72hmqvssf&#10;myCnOZ6O13jeHwaM+Hk0/LotlHp5HrZLEIGG8G/+u/7Sqf5s+vYO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Pp2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ilsQA&#10;AADeAAAADwAAAGRycy9kb3ducmV2LnhtbERPTUvDQBC9C/0Pywi92U1DjRK7LaVWEMGDVRBvQ3aa&#10;BLOzy+7YxH/vCoK3ebzPWW8nN6gzxdR7NrBcFKCIG297bg28vT5c3YJKgmxx8EwGvinBdjO7WGNt&#10;/cgvdD5Kq3IIpxoNdCKh1jo1HTlMCx+IM3fy0aFkGFttI4453A26LIpKO+w5N3QYaN9R83n8cgae&#10;x0N4uqmuT+Ejrkqd7q2878WY+eW0uwMlNMm/+M/9aPP8crmq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VYp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3SN8YA&#10;AADeAAAADwAAAGRycy9kb3ducmV2LnhtbESP0WoCMRBF3wv+Q5hCX4pm1dLKahSRKsUX2dUPGDbj&#10;ZulmsmxSs/17IxT6NsO9c8+d1WawrbhR7xvHCqaTDARx5XTDtYLLeT9egPABWWPrmBT8kofNevS0&#10;wly7yAXdylCLFMI+RwUmhC6X0leGLPqJ64iTdnW9xZDWvpa6x5jCbStnWfYuLTacCAY72hmqvssf&#10;myCnOZ6O13jeHwaM+Hk0/LotlHp5HrZLEIGG8G/+u/7Sqf5s+vY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3SN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Tf8cA&#10;AADeAAAADwAAAGRycy9kb3ducmV2LnhtbESPQUsDMRCF74L/IYzgzWa71Cpr01JahSJ4aBVKb8Nm&#10;uru4mYQkdrf/3jkI3mZ4b977ZrEaXa8uFFPn2cB0UoAirr3tuDHw9fn28AwqZWSLvWcycKUEq+Xt&#10;zQIr6wfe0+WQGyUhnCo00OYcKq1T3ZLDNPGBWLSzjw6zrLHRNuIg4a7XZVHMtcOOpaHFQJuW6u/D&#10;jzPwMbyG96f54zmc4qzUaWvzcZONub8b1y+gMo353/x3vbOCX05nwivv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GU3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/rDcUA&#10;AADeAAAADwAAAGRycy9kb3ducmV2LnhtbERP32vCMBB+H/g/hBP2MjTVbTKrUeYgKDgYc4KvR3O2&#10;Zc2lJJmt/70ZDPZ2H9/PW65724gL+VA7VjAZZyCIC2dqLhUcv/ToBUSIyAYbx6TgSgHWq8HdEnPj&#10;Ov6kyyGWIoVwyFFBFWObSxmKiiyGsWuJE3d23mJM0JfSeOxSuG3kNMtm0mLNqaHClt4qKr4PP1bB&#10;5qMrH/1Dsend/rw9PWtt9LtW6n7Yvy5AROrjv/jPvTNp/nTyNIf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+s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essUA&#10;AADeAAAADwAAAGRycy9kb3ducmV2LnhtbESPQWvDMAyF74P9B6NCb6vT0I6S1S1lIzDGLuv2A0Ss&#10;xWljOdhumv776jDYTUJP771vu598r0aKqQtsYLkoQBE3wXbcGvj5rp82oFJGttgHJgM3SrDfPT5s&#10;sbLhyl80HnOrxIRThQZczkOldWoceUyLMBDL7TdEj1nW2Gob8SrmvtdlUTxrjx1LgsOBXh015+PF&#10;G6g/ys/xfLGxDodp5WntTps3Z8x8Nh1eQGWa8r/47/vdSv1yuRYAwZ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J6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Bx1sQA&#10;AADeAAAADwAAAGRycy9kb3ducmV2LnhtbERP32vCMBB+H+x/CDfYi2hahyKdUeYgbKAwpoKvR3O2&#10;Zc2lJJnt/nsjCHu7j+/nLdeDbcWFfGgcK8gnGQji0pmGKwXHgx4vQISIbLB1TAr+KMB69fiwxMK4&#10;nr/pso+VSCEcClRQx9gVUoayJoth4jrixJ2dtxgT9JU0HvsUbls5zbK5tNhwaqixo/eayp/9r1Ww&#10;+eqrFz8qN4Pbnj9OM62N3mmlnp+Gt1cQkYb4L767P02aP81nO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gcdb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lXsMA&#10;AADeAAAADwAAAGRycy9kb3ducmV2LnhtbERPS2rDMBDdB3oHMYXuYjmmKcGJHEKCoZRumuQAgzW1&#10;XFsjIymOe/uqUOhuHu87u/1sBzGRD51jBassB0HcON1xq+B6qZcbECEiaxwck4JvCrCvHhY7LLW7&#10;8wdN59iKFMKhRAUmxrGUMjSGLIbMjcSJ+3TeYkzQt1J7vKdwO8giz1+kxY5Tg8GRjoaa/nyzCuq3&#10;4n3qb9rX7jA/W1qbr83JKPX0OB+2ICLN8V/8537VaX6xWhf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KlX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eLcIA&#10;AADeAAAADwAAAGRycy9kb3ducmV2LnhtbERPzWqDQBC+B/oOywR6i6tJLcW4hhCwNMeaPsDgTlV0&#10;Z627VfP23UKht/n4fic/rWYQM02us6wgiWIQxLXVHTcKPm7l7gWE88gaB8uk4E4OTsXDJsdM24Xf&#10;aa58I0IIuwwVtN6PmZSubsmgi+xIHLhPOxn0AU6N1BMuIdwMch/Hz9Jgx6GhxZEuLdV99W0UPN2X&#10;168q7eNSG0quh/HKvk6Vetyu5yMIT6v/F/+533SYv0/SA/y+E26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J4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sQ9sQA&#10;AADeAAAADwAAAGRycy9kb3ducmV2LnhtbERPS2vCQBC+C/0PyxS8NRtDFZu6ilQi0lNNbc9DdkxC&#10;s7Mhu3n477uFgrf5+J6z2U2mEQN1rrasYBHFIIgLq2suFVw+s6c1COeRNTaWScGNHOy2D7MNptqO&#10;fKYh96UIIexSVFB536ZSuqIigy6yLXHgrrYz6APsSqk7HEO4aWQSxytpsObQUGFLbxUVP3lvFPSr&#10;7+TC13f9kR9ux5dDtnfyq1Rq/jjtX0F4mvxd/O8+6TA/WSyf4e+dc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rEP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gFcMYA&#10;AADeAAAADwAAAGRycy9kb3ducmV2LnhtbERPTWvCQBC9C/0PyxS86UarwaauogVBPRiq9tDbNDtN&#10;0mZnY3bV+O/dQqG3ebzPmc5bU4kLNa60rGDQj0AQZ1aXnCs4Hla9CQjnkTVWlknBjRzMZw+dKSba&#10;XvmNLnufixDCLkEFhfd1IqXLCjLo+rYmDtyXbQz6AJtc6gavIdxUchhFsTRYcmgosKbXgrKf/dko&#10;eE8n8XO63Iy+t7tPfDL69KHLWKnuY7t4AeGp9f/iP/dah/nDwXgM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gFc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MMk8QA&#10;AADeAAAADwAAAGRycy9kb3ducmV2LnhtbERPS2vCQBC+F/oflil4azZGGyRmlT7QFk+pCl6H7JgE&#10;s7Mhu2r013cLhd7m43tOvhxMKy7Uu8aygnEUgyAurW64UrDfrZ5nIJxH1thaJgU3crBcPD7kmGl7&#10;5W+6bH0lQgi7DBXU3neZlK6syaCLbEccuKPtDfoA+0rqHq8h3LQyieNUGmw4NNTY0XtN5Wl7Ngru&#10;6QEL95m8fUy0p9t0trabYq3U6Gl4nYPwNPh/8Z/7S4f5yfglhd93wg1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jDJ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ApsMA&#10;AADeAAAADwAAAGRycy9kb3ducmV2LnhtbERPzWrCQBC+F3yHZQRvzcagraauImLBmzX6AEN2uglm&#10;Z2N21dSndwuF3ubj+53FqreNuFHna8cKxkkKgrh0umaj4HT8fJ2B8AFZY+OYFPyQh9Vy8LLAXLs7&#10;H+hWBCNiCPscFVQhtLmUvqzIok9cSxy5b9dZDBF2RuoO7zHcNjJL0zdpsebYUGFLm4rKc3G1Ci4u&#10;m+q+2OL+vJ1/1cZMLo/DRKnRsF9/gAjUh3/xn3un4/xsPH2H33fiD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bAp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UyP8YA&#10;AADeAAAADwAAAGRycy9kb3ducmV2LnhtbESPQW/CMAyF75P2HyIj7QYpTDAoBASTJnGF7bCjSUxb&#10;aJyuyaDj1+MD0m623vN7nxerztfqQm2sAhsYDjJQxDa4igsDX58f/SmomJAd1oHJwB9FWC2fnxaY&#10;u3DlHV32qVASwjFHA2VKTa51tCV5jIPQEIt2DK3HJGtbaNfiVcJ9rUdZNtEeK5aGEht6L8me97/e&#10;wLY60HhijzM/3djd9+0nvb6dnDEvvW49B5WoS//mx/XWCf5oOBZeeUdm0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UyP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huc8YA&#10;AADeAAAADwAAAGRycy9kb3ducmV2LnhtbERP0WrCQBB8L/gPxwp9qxcDlZp6CSoIFltBLe3rkltz&#10;wdxeyF1j/PteoeDb7M7OzM6iGGwjeup87VjBdJKAIC6drrlS8HnaPL2A8AFZY+OYFNzIQ5GPHhaY&#10;aXflA/XHUIlowj5DBSaENpPSl4Ys+olriSN3dp3FEMeukrrDazS3jUyTZCYt1hwTDLa0NlRejj9W&#10;QY/7W/JtVh/zt/q9TPerr52Oe/U4HpavIAIN4X78r97q+H46fZ7DX52I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huc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SycQA&#10;AADeAAAADwAAAGRycy9kb3ducmV2LnhtbESPQU/DMAyF70j8h8hI3Fi6HiZUlk0IaYgjFA4cTeM1&#10;HY1dJWEt/Hp8QOJmy8/vvW+7X+JozpTyIOxgvarAEHfiB+4dvL0ebm7B5ILscRQmB9+UYb+7vNhi&#10;42XmFzq3pTdqwrlBB6GUqbE2d4Ei5pVMxHo7SopYdE299QlnNY+jratqYyMOrAkBJ3oI1H22X9HB&#10;/Nh9nOrjuw8/aZJD+yynehTnrq+W+zswhZbyL/77fvJav15vFEBxdAa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D0s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dnRcUA&#10;AADeAAAADwAAAGRycy9kb3ducmV2LnhtbERPS2vCQBC+F/wPyxS81U1yUEldxfqAIhaJbe/T7DRJ&#10;3Z0N2a3Gf+8Khd7m43vObNFbI87U+caxgnSUgCAunW64UvDxvn2agvABWaNxTAqu5GExHzzMMNfu&#10;wgWdj6ESMYR9jgrqENpcSl/WZNGPXEscuW/XWQwRdpXUHV5iuDUyS5KxtNhwbKixpVVN5en4axVs&#10;D2vzk70Vy08ZVpvJl5nuXtZ7pYaP/fIZRKA+/Iv/3K86zs/ScQr3d+IN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2d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MkpsQA&#10;AADeAAAADwAAAGRycy9kb3ducmV2LnhtbERP24rCMBB9X/Afwgi+LJpaWZFqFBFEhV3wBr6OzdgW&#10;m0lpYq1/bxYW9m0O5zqzRWtK0VDtCssKhoMIBHFqdcGZgvNp3Z+AcB5ZY2mZFLzIwWLe+Zhhou2T&#10;D9QcfSZCCLsEFeTeV4mULs3JoBvYijhwN1sb9AHWmdQ1PkO4KWUcRWNpsODQkGNFq5zS+/FhFDT7&#10;72u2bVy1u08+3dfoutn86ItSvW67nILw1Pp/8Z97q8P8eDiO4fedcIO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TJK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P/IMYA&#10;AADeAAAADwAAAGRycy9kb3ducmV2LnhtbERPTWvCQBC9F/oflhF6azamrWh0lVoQehGq7aHexuyY&#10;BLOz6e6q0V/vCkJv83ifM5l1phFHcr62rKCfpCCIC6trLhX8fC+ehyB8QNbYWCYFZ/Iwmz4+TDDX&#10;9sQrOq5DKWII+xwVVCG0uZS+qMigT2xLHLmddQZDhK6U2uEphptGZmk6kAZrjg0VtvRRUbFfH4yC&#10;+Wg4//t65eVltd3Q5ne7f8tcqtRTr3sfgwjUhX/x3f2p4/ysP3iB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P/IMYAAADeAAAADwAAAAAAAAAAAAAAAACYAgAAZHJz&#10;L2Rvd25yZXYueG1sUEsFBgAAAAAEAAQA9QAAAIsDAAAAAA==&#10;" fillcolor="black" stroked="f"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lpVMYA&#10;AADeAAAADwAAAGRycy9kb3ducmV2LnhtbERPS2vCQBC+C/0Pywi96cbQBomuon1AoXrwcfA4Zsdk&#10;SXY2ZLea9td3CwVv8/E9Z77sbSOu1HnjWMFknIAgLpw2XCo4Ht5HUxA+IGtsHJOCb/KwXDwM5phr&#10;d+MdXfehFDGEfY4KqhDaXEpfVGTRj11LHLmL6yyGCLtS6g5vMdw2Mk2STFo0HBsqbOmloqLef1kF&#10;p8/MTHeG0vPmZ/2mN8/1evtaK/U47FczEIH6cBf/uz90nJ9Osif4eyf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lpV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eh/cMA&#10;AADeAAAADwAAAGRycy9kb3ducmV2LnhtbERPTWsCMRC9C/6HMEJvmlWoyNYoUhF76aFq6XXYTDfb&#10;3UzWJOrqr28Ewds83ufMl51txJl8qBwrGI8yEMSF0xWXCg77zXAGIkRkjY1jUnClAMtFvzfHXLsL&#10;f9F5F0uRQjjkqMDE2OZShsKQxTByLXHifp23GBP0pdQeLyncNnKSZVNpseLUYLCld0NFvTtZBX71&#10;s65vfPqus9vnNWz/uuMMjVIvg271BiJSF5/ih/tDp/mT8fQV7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eh/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SJwcQA&#10;AADeAAAADwAAAGRycy9kb3ducmV2LnhtbERP22rCQBB9F/oPyxT6IroxD6lGVymFQqFS8PIBY3ZM&#10;gruzITvV2K/vFgp9m8O5zmozeKeu1Mc2sIHZNANFXAXbcm3geHibzEFFQbboApOBO0XYrB9GKyxt&#10;uPGOrnupVQrhWKKBRqQrtY5VQx7jNHTEiTuH3qMk2Nfa9nhL4d7pPMsK7bHl1NBgR68NVZf9lzfg&#10;8pNbfDzHrdyPept9e9mNP60xT4/DyxKU0CD/4j/3u03z81lRwO876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kic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htAMUA&#10;AADeAAAADwAAAGRycy9kb3ducmV2LnhtbERPPW/CMBDdkfofrKvUDRwyUJRiUFuElKUDIRXrER9x&#10;hH2OYhfS/npcqVK3e3qft9qMzoorDaHzrGA+y0AQN1533CqoD7vpEkSIyBqtZ1LwTQE264fJCgvt&#10;b7ynaxVbkUI4FKjAxNgXUobGkMMw8z1x4s5+cBgTHFqpB7ylcGdlnmUL6bDj1GCwp3dDzaX6cgq2&#10;VW/zujRv4fj5cTrZ8mdHx61ST4/j6wuISGP8F/+5S53m5/PFM/y+k2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G0A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LRMYA&#10;AADeAAAADwAAAGRycy9kb3ducmV2LnhtbESPT2vDMAzF74V9B6NBb63dHtKS1S1jrFDoaf1z6E3Y&#10;WpItlkPsNdm3nw6D3iTe03s/bXZjaNWd+tREtrCYG1DELvqGKwuX8362BpUyssc2Mln4pQS77dNk&#10;g6WPA3/Q/ZQrJSGcSrRQ59yVWidXU8A0jx2xaJ+xD5hl7SvtexwkPLR6aUyhAzYsDTV29FaT+z79&#10;BAtfe32MzqC7Xq7Dwa9u7wW1xtrp8/j6AirTmB/m/+uDF/zlohBeeUdm0N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JLR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YduMQA&#10;AADeAAAADwAAAGRycy9kb3ducmV2LnhtbERPS4vCMBC+C/sfwizsTVO7IFqNooIgK3vwwbLHsRnb&#10;0mZSkqjdf28WBG/z8T1ntuhMI27kfGVZwXCQgCDOra64UHA6bvpjED4ga2wsk4I/8rCYv/VmmGl7&#10;5z3dDqEQMYR9hgrKENpMSp+XZNAPbEscuYt1BkOErpDa4T2Gm0amSTKSBiuODSW2tC4prw9Xo+D3&#10;uuPL9+fX0q3Cj+2Ovk7P41qpj/duOQURqAsv8dO91XF+OhxN4P+de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GHb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j3iskA&#10;AADeAAAADwAAAGRycy9kb3ducmV2LnhtbESPQU/CQBCF7yT+h82YeIMtjShWFiIkJlxMBD3IbeiO&#10;bUN3tuyuUP31zoGE20zmzXvvmy1616oThdh4NjAeZaCIS28brgx8frwOp6BiQrbYeiYDvxRhMb8Z&#10;zLCw/swbOm1TpcSEY4EG6pS6QutY1uQwjnxHLLdvHxwmWUOlbcCzmLtW51n2oB02LAk1drSqqTxs&#10;f5yB5dN0eXy/57e/zX5Hu6/9YZKHzJi72/7lGVSiPl3Fl++1lfr5+FEABEdm0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Lj3iskAAADeAAAADwAAAAAAAAAAAAAAAACYAgAA&#10;ZHJzL2Rvd25yZXYueG1sUEsFBgAAAAAEAAQA9QAAAI4DAAAAAA==&#10;" fillcolor="black" stroked="f"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JZu8MA&#10;AADeAAAADwAAAGRycy9kb3ducmV2LnhtbERP30vDMBB+F/Y/hBv45tJOUKnLRhmMiU/dVHy9Nbem&#10;rLmUJGb1vzeC4Nt9fD9vtZnsIBL50DtWUC4KEMSt0z13Ct7fdndPIEJE1jg4JgXfFGCznt2ssNLu&#10;ygdKx9iJHMKhQgUmxrGSMrSGLIaFG4kzd3beYszQd1J7vOZwO8hlUTxIiz3nBoMjbQ21l+OXVZBO&#10;26a+T5/JHF593XnX7D9OjVK386l+BhFpiv/iP/eLzvOX5WM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JZu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DxcUA&#10;AADeAAAADwAAAGRycy9kb3ducmV2LnhtbERPTWvCQBC9C/6HZQq91U1y0BpdpYgtrRfbWKjHITvN&#10;hmZnQ3Ybo7/eLRS8zeN9znI92Eb01PnasYJ0koAgLp2uuVLweXh+eAThA7LGxjEpOJOH9Wo8WmKu&#10;3Yk/qC9CJWII+xwVmBDaXEpfGrLoJ64ljty36yyGCLtK6g5PMdw2MkuSqbRYc2ww2NLGUPlT/FoF&#10;Pt1sv3b2Mu+PL4b3xZuZvldGqfu74WkBItAQbuJ/96uO87N0lsHfO/EG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IP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44EEC" w:rsidRPr="0066767B" w:rsidRDefault="00A44EEC" w:rsidP="00A44EEC">
      <w:pPr>
        <w:spacing w:after="0" w:line="240" w:lineRule="auto"/>
        <w:rPr>
          <w:rFonts w:ascii="Times New Roman" w:eastAsia="Calibri" w:hAnsi="Times New Roman" w:cs="Times New Roman"/>
        </w:rPr>
      </w:pPr>
    </w:p>
    <w:p w:rsidR="00A44EEC" w:rsidRPr="0066767B" w:rsidRDefault="00A44EEC" w:rsidP="00A44EEC">
      <w:pPr>
        <w:spacing w:after="0" w:line="240" w:lineRule="auto"/>
        <w:rPr>
          <w:rFonts w:ascii="Times New Roman" w:eastAsia="Calibri" w:hAnsi="Times New Roman" w:cs="Times New Roman"/>
        </w:rPr>
      </w:pPr>
    </w:p>
    <w:p w:rsidR="00A44EEC" w:rsidRPr="0066767B" w:rsidRDefault="00A44EEC" w:rsidP="00A44EEC">
      <w:pPr>
        <w:spacing w:after="0" w:line="240" w:lineRule="auto"/>
        <w:rPr>
          <w:rFonts w:ascii="Times New Roman" w:eastAsia="Calibri" w:hAnsi="Times New Roman" w:cs="Times New Roman"/>
        </w:rPr>
      </w:pPr>
    </w:p>
    <w:p w:rsidR="00A44EEC" w:rsidRPr="0066767B" w:rsidRDefault="00A44EEC" w:rsidP="00A44EEC">
      <w:pPr>
        <w:spacing w:after="0" w:line="240" w:lineRule="auto"/>
        <w:rPr>
          <w:rFonts w:ascii="Times New Roman" w:eastAsia="Calibri" w:hAnsi="Times New Roman" w:cs="Times New Roman"/>
        </w:rPr>
      </w:pPr>
    </w:p>
    <w:p w:rsidR="00A44EEC" w:rsidRPr="0066767B" w:rsidRDefault="00A44EEC" w:rsidP="00A44EE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44EEC" w:rsidRPr="0066767B" w:rsidRDefault="00A44EEC" w:rsidP="00A44EE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A44EEC" w:rsidRPr="0066767B" w:rsidRDefault="00A44EEC" w:rsidP="00A44EEC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A44EEC" w:rsidRPr="0066767B" w:rsidRDefault="00A44EEC" w:rsidP="00A44EE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A44EEC" w:rsidRPr="0066767B" w:rsidRDefault="00A44EEC" w:rsidP="00A44EE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A44EEC" w:rsidRPr="0066767B" w:rsidRDefault="00A44EEC" w:rsidP="00A44EEC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E4B39B" wp14:editId="17CB1250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173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17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4EEC" w:rsidRDefault="00A44EEC" w:rsidP="00A44E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QX8IA&#10;AADeAAAADwAAAGRycy9kb3ducmV2LnhtbERPTYvCMBC9C/6HMII3TW0XlWqUIioeBNFd70MztsVm&#10;Upqo9d+bhYW9zeN9znLdmVo8qXWVZQWTcQSCOLe64kLBz/duNAfhPLLG2jIpeJOD9arfW2Kq7YvP&#10;9Lz4QoQQdikqKL1vUildXpJBN7YNceButjXoA2wLqVt8hXBTyziKptJgxaGhxIY2JeX3y8MosMn+&#10;cLwW8TnZ8sxzdprfrt1RqeGgyxYgPHX+X/znPugwP57MvuD3nXCDXH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dJBf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yHZ8cA&#10;AADeAAAADwAAAGRycy9kb3ducmV2LnhtbERPS2sCMRC+C/0PYQq9iGYVqnVrlCKs1h4KPqDXYTNu&#10;1m4mS5Lq1l/fFAq9zcf3nPmys424kA+1YwWjYQaCuHS65krB8VAMnkCEiKyxcUwKvinAcnHXm2Ou&#10;3ZV3dNnHSqQQDjkqMDG2uZShNGQxDF1LnLiT8xZjgr6S2uM1hdtGjrNsIi3WnBoMtrQyVH7uv6yC&#10;c/FuPlbT29r3Zzu69Yu3TbOdKPVw3708g4jUxX/xn/tVp/nj0fQRft9JN8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8h2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29EcUA&#10;AADeAAAADwAAAGRycy9kb3ducmV2LnhtbESP3YrCMBCF74V9hzAL3siaqqBLbRRZdBFvxJ8HGJpp&#10;U2wmpcna7tsbQfBuhnPmfGeydW9rcafWV44VTMYJCOLc6YpLBdfL7usbhA/IGmvHpOCfPKxXH4MM&#10;U+06PtH9HEoRQ9inqMCE0KRS+tyQRT92DXHUCtdaDHFtS6lb7GK4reU0SebSYsWRYLChH0P57fxn&#10;I+Q4w+Oh6C673x473B4MjzYnpYaf/WYJIlAf3ubX9V7H+tPJYg7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b0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UNsMQA&#10;AADeAAAADwAAAGRycy9kb3ducmV2LnhtbERPTUvDQBC9C/0Pywje7KahNhK7LaVWEMGDVRBvQ3aa&#10;BLOzy+7YxH/vCoK3ebzPWW8nN6gzxdR7NrCYF6CIG297bg28vT5c34JKgmxx8EwGvinBdjO7WGNt&#10;/cgvdD5Kq3IIpxoNdCKh1jo1HTlMcx+IM3fy0aFkGFttI4453A26LIqVdthzbugw0L6j5vP45Qw8&#10;j4fwVK1uTuEjLkud7q2878WYq8tpdwdKaJJ/8Z/70eb55aKq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1Db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6M+MQA&#10;AADeAAAADwAAAGRycy9kb3ducmV2LnhtbESPzWrCQBDH74W+wzIFL0U3KlhJXUVEpXgRtQ8wZMds&#10;aHY2ZFcT375zELzNMP+P3yxWva/VndpYBTYwHmWgiItgKy4N/F52wzmomJAt1oHJwIMirJbvbwvM&#10;bej4RPdzKpWEcMzRgEupybWOhSOPcRQaYrldQ+sxydqW2rbYSbiv9STLZtpjxdLgsKGNo+LvfPNS&#10;cpzi8XDtLrt9jx1uD44/1ydjBh/9+htUoj69xE/3jxX8yfhLeOUdmUE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ujP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8WcUA&#10;AADeAAAADwAAAGRycy9kb3ducmV2LnhtbERPTUsDMRC9C/0PYQRvNttFW12bllIVitCDVRBvw2a6&#10;u7iZhGTsrv++EQRv83ifs1yPrlcniqnzbGA2LUAR19523Bh4f3u+vgOVBNli75kM/FCC9WpyscTK&#10;+oFf6XSQRuUQThUaaEVCpXWqW3KYpj4QZ+7oo0PJMDbaRhxyuOt1WRRz7bDj3NBioG1L9dfh2xnY&#10;D0/hZTG/PYbPeFPq9GjlYyvGXF2OmwdQQqP8i//cO5vnl7PFP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jx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4CsgA&#10;AADeAAAADwAAAGRycy9kb3ducmV2LnhtbESPQUsDMRCF70L/Q5iCF7HZVpSyNi1tISgoFGuh12Ez&#10;3V3cTJYkdtd/7xwEbzPMm/fet9qMvlNXiqkNbGA+K0ARV8G1XBs4fdr7JaiUkR12gcnADyXYrCc3&#10;KyxdGPiDrsdcKzHhVKKBJue+1DpVDXlMs9ATy+0Soscsa6y1iziIue/0oiietMeWJaHBnvYNVV/H&#10;b29gdxjqh3hX7cbwdnk5P1rr7Ls15nY6bp9BZRrzv/jv+9VJ/cV8KQCC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zPgK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XbsIA&#10;AADeAAAADwAAAGRycy9kb3ducmV2LnhtbERPS2rDMBDdF3oHMYHuGtmmCcaNEkKLoZRs8jnAYE0t&#10;J9bISIrj3r4qBLKbx/vOajPZXozkQ+dYQT7PQBA3TnfcKjgd69cSRIjIGnvHpOCXAmzWz08rrLS7&#10;8Z7GQ2xFCuFQoQIT41BJGRpDFsPcDcSJ+3HeYkzQt1J7vKVw28siy5bSYsepweBAH4aay+FqFdTf&#10;xW68XLWv3XZ6s7Qw5/LTKPUym7bvICJN8SG+u790ml/kZQ7/76Qb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Bd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D5sQA&#10;AADeAAAADwAAAGRycy9kb3ducmV2LnhtbERP32vCMBB+H/g/hBN8GTO1MpHOKDoIDhyM6WCvR3O2&#10;xeZSksx2/70RBnu7j+/nrTaDbcWVfGgcK5hNMxDEpTMNVwq+TvppCSJEZIOtY1LwSwE269HDCgvj&#10;ev6k6zFWIoVwKFBBHWNXSBnKmiyGqeuIE3d23mJM0FfSeOxTuG1lnmULabHh1FBjR681lZfjj1Ww&#10;++iruX8sd4M7nPffz1ob/a6VmoyH7QuISEP8F/+530yan8+WOdzfS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Sw+b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4sgsMA&#10;AADeAAAADwAAAGRycy9kb3ducmV2LnhtbERP3WrCMBS+H+wdwhF2N1PrNkpnFJkUZHgz3QMcmrOm&#10;2pyUJNbu7Y0geHc+vt+zWI22EwP50DpWMJtmIIhrp1tuFPweqtcCRIjIGjvHpOCfAqyWz08LLLW7&#10;8A8N+9iIFMKhRAUmxr6UMtSGLIap64kT9+e8xZigb6T2eEnhtpN5ln1Iiy2nBoM9fRmqT/uzVVB9&#10;57vhdNa+cuvxzdK7ORYbo9TLZFx/gog0xof47t7qND+fFX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4s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kqHsAA&#10;AADeAAAADwAAAGRycy9kb3ducmV2LnhtbERPy6rCMBDdC/5DGMGdTesLqUYRwct1afUDhmZsi82k&#10;Nrm2/v2NILibw3nOZtebWjypdZVlBUkUgyDOra64UHC9HCcrEM4ja6wtk4IXOdhth4MNptp2fKZn&#10;5gsRQtilqKD0vkmldHlJBl1kG+LA3Wxr0AfYFlK32IVwU8tpHC+lwYpDQ4kNHUrK79mfUTB/dT+P&#10;bHGPj9pQcpo1J/b5QqnxqN+vQXjq/Vf8cf/qMH+arObwfifc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kqH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eZKsQA&#10;AADeAAAADwAAAGRycy9kb3ducmV2LnhtbERPTWuDQBC9B/oflin0lqwKDYnJKtKQUnpqTdrz4E5U&#10;4s6Kuxrz77uFQm/zeJ+zz2fTiYkG11pWEK8iEMSV1S3XCs6n43IDwnlkjZ1lUnAnB3n2sNhjqu2N&#10;P2kqfS1CCLsUFTTe96mUrmrIoFvZnjhwFzsY9AEOtdQD3kK46WQSRWtpsOXQ0GBPLw1V13I0Csb1&#10;d3Lmy7v+KA/31+3hWDj5VSv19DgXOxCeZv8v/nO/6TA/iTfP8PtOu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HmS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q3QMYA&#10;AADeAAAADwAAAGRycy9kb3ducmV2LnhtbERPS2vCQBC+F/wPyxS8NRsfhJi6ii0UtIeKVg/eptlp&#10;Es3OptlV03/vFoTe5uN7znTemVpcqHWVZQWDKAZBnFtdcaFg9/n2lIJwHlljbZkU/JKD+az3MMVM&#10;2ytv6LL1hQgh7DJUUHrfZFK6vCSDLrINceC+bWvQB9gWUrd4DeGmlsM4TqTBikNDiQ29lpSftmej&#10;YL9Ok8n6ZTU+vn984cjon4OuEqX6j93iGYSnzv+L7+6lDvOHgzSBv3fC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q3Q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+FT8QA&#10;AADeAAAADwAAAGRycy9kb3ducmV2LnhtbERPTWvCQBC9F/wPyxS81Y1p0RBdRS214smmgtchOyah&#10;2dmQXTX217uC4G0e73Om887U4kytqywrGA4iEMS51RUXCva/X28JCOeRNdaWScGVHMxnvZcpptpe&#10;+IfOmS9ECGGXooLS+yaV0uUlGXQD2xAH7mhbgz7AtpC6xUsIN7WMo2gkDVYcGkpsaFVS/pedjIL/&#10;0QF37jtefr5rT9ePZG23u7VS/dduMQHhqfNP8cO90WF+PEzGcH8n3C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PhU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l4k8YA&#10;AADeAAAADwAAAGRycy9kb3ducmV2LnhtbESPQW/CMAyF70j7D5GRdoOUik1dIaAJMWm3jW4/wGq8&#10;tKJxShOg49fjw6TdbL3n9z6vt6Pv1IWG2AY2sJhnoIjrYFt2Br6/3mYFqJiQLXaBycAvRdhuHiZr&#10;LG248oEuVXJKQjiWaKBJqS+1jnVDHuM89MSi/YTBY5J1cNoOeJVw3+k8y561x5alocGedg3Vx+rs&#10;DZxC/mTHao8fx/3LZ+vc8nQ7LI15nI6vK1CJxvRv/rt+t4KfLwrhlXdkBr2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l4k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748QA&#10;AADeAAAADwAAAGRycy9kb3ducmV2LnhtbERPyW7CMBC9V+o/WFOJW+MAAkIag1okJK4shx6n9pCk&#10;jcdpbELg6+tKlXqbp7dOsR5sI3rqfO1YwThJQRBrZ2ouFZyO2+cMhA/IBhvHpOBGHtarx4cCc+Ou&#10;vKf+EEoRQ9jnqKAKoc2l9Loiiz5xLXHkzq6zGCLsSmk6vMZw28hJms6lxZpjQ4UtbSrSX4eLVbCr&#10;P2g21+elzd70/v3+HaaLT6PU6Gl4fQERaAj/4j/3zsT5k3G2hN934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Zu+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9dMUA&#10;AADeAAAADwAAAGRycy9kb3ducmV2LnhtbERPTWvCQBC9F/oflin0VjfmIDV1lVooKG0FP6jXITtm&#10;Q7OzIbvG+O87B8HbzLyPeW+2GHyjeupiHdjAeJSBIi6DrbkycNh/vryCignZYhOYDFwpwmL++DDD&#10;woYLb6nfpUqJCccCDbiU2kLrWDryGEehJRbsFDqPSdau0rbDi5j7RudZNtEea5YPDlv6cFT+7c7e&#10;QI+ba3Z0y5/puv4u883y98vK3Tw/De9voBIN6U6+qVdW4ufjqRSQOjKDn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310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oHdcMA&#10;AADeAAAADwAAAGRycy9kb3ducmV2LnhtbERPPU/DMBDdkfofrKvERp1kQBDqVqhSK0YIDB2P+Bqn&#10;xHeRbZrAr8dISGz39D5vvZ39oC4UYi9soFwVoIhbsT13Bt5e9zd3oGJCtjgIk4EvirDdLK7WWFuZ&#10;+IUuTepUDuFYowGX0lhrHVtHHuNKRuLMnSR4TBmGTtuAUw73g66K4lZ77Dk3OBxp56j9aD69genQ&#10;vp+r09G67zDKvnmWczWIMdfL+fEBVKI5/Yv/3E82z6/K+xJ+38k3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oHd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CJFcUA&#10;AADeAAAADwAAAGRycy9kb3ducmV2LnhtbERPS2sCMRC+F/ofwgjeatY9WF2N4hOKVIqP3qebcXdr&#10;Mlk2Udd/3xQKvc3H95zJrLVG3KjxlWMF/V4Cgjh3uuJCwem4eRmC8AFZo3FMCh7kYTZ9fppgpt2d&#10;93Q7hELEEPYZKihDqDMpfV6SRd9zNXHkzq6xGCJsCqkbvMdwa2SaJANpseLYUGJNy5Lyy+FqFWw+&#10;VuY73e3nnzIs169fZrhdrN6V6nba+RhEoDb8i//cbzrOT/ujFH7fiTfI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sIk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xGsYA&#10;AADeAAAADwAAAGRycy9kb3ducmV2LnhtbERPTWvCQBC9C/0PyxR6KbpRUWJ0lVIoptBCjYLXMTtN&#10;gtnZkN0m6b/vCgVv83ifs9kNphYdta6yrGA6iUAQ51ZXXCg4Hd/GMQjnkTXWlknBLznYbR9GG0y0&#10;7flAXeYLEULYJaig9L5JpHR5SQbdxDbEgfu2rUEfYFtI3WIfwk0tZ1G0lAYrDg0lNvRaUn7NfoyC&#10;7uvjUqSda96v8bNbzC/7/ac+K/X0OLysQXga/F387051mD+bruZweyfc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rxG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8Xc8UA&#10;AADeAAAADwAAAGRycy9kb3ducmV2LnhtbERPTWsCMRC9C/0PYQRvmnWxolujVEHwUlDbQ72Nm3F3&#10;cTNZk6jb/nojFHqbx/uc2aI1tbiR85VlBcNBAoI4t7riQsHX57o/AeEDssbaMin4IQ+L+Utnhpm2&#10;d97RbR8KEUPYZ6igDKHJpPR5SQb9wDbEkTtZZzBE6AqpHd5juKllmiRjabDi2FBiQ6uS8vP+ahQs&#10;p5PlZTvij9/d8UCH7+P5NXWJUr1u+/4GIlAb/sV/7o2O89PhdAT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jxdzxQAAAN4AAAAPAAAAAAAAAAAAAAAAAJgCAABkcnMv&#10;ZG93bnJldi54bWxQSwUGAAAAAAQABAD1AAAAigMAAAAA&#10;" fillcolor="black" stroked="f"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86MYA&#10;AADeAAAADwAAAGRycy9kb3ducmV2LnhtbERPS2vCQBC+C/6HZQredGNAsamr1BcI1YO2hx7H7Jgs&#10;yc6G7Kppf323UOhtPr7nzJedrcWdWm8cKxiPEhDEudOGCwUf77vhDIQPyBprx6TgizwsF/3eHDPt&#10;Hnyi+zkUIoawz1BBGUKTSenzkiz6kWuII3d1rcUQYVtI3eIjhttapkkylRYNx4YSG1qXlFfnm1Xw&#10;+TY1s5Oh9HL4Xm31YVKtjptKqcFT9/oCIlAX/sV/7r2O89Px8wR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C86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BPrcQA&#10;AADeAAAADwAAAGRycy9kb3ducmV2LnhtbERPS2sCMRC+C/6HMEJvNasHsVujSKW0lx7qA6/DZrrZ&#10;7mayJlFXf70RBG/z8T1ntuhsI07kQ+VYwWiYgSAunK64VLDdfL5OQYSIrLFxTAouFGAx7/dmmGt3&#10;5l86rWMpUgiHHBWYGNtcylAYshiGriVO3J/zFmOCvpTa4zmF20aOs2wiLVacGgy29GGoqNdHq8Av&#10;96v6ysddnV1/LuHrvztM0Sj1MuiW7yAidfEpfri/dZo/Hr1N4P5Ou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AT6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1cfcQA&#10;AADeAAAADwAAAGRycy9kb3ducmV2LnhtbERP22rCQBB9F/oPyxR8kboxD7WmrlIKBaEiePmAaXZM&#10;gruzITvV2K/vCoJvczjXmS9779SZutgENjAZZ6CIy2Abrgwc9l8vb6CiIFt0gcnAlSIsF0+DORY2&#10;XHhL551UKoVwLNBALdIWWseyJo9xHFrixB1D51ES7CptO7ykcO90nmWv2mPDqaHGlj5rKk+7X2/A&#10;5T9u9j2Na7ke9Dr787Idbawxw+f+4x2UUC8P8d29sml+PplN4fZOukE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9XH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KJVccA&#10;AADeAAAADwAAAGRycy9kb3ducmV2LnhtbESPQU/DMAyF70j7D5EncWPpekBQlk3ANKmXHShDu3qN&#10;aSoSp2rC1vHr8QGJm633/N7n1WYKXp1pTH1kA8tFAYq4jbbnzsDhfXf3ACplZIs+Mhm4UoLNenaz&#10;wsrGC7/RucmdkhBOFRpwOQ+V1ql1FDAt4kAs2mccA2ZZx07bES8SHrwui+JeB+xZGhwO9Oqo/Wq+&#10;g4FtM/jyULuXdPzYn06+/tnRcWvM7Xx6fgKVacr/5r/r2gp+uXwUXnlHZ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yiVX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ue+MQA&#10;AADeAAAADwAAAGRycy9kb3ducmV2LnhtbERPPWvDMBDdC/0P4grZGikZksaJEkppwJCprj1kO6Sr&#10;7dY6GUuJnX9fBQrd7vE+b3eYXCeuNITWs4bFXIEgNt62XGsoP4/PLyBCRLbYeSYNNwpw2D8+7DCz&#10;fuQPuhaxFimEQ4Yamhj7TMpgGnIY5r4nTtyXHxzGBIda2gHHFO46uVRqJR22nBoa7OmtIfNTXJyG&#10;76M8eaPQVGU15nZ9fl9Rp7SePU2vWxCRpvgv/nPnNs1fLjYbuL+Tbp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7nvj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Yw+cUA&#10;AADeAAAADwAAAGRycy9kb3ducmV2LnhtbESPT4vCMBDF78J+hzDC3jS1CyLVKLogyC4e/IN4HJux&#10;LW0mJYna/fYbQfA2w3vvN29mi8404k7OV5YVjIYJCOLc6ooLBcfDejAB4QOyxsYyKfgjD4v5R2+G&#10;mbYP3tF9HwoRIewzVFCG0GZS+rwkg35oW+KoXa0zGOLqCqkdPiLcNDJNkrE0WHG8UGJL3yXl9f5m&#10;FJxvv3zdfv0s3SqcbHfwdXqZ1Ep99rvlFESgLrzNr/RGx/ppZMLznTiD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jD5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AEMUA&#10;AADeAAAADwAAAGRycy9kb3ducmV2LnhtbERPTWsCMRC9F/ofwhS81cRFi90aRQsFL4LaHupt3Ex3&#10;FzeTNYm6+usbodDbPN7nTGadbcSZfKgdaxj0FQjiwpmaSw1fnx/PYxAhIhtsHJOGKwWYTR8fJpgb&#10;d+ENnbexFCmEQ44aqhjbXMpQVGQx9F1LnLgf5y3GBH0pjcdLCreNzJR6kRZrTg0VtvReUXHYnqyG&#10;xet4cVwPeXXb7He0+94fRplXWveeuvkbiEhd/Bf/uZcmzc8yNYD7O+kG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0AQxQAAAN4AAAAPAAAAAAAAAAAAAAAAAJgCAABkcnMv&#10;ZG93bnJldi54bWxQSwUGAAAAAAQABAD1AAAAigMAAAAA&#10;" fillcolor="black" stroked="f"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PVzcMA&#10;AADeAAAADwAAAGRycy9kb3ducmV2LnhtbERP30vDMBB+F/Y/hBv45tJVEKnLRhkMx566qfh6a86m&#10;2FxKErPuv18Ewbf7+H7eajPZQSTyoXesYLkoQBC3TvfcKXh/2z08gwgRWePgmBRcKcBmPbtbYaXd&#10;hY+UTrETOYRDhQpMjGMlZWgNWQwLNxJn7st5izFD30nt8ZLD7SDLoniSFnvODQZH2hpqv08/VkE6&#10;b5v6MX0mczz4uvOuef04N0rdz6f6BUSkKf6L/9x7neeXZVHC7zv5B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PVz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0X8UA&#10;AADeAAAADwAAAGRycy9kb3ducmV2LnhtbERPTWvCQBC9C/0PyxS86cYI0kZXKdIW24uaCnocstNs&#10;aHY2ZNeY9te7BcHbPN7nLFa9rUVHra8cK5iMExDEhdMVlwoOX2+jJxA+IGusHZOCX/KwWj4MFphp&#10;d+E9dXkoRQxhn6ECE0KTSekLQxb92DXEkft2rcUQYVtK3eIlhttapkkykxYrjg0GG1obKn7ys1Xg&#10;J+vX46f9e+5O74a3+YeZ7Uqj1PCxf5mDCNSHu/jm3ug4P02TKfy/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zR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44EEC" w:rsidRDefault="00A44EEC" w:rsidP="00A44E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44EEC" w:rsidRPr="0066767B" w:rsidRDefault="00A44EEC" w:rsidP="00A44EE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A44EEC" w:rsidRPr="0066767B" w:rsidRDefault="00A44EEC" w:rsidP="00A44EE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A44EEC" w:rsidRPr="0066767B" w:rsidRDefault="00A44EEC" w:rsidP="00A44EEC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A44EEC" w:rsidRPr="0066767B" w:rsidRDefault="00A44EEC" w:rsidP="00A44EEC">
      <w:pPr>
        <w:spacing w:after="0" w:line="240" w:lineRule="auto"/>
        <w:rPr>
          <w:rFonts w:ascii="Times New Roman" w:eastAsia="Calibri" w:hAnsi="Times New Roman" w:cs="Times New Roman"/>
        </w:rPr>
      </w:pPr>
    </w:p>
    <w:p w:rsidR="00A44EEC" w:rsidRDefault="00A44EEC" w:rsidP="00A44EEC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A44EEC" w:rsidRDefault="00A44EEC" w:rsidP="00A44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A44EEC" w:rsidRDefault="00A44EEC" w:rsidP="00A44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Пасько В.Г.</w:t>
      </w: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Пасько В.Г.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44EEC" w:rsidRPr="00717B0B" w:rsidRDefault="00A44EEC" w:rsidP="00A44E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Пасько Віктору Григоровичу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C16000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</w:t>
      </w:r>
      <w:r>
        <w:rPr>
          <w:rFonts w:ascii="Times New Roman" w:eastAsia="Calibri" w:hAnsi="Times New Roman" w:cs="Times New Roman"/>
          <w:sz w:val="24"/>
          <w:lang w:val="uk-UA"/>
        </w:rPr>
        <w:t>,2457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за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земель запасу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кад</w:t>
      </w:r>
      <w:r>
        <w:rPr>
          <w:rFonts w:ascii="Times New Roman" w:eastAsia="Calibri" w:hAnsi="Times New Roman" w:cs="Times New Roman"/>
          <w:sz w:val="24"/>
        </w:rPr>
        <w:t>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6823984000:03:01</w:t>
      </w:r>
      <w:r>
        <w:rPr>
          <w:rFonts w:ascii="Times New Roman" w:eastAsia="Calibri" w:hAnsi="Times New Roman" w:cs="Times New Roman"/>
          <w:sz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</w:rPr>
        <w:t>:0</w:t>
      </w:r>
      <w:r>
        <w:rPr>
          <w:rFonts w:ascii="Times New Roman" w:eastAsia="Calibri" w:hAnsi="Times New Roman" w:cs="Times New Roman"/>
          <w:sz w:val="24"/>
          <w:lang w:val="uk-UA"/>
        </w:rPr>
        <w:t>352</w:t>
      </w:r>
      <w:r w:rsidRPr="00717B0B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A44EEC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Пасько В.Г.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ради.</w:t>
      </w: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A44EEC" w:rsidRPr="00717B0B" w:rsidRDefault="00A44EEC" w:rsidP="00A44E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A44EEC" w:rsidRPr="00717B0B" w:rsidRDefault="00A44EEC" w:rsidP="00A44EE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EE427F" w:rsidRPr="00A44EEC" w:rsidRDefault="00A44EEC" w:rsidP="00A44EE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EE427F" w:rsidRPr="00A44EE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5B9" w:rsidRDefault="005675B9">
      <w:pPr>
        <w:spacing w:after="0" w:line="240" w:lineRule="auto"/>
      </w:pPr>
      <w:r>
        <w:separator/>
      </w:r>
    </w:p>
  </w:endnote>
  <w:endnote w:type="continuationSeparator" w:id="0">
    <w:p w:rsidR="005675B9" w:rsidRDefault="00567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5B9" w:rsidRDefault="005675B9">
      <w:pPr>
        <w:spacing w:after="0" w:line="240" w:lineRule="auto"/>
      </w:pPr>
      <w:r>
        <w:separator/>
      </w:r>
    </w:p>
  </w:footnote>
  <w:footnote w:type="continuationSeparator" w:id="0">
    <w:p w:rsidR="005675B9" w:rsidRDefault="00567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EC"/>
    <w:rsid w:val="005675B9"/>
    <w:rsid w:val="00580714"/>
    <w:rsid w:val="00A44EEC"/>
    <w:rsid w:val="00C16000"/>
    <w:rsid w:val="00EE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C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C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2021-01-18T12:07:00Z</dcterms:created>
  <dcterms:modified xsi:type="dcterms:W3CDTF">2021-01-18T12:29:00Z</dcterms:modified>
</cp:coreProperties>
</file>