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EFF" w:rsidRDefault="00FA2EFF" w:rsidP="00FA2E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A2EFF" w:rsidRDefault="00FA2EFF" w:rsidP="00FA2EFF"/>
    <w:p w:rsidR="00FA2EFF" w:rsidRDefault="00FA2EFF" w:rsidP="00FA2EFF"/>
    <w:p w:rsidR="00FA2EFF" w:rsidRDefault="00FA2EFF" w:rsidP="00FA2E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A2EFF" w:rsidRDefault="00FA2EFF" w:rsidP="00FA2E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A2EFF" w:rsidRDefault="00FA2EFF" w:rsidP="00FA2E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A2EFF" w:rsidRDefault="00FA2EFF" w:rsidP="00FA2E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A2EFF" w:rsidRDefault="00FA2EFF" w:rsidP="00FA2E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2EFF" w:rsidRDefault="00FA2EFF" w:rsidP="00FA2E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A2EFF" w:rsidRDefault="00FA2EFF" w:rsidP="00FA2E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2EFF" w:rsidRDefault="00FA2EFF" w:rsidP="00FA2EF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A2EFF" w:rsidRPr="0063686B" w:rsidRDefault="00FA2EFF" w:rsidP="00FA2EF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FA2EFF" w:rsidRPr="00E52C0C" w:rsidRDefault="00FA2EFF" w:rsidP="00FA2EF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FA2EFF" w:rsidRPr="00E52C0C" w:rsidRDefault="00FA2EFF" w:rsidP="00FA2EF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FA2EFF" w:rsidRPr="00E52C0C" w:rsidRDefault="00FA2EFF" w:rsidP="00FA2EF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FA2EFF" w:rsidRPr="00E52C0C" w:rsidRDefault="00FA2EFF" w:rsidP="00FA2EF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FA2EFF" w:rsidRPr="00E52C0C" w:rsidRDefault="00FA2EFF" w:rsidP="00FA2EF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Фурманець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Н.Т.</w:t>
      </w:r>
    </w:p>
    <w:p w:rsidR="00FA2EFF" w:rsidRPr="00E52C0C" w:rsidRDefault="00FA2EFF" w:rsidP="00FA2EF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FF" w:rsidRPr="00E52C0C" w:rsidRDefault="00FA2EFF" w:rsidP="00FA2EF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Фурманець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Н.Т.,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рада </w:t>
      </w:r>
    </w:p>
    <w:p w:rsidR="00FA2EFF" w:rsidRPr="00E52C0C" w:rsidRDefault="00FA2EFF" w:rsidP="00FA2EFF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FA2EFF" w:rsidRPr="00E52C0C" w:rsidRDefault="00FA2EFF" w:rsidP="00FA2EF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Фурманець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Тадеушівні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33711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0,3729 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03:018:0334).</w:t>
      </w:r>
      <w:proofErr w:type="gramEnd"/>
    </w:p>
    <w:p w:rsidR="00FA2EFF" w:rsidRPr="00E52C0C" w:rsidRDefault="00FA2EFF" w:rsidP="00FA2EF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Фурманець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Н.Т.,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FA2EFF" w:rsidRPr="00E52C0C" w:rsidRDefault="00FA2EFF" w:rsidP="00FA2EF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A2EFF" w:rsidRPr="00E52C0C" w:rsidRDefault="00FA2EFF" w:rsidP="00FA2EF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A2EFF" w:rsidRPr="00E52C0C" w:rsidRDefault="00FA2EFF" w:rsidP="00FA2EF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FF" w:rsidRPr="00E52C0C" w:rsidRDefault="00FA2EFF" w:rsidP="00FA2EF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FF" w:rsidRPr="00FA2EFF" w:rsidRDefault="00FA2EFF" w:rsidP="00FA2EF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FA2EFF" w:rsidRPr="00E52C0C" w:rsidRDefault="00FA2EFF" w:rsidP="00FA2EF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A12E6" w:rsidRPr="00FA2EFF" w:rsidRDefault="00FA2EFF" w:rsidP="00FA2EF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1A12E6" w:rsidRPr="00FA2EF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EFF"/>
    <w:rsid w:val="00171A2E"/>
    <w:rsid w:val="001A12E6"/>
    <w:rsid w:val="00304C90"/>
    <w:rsid w:val="00337116"/>
    <w:rsid w:val="00505B6D"/>
    <w:rsid w:val="006D3977"/>
    <w:rsid w:val="007D6C18"/>
    <w:rsid w:val="00D1641A"/>
    <w:rsid w:val="00FA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246</Words>
  <Characters>1405</Characters>
  <Application>Microsoft Office Word</Application>
  <DocSecurity>0</DocSecurity>
  <Lines>11</Lines>
  <Paragraphs>3</Paragraphs>
  <ScaleCrop>false</ScaleCrop>
  <Company>Microsoft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2020-05-21T17:06:00Z</dcterms:created>
  <dcterms:modified xsi:type="dcterms:W3CDTF">2020-05-21T17:58:00Z</dcterms:modified>
</cp:coreProperties>
</file>