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AFA" w:rsidRDefault="00021AFA" w:rsidP="00021A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21AFA" w:rsidRDefault="00021AFA" w:rsidP="00021AFA"/>
    <w:p w:rsidR="00021AFA" w:rsidRDefault="00021AFA" w:rsidP="00021AFA"/>
    <w:p w:rsidR="00021AFA" w:rsidRDefault="00021AFA" w:rsidP="00021AF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21AFA" w:rsidRDefault="00021AFA" w:rsidP="00021AF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21AFA" w:rsidRDefault="00021AFA" w:rsidP="00021AF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21AFA" w:rsidRDefault="00021AFA" w:rsidP="00021AF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21AFA" w:rsidRDefault="00021AFA" w:rsidP="00021AF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AFA" w:rsidRDefault="00021AFA" w:rsidP="00021A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021AFA" w:rsidRDefault="00021AFA" w:rsidP="00021A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FA" w:rsidRDefault="00021AFA" w:rsidP="00021AF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21AFA" w:rsidRPr="00685040" w:rsidRDefault="00021AFA" w:rsidP="00021AF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№99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21AFA" w:rsidRPr="00555B37" w:rsidRDefault="00021AFA" w:rsidP="00021AF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21AFA" w:rsidRPr="00555B37" w:rsidRDefault="00021AFA" w:rsidP="00021AF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021AFA" w:rsidRPr="00555B37" w:rsidRDefault="00021AFA" w:rsidP="00021AF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021AFA" w:rsidRPr="00555B37" w:rsidRDefault="00021AFA" w:rsidP="00021AF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021AFA" w:rsidRPr="00555B37" w:rsidRDefault="00021AFA" w:rsidP="00021AF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Столярчуку Д.В.</w:t>
      </w:r>
    </w:p>
    <w:p w:rsidR="00021AFA" w:rsidRPr="00555B37" w:rsidRDefault="00021AFA" w:rsidP="00021AF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21AFA" w:rsidRPr="00555B37" w:rsidRDefault="00021AFA" w:rsidP="00021AF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Столярчука Д.В., сільська   рада    </w:t>
      </w:r>
    </w:p>
    <w:p w:rsidR="00021AFA" w:rsidRPr="00555B37" w:rsidRDefault="00021AFA" w:rsidP="00021AF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021AFA" w:rsidRPr="00555B37" w:rsidRDefault="00021AFA" w:rsidP="00021AF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Затвердити Столярчуку Денису Вікторовичу проект землеустрою щодо відведення земельної ділянки, </w:t>
      </w:r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для ведення особистого селянського господарства, 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 0,3770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область, Славутський  район, </w:t>
      </w:r>
      <w:r w:rsidRPr="00555B37">
        <w:rPr>
          <w:rFonts w:ascii="Times New Roman" w:eastAsia="Arial Unicode MS" w:hAnsi="Times New Roman" w:cs="Times New Roman"/>
          <w:sz w:val="24"/>
          <w:szCs w:val="24"/>
        </w:rPr>
        <w:t>с.Колом’є.</w:t>
      </w:r>
    </w:p>
    <w:p w:rsidR="00021AFA" w:rsidRPr="00555B37" w:rsidRDefault="00021AFA" w:rsidP="00021AF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Передати Столярчуку Денису Вікторовичу, який зареєстрований за адресою: </w:t>
      </w:r>
      <w:r w:rsidR="003A11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________________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3A11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0,3770 га, кадастровий номер: 6823986800:02:001:0041, для </w:t>
      </w:r>
      <w:r w:rsidRPr="00555B37"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господарства,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Славутський  район, с.Колом’є.</w:t>
      </w:r>
    </w:p>
    <w:p w:rsidR="00021AFA" w:rsidRPr="00555B37" w:rsidRDefault="00021AFA" w:rsidP="00021AF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Столярчуку Д.В., якому передана земельна ділянка у власність, посвідчити право власності  в установленому  законом порядку.</w:t>
      </w:r>
    </w:p>
    <w:p w:rsidR="00021AFA" w:rsidRPr="00555B37" w:rsidRDefault="00021AFA" w:rsidP="00021AF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21AFA" w:rsidRPr="00021AFA" w:rsidRDefault="00021AFA" w:rsidP="00021AF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A52E0B" w:rsidRPr="00021AFA" w:rsidRDefault="00021AFA" w:rsidP="00021AF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sectPr w:rsidR="00A52E0B" w:rsidRPr="00021AFA" w:rsidSect="00021AFA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FA"/>
    <w:rsid w:val="00021AFA"/>
    <w:rsid w:val="00171A2E"/>
    <w:rsid w:val="00304C90"/>
    <w:rsid w:val="003A11D1"/>
    <w:rsid w:val="00505B6D"/>
    <w:rsid w:val="006D3977"/>
    <w:rsid w:val="007D6C18"/>
    <w:rsid w:val="00A52E0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282</Words>
  <Characters>1610</Characters>
  <Application>Microsoft Office Word</Application>
  <DocSecurity>0</DocSecurity>
  <Lines>13</Lines>
  <Paragraphs>3</Paragraphs>
  <ScaleCrop>false</ScaleCrop>
  <Company>Microsoft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2020-05-27T16:56:00Z</dcterms:created>
  <dcterms:modified xsi:type="dcterms:W3CDTF">2020-05-27T17:36:00Z</dcterms:modified>
</cp:coreProperties>
</file>