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961" w:rsidRPr="0081108E" w:rsidRDefault="00943961" w:rsidP="0094396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43961" w:rsidRPr="0081108E" w:rsidRDefault="00943961" w:rsidP="0094396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43961" w:rsidRPr="0081108E" w:rsidRDefault="007A690D" w:rsidP="0094396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118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BzLK0XeHYAAGBZBAAOAAAA&#10;AAAAAAAAAAAAAC4CAABkcnMvZTJvRG9jLnhtbFBLAQItABQABgAIAAAAIQCe02Rt3QAAAAYBAAAP&#10;AAAAAAAAAAAAAAAAANJ4AABkcnMvZG93bnJldi54bWxQSwUGAAAAAAQABADzAAAA3Hk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cycIA&#10;AADeAAAADwAAAGRycy9kb3ducmV2LnhtbERPy6rCMBDdC/cfwly4O02r4KMaRUQvLgSpj/3QjG2x&#10;mZQmav17Iwju5nCeM1u0phJ3alxpWUHci0AQZ1aXnCs4HTfdMQjnkTVWlknBkxws5j+dGSbaPjil&#10;+8HnIoSwS1BB4X2dSOmyggy6nq2JA3exjUEfYJNL3eAjhJtK9qNoKA2WHBoKrGlVUHY93IwCO/jf&#10;7s55Px2seeR5uR9fzu1Oqb/fdjkF4an1X/HHvdVhfhTHE3i/E2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G1zJ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mNSskA&#10;AADeAAAADwAAAGRycy9kb3ducmV2LnhtbESPT08CMRDF7yZ8h2ZIvBDpwgF1pRBDsv7hQAKaeJ1s&#10;x+3qdrppK6x8euZg4m0m8+a991uuB9+pI8XUBjYwmxagiOtgW24MvL9VN3egUka22AUmA7+UYL0a&#10;XS2xtOHEezoecqPEhFOJBlzOfal1qh15TNPQE8vtM0SPWdbYaBvxJOa+0/OiWGiPLUuCw542jurv&#10;w4838FXt3Mfm9vwUJ/d7Ok+q7XP3ujDmejw8PoDKNOR/8d/3i5X6xWwuAIIjM+jV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4mNS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aM0MUA&#10;AADeAAAADwAAAGRycy9kb3ducmV2LnhtbESP3YrCMBCF74V9hzDC3siaVmGRblORRRfxRvx5gKEZ&#10;m2IzKU209e2NIOzdDOfM+c7ky8E24k6drx0rSKcJCOLS6ZorBefT5msBwgdkjY1jUvAgD8viY5Rj&#10;pl3PB7ofQyViCPsMFZgQ2kxKXxqy6KeuJY7axXUWQ1y7SuoO+xhuGzlLkm9pseZIMNjSr6HyerzZ&#10;CNnPcb+79KfN34A9rneGJ6uDUp/jYfUDItAQ/s3v662O9ZN0lsLrnTiDL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1oz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AHncQA&#10;AADeAAAADwAAAGRycy9kb3ducmV2LnhtbERPTUsDMRC9C/6HMII3m+2iVdampbQVRPDQKpTehs10&#10;d3EzCcm0u/57Iwje5vE+Z74cXa8uFFPn2cB0UoAirr3tuDHw+fFy9wQqCbLF3jMZ+KYEy8X11Rwr&#10;6wfe0WUvjcohnCo00IqESutUt+QwTXwgztzJR4eSYWy0jTjkcNfrsihm2mHHuaHFQOuW6q/92Rl4&#10;H7bh7XH2cArHeF/qtLFyWIsxtzfj6hmU0Cj/4j/3q83zi2lZwu87+Qa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AB5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i3PMMA&#10;AADeAAAADwAAAGRycy9kb3ducmV2LnhtbESP0YrCMBBF3wX/IYzgi2iqwiLVKCIq4otY/YChGZti&#10;MylNtPXvzcLCvs1w79xzZ7XpbCXe1PjSsYLpJAFBnDtdcqHgfjuMFyB8QNZYOSYFH/KwWfd7K0y1&#10;a/lK7ywUIoawT1GBCaFOpfS5IYt+4mriqD1cYzHEtSmkbrCN4baSsyT5kRZLjgSDNe0M5c/sZSPk&#10;MsfL+dHeDscOW9yfDY+2V6WGg267BBGoC//mv+uTjvWT6WwOv+/EGe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i3PM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6csQA&#10;AADeAAAADwAAAGRycy9kb3ducmV2LnhtbERPTUsDMRC9C/0PYYTebLZLrWVtWkqtIIIHq1C8DZvp&#10;7uJmEpKxu/57Iwje5vE+Z70dXa8uFFPn2cB8VoAirr3tuDHw/vZ4swKVBNli75kMfFOC7WZytcbK&#10;+oFf6XKURuUQThUaaEVCpXWqW3KYZj4QZ+7so0PJMDbaRhxyuOt1WRRL7bDj3NBioH1L9efxyxl4&#10;GQ7h+W55ew4fcVHq9GDltBdjptfj7h6U0Cj/4j/3k83zi3m5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lOn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CAMQA&#10;AADeAAAADwAAAGRycy9kb3ducmV2LnhtbERP32vCMBB+F/Y/hBvsZWiqwyHVKCqEDRyMOcHXoznb&#10;YnMpSWa7/94Igm/38f28xaq3jbiQD7VjBeNRBoK4cKbmUsHhVw9nIEJENtg4JgX/FGC1fBosMDeu&#10;4x+67GMpUgiHHBVUMba5lKGoyGIYuZY4cSfnLcYEfSmNxy6F20ZOsuxdWqw5NVTY0rai4rz/swo2&#10;31355l+LTe92p4/jVGujv7RSL8/9eg4iUh8f4rv706T52Xgyhds76Qa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sgg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WiMMA&#10;AADeAAAADwAAAGRycy9kb3ducmV2LnhtbERPS2rDMBDdB3oHMYXuYjmmDcGJHEKCoZRumuQAgzW1&#10;XFsjIymOe/uqUOhuHu87u/1sBzGRD51jBassB0HcON1xq+B6qZcbECEiaxwck4JvCrCvHhY7LLW7&#10;8wdN59iKFMKhRAUmxrGUMjSGLIbMjcSJ+3TeYkzQt1J7vKdwO8giz9fSYsepweBIR0NNf75ZBfVb&#10;8T71N+1rd5ifLb2Yr83JKPX0OB+2ICLN8V/8537VaX6+Ktb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5Wi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K57MUA&#10;AADeAAAADwAAAGRycy9kb3ducmV2LnhtbERP22oCMRB9L/gPYQRfpGa11JbVKCqEFlooXqCvw2bc&#10;XdxMliS6279vCkLf5nCus1z3thE38qF2rGA6yUAQF87UXCo4HfXjK4gQkQ02jknBDwVYrwYPS8yN&#10;63hPt0MsRQrhkKOCKsY2lzIUFVkME9cSJ+7svMWYoC+l8dilcNvIWZbNpcWaU0OFLe0qKi6Hq1Ww&#10;/erKJz8utr37OL99P2tt9KdWajTsNwsQkfr4L767302an01nL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8rn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1nYcUA&#10;AADeAAAADwAAAGRycy9kb3ducmV2LnhtbESPQWvDMAyF74P9B6NBb6vTsI2S1i1lIzDGLmv7A0Ss&#10;xmljOdhumv776TDYTeI9vfdpvZ18r0aKqQtsYDEvQBE3wXbcGjge6uclqJSRLfaBycCdEmw3jw9r&#10;rGy48Q+N+9wqCeFUoQGX81BpnRpHHtM8DMSinUL0mGWNrbYRbxLue10WxZv22LE0OBzo3VFz2V+9&#10;gfqr/B4vVxvrsJtePL268/LDGTN7mnYrUJmm/G/+u/60gl8sSu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Wd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9cEsEA&#10;AADeAAAADwAAAGRycy9kb3ducmV2LnhtbERPzYrCMBC+L/gOYYS9rUndVbQaRRaU9Wj1AYZmbIvN&#10;pDZZW9/eCIK3+fh+Z7nubS1u1PrKsYZkpEAQ585UXGg4HbdfMxA+IBusHZOGO3lYrwYfS0yN6/hA&#10;tywUIoawT1FDGUKTSunzkiz6kWuII3d2rcUQYVtI02IXw20tx0pNpcWKY0OJDf2WlF+yf6vh597t&#10;rtnkorbGUrL/bvYc8onWn8N+swARqA9v8cv9Z+J8lYzn8Hwn3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fXB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51/cUA&#10;AADeAAAADwAAAGRycy9kb3ducmV2LnhtbESPT4vCQAzF78J+hyELe9OpLoh2HUUURTyt9c85dGJb&#10;tpMpnVHrtzcHYW8JeXnv/WaLztXqTm2oPBsYDhJQxLm3FRcGTsdNfwIqRGSLtWcy8KQAi/lHb4ap&#10;9Q8+0D2LhRITDikaKGNsUq1DXpLDMPANsdyuvnUYZW0LbVt8iLmr9ShJxtphxZJQYkOrkvK/7OYM&#10;3MaX0Ymve/ubrZ/b6XqzDPpcGPP12S1/QEXq4r/4/b2zUj8ZfguA4MgMe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nX9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1ge8YA&#10;AADeAAAADwAAAGRycy9kb3ducmV2LnhtbERPS2vCQBC+C/0PyxS8mU20BE1dRQtC20PF18HbNDtN&#10;UrOzaXar6b93C4K3+fieM513phZnal1lWUESxSCIc6srLhTsd6vBGITzyBpry6TgjxzMZw+9KWba&#10;XnhD560vRAhhl6GC0vsmk9LlJRl0kW2IA/dlW4M+wLaQusVLCDe1HMZxKg1WHBpKbOilpPy0/TUK&#10;DutxOlkv356+3z8+cWT0z1FXqVL9x27xDMJT5+/im/tVh/lxMkrg/5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1ge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ZpmMMA&#10;AADeAAAADwAAAGRycy9kb3ducmV2LnhtbERPS4vCMBC+L/gfwgje1tS6SOkaxQe64snHwl6HZrYt&#10;NpPSRK3+eiMI3ubje8542ppKXKhxpWUFg34EgjizuuRcwe9x9ZmAcB5ZY2WZFNzIwXTS+Rhjqu2V&#10;93Q5+FyEEHYpKii8r1MpXVaQQde3NXHg/m1j0AfY5FI3eA3hppJxFI2kwZJDQ4E1LQrKToezUXAf&#10;/eHO/cTz5VB7un0la7vdrZXqddvZNwhPrX+LX+6NDvOjwTCG5zvhB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Zpm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OlrcQA&#10;AADeAAAADwAAAGRycy9kb3ducmV2LnhtbERPzWrCQBC+C32HZQredKNRaVNXKSUFb9W0DzBkp5tg&#10;djZm1yT16buFgrf5+H5nux9tI3rqfO1YwWKegCAuna7ZKPj6fJ89gfABWWPjmBT8kIf97mGyxUy7&#10;gU/UF8GIGMI+QwVVCG0mpS8rsujnriWO3LfrLIYIOyN1h0MMt41cJslGWqw5NlTY0ltF5bm4WgUX&#10;t1zrscjx45w/H2tjVpfbaaXU9HF8fQERaAx38b/7oOP8ZJGm8PdOv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Dpa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bMsQA&#10;AADeAAAADwAAAGRycy9kb3ducmV2LnhtbERPyW7CMBC9V+o/WFOpt8ahUJaAQYCExBXKgeNgD0kg&#10;HqexC4Gvr5GQepunt85k1tpKXKjxpWMFnSQFQaydKTlXsPtefQxB+IBssHJMCm7kYTZ9fZlgZtyV&#10;N3TZhlzEEPYZKihCqDMpvS7Iok9cTRy5o2sshgibXJoGrzHcVvIzTfvSYsmxocCalgXp8/bXKliX&#10;B/rq6+PIDhd6s7//hO7gZJR6f2vnYxCB2vAvfrrXJs5PO90ePN6JN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WWz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HfsYA&#10;AADeAAAADwAAAGRycy9kb3ducmV2LnhtbERPXWsCMRB8L/gfwgq+1USlpT2NUgWhxQ+oSvu6XNbL&#10;0cvmuKTn+e+NUOjb7M7OzM5s0blKtNSE0rOG0VCBIM69KbnQcDquH19AhIhssPJMGq4UYDHvPcww&#10;M/7Cn9QeYiGSCYcMNdgY60zKkFtyGIa+Jk7c2TcOYxqbQpoGL8ncVXKs1LN0WHJKsFjTylL+c/h1&#10;GlrcX9W3Xe5eP8ptPt4vvzYm7fWg371NQUTq4v/xn/rdpPfVaPIE9zoJ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sHf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Gk8MA&#10;AADeAAAADwAAAGRycy9kb3ducmV2LnhtbERPTUvDQBC9C/6HZQRvdtMIRWK3pRRaPGr04HHMTrOp&#10;2Zmwu23S/npXELzN433Ocj35Xp0pxE7YwHxWgCJuxHbcGvh43z08gYoJ2WIvTAYuFGG9ur1ZYmVl&#10;5Dc616lVOYRjhQZcSkOldWwceYwzGYgzd5DgMWUYWm0Djjnc97osioX22HFucDjQ1lHzXZ+8gXHf&#10;fB3Lw6d11zDIrn6VY9mLMfd30+YZVKIp/Yv/3C82zy/mjwv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RGk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zH8UA&#10;AADeAAAADwAAAGRycy9kb3ducmV2LnhtbERPyWrDMBC9B/oPYgq9JbJTaIITxWSFUhpKtvvUmtpu&#10;pZGx1MT5+yoQ6G0eb51p3lkjztT62rGCdJCAIC6crrlUcDxs+mMQPiBrNI5JwZU85LOH3hQz7S68&#10;o/M+lCKGsM9QQRVCk0npi4os+oFriCP35VqLIcK2lLrFSwy3Rg6T5EVarDk2VNjQsqLiZ/9rFWw+&#10;VuZ7uN3NTzIs16NPM35brN6Venrs5hMQgbrwL767X3Wcn6TPI7i9E2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PM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6+cgA&#10;AADeAAAADwAAAGRycy9kb3ducmV2LnhtbESPQWvCQBCF7wX/wzKCl1I3ViqSZiMiFC20oFbwOman&#10;STA7G7JrTP9951DobYb35r1vstXgGtVTF2rPBmbTBBRx4W3NpYHT19vTElSIyBYbz2TghwKs8tFD&#10;hqn1dz5Qf4ylkhAOKRqoYmxTrUNRkcMw9S2xaN++cxhl7UptO7xLuGv0c5IstMOapaHCljYVFdfj&#10;zRno9x+XcteH9v26fAwv88t2+2nPxkzGw/oVVKQh/pv/rndW8JPZXHjlHZlB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ebr5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hf8YA&#10;AADeAAAADwAAAGRycy9kb3ducmV2LnhtbERPS2sCMRC+F/wPYYTeauKjRVejVKHQi1CtB72Nm3F3&#10;cTPZJqmu/vqmUOhtPr7nzBatrcWFfKgca+j3FAji3JmKCw27z7enMYgQkQ3WjknDjQIs5p2HGWbG&#10;XXlDl20sRArhkKGGMsYmkzLkJVkMPdcQJ+7kvMWYoC+k8XhN4baWA6VepMWKU0OJDa1Kys/bb6th&#10;ORkvvz5GvL5vjgc67I/n54FXWj9229cpiEht/Bf/ud9Nmq/6wwn8vpNu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lhf8YAAADeAAAADwAAAAAAAAAAAAAAAACYAgAAZHJz&#10;L2Rvd25yZXYueG1sUEsFBgAAAAAEAAQA9QAAAIsDAAAAAA==&#10;" fillcolor="black" stroked="f"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1n8kA&#10;AADeAAAADwAAAGRycy9kb3ducmV2LnhtbESPT2/CMAzF70j7DpEn7QYpiCHUEdD4M2nS4ADssKPX&#10;eG3UxqmaDLp9+vkwiZstP7/3fotV7xt1oS66wAbGowwUcRGs49LA+/llOAcVE7LFJjAZ+KEIq+Xd&#10;YIG5DVc+0uWUSiUmHHM0UKXU5lrHoiKPcRRaYrl9hc5jkrUrte3wKua+0ZMsm2mPjiWhwpY2FRX1&#10;6dsb+HibufnR0eRz/7ve2f1jvT5sa2Me7vvnJ1CJ+nQT/3+/WqmfjacCIDg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qa1n8kAAADe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h9NsQA&#10;AADeAAAADwAAAGRycy9kb3ducmV2LnhtbERPTWsCMRC9C/0PYQrearJFimyNIi1FLz3UKl6HzXSz&#10;3c1km0Rd/fVNoeBtHu9z5svBdeJEITaeNRQTBYK48qbhWsPu8+1hBiImZIOdZ9JwoQjLxd1ojqXx&#10;Z/6g0zbVIodwLFGDTakvpYyVJYdx4nvizH354DBlGGppAp5zuOvko1JP0mHDucFiTy+WqnZ7dBrC&#10;6vDaXvm4b9X1/RLX38PPDK3W4/th9Qwi0ZBu4n/3xuT5qpgW8PdOv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4fT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VCsQA&#10;AADeAAAADwAAAGRycy9kb3ducmV2LnhtbERPbUsCQRD+HvQflgn6ErnrEVmXq0QgBEqg+QOm2+nu&#10;aHf2uB319Ne3guC3eXheZzofgld76lMb2cJ4ZEARV9G1XFvYfi8eX0AlQXboI5OFIyWYz25vpli6&#10;eOA17TdSqxzCqUQLjUhXap2qhgKmUeyIM/cb+4CSYV9r1+MhhwevC2OedcCWc0ODHX00VP1tdsGC&#10;L37863KSVnLc6pU5BVk/fDlr7++G9zdQQoNcxRf3p8vzzfipgPM7+QY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bVQr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xy8QA&#10;AADeAAAADwAAAGRycy9kb3ducmV2LnhtbERPS2sCMRC+F/wPYQRvNeuDUlajaEXYiwe3itdxM90s&#10;TSbLJtVtf70pFHqbj+85y3XvrLhRFxrPCibjDARx5XXDtYLT+/75FUSIyBqtZ1LwTQHWq8HTEnPt&#10;73ykWxlrkUI45KjAxNjmUobKkMMw9i1x4j585zAm2NVSd3hP4c7KaZa9SIcNpwaDLb0Zqj7LL6dg&#10;V7Z2eirMNlzOh+vVFj97uuyUGg37zQJEpD7+i//chU7zs8l8Br/vpBv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Hscv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bicEA&#10;AADeAAAADwAAAGRycy9kb3ducmV2LnhtbERPS4vCMBC+C/sfwix400QRla5RZFlB2JOvw96GZGyr&#10;zaQ00dZ/vxEEb/PxPWex6lwl7tSE0rOG0VCBIDbelpxrOB42gzmIEJEtVp5Jw4MCrJYfvQVm1re8&#10;o/s+5iKFcMhQQxFjnUkZTEEOw9DXxIk7+8ZhTLDJpW2wTeGukmOlptJhyamhwJq+CzLX/c1puGzk&#10;rzcKzel4ard29vczpUpp3f/s1l8gInXxLX65tzbNV6PJBJ7vpBv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m4n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NdcQA&#10;AADeAAAADwAAAGRycy9kb3ducmV2LnhtbERPTWvCQBC9C/0PyxS86UZbi0RXsYWCtHgwFvE4Zsck&#10;JDsbdleN/94tCN7m8T5nvuxMIy7kfGVZwWiYgCDOra64UPC3+x5MQfiArLGxTApu5GG5eOnNMdX2&#10;ylu6ZKEQMYR9igrKENpUSp+XZNAPbUscuZN1BkOErpDa4TWGm0aOk+RDGqw4NpTY0ldJeZ2djYLD&#10;+ZdPm7eflfsMe9vtfD0+Tmul+q/dagYiUBee4od7reP8ZPQ+gf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PzXX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CGcMYA&#10;AADeAAAADwAAAGRycy9kb3ducmV2LnhtbERPS2sCMRC+F/ofwhR66yaKFbsaRQuFXgr1cai3cTPu&#10;Lm4ma5Lq1l/fCIK3+fieM5l1thEn8qF2rKGXKRDEhTM1lxo264+XEYgQkQ02jknDHwWYTR8fJpgb&#10;d+YlnVaxFCmEQ44aqhjbXMpQVGQxZK4lTtzeeYsxQV9K4/Gcwm0j+0oNpcWaU0OFLb1XVBxWv1bD&#10;4m20OH4P+Ouy3G1p+7M7vPa90vr5qZuPQUTq4l18c3+aNF/1BkO4vpNu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CGcMYAAADeAAAADwAAAAAAAAAAAAAAAACYAgAAZHJz&#10;L2Rvd25yZXYueG1sUEsFBgAAAAAEAAQA9QAAAIsDAAAAAA==&#10;" fillcolor="black" stroked="f"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oQcQA&#10;AADeAAAADwAAAGRycy9kb3ducmV2LnhtbERPTUsDMRC9C/6HMEJvNlsrVtamZSmI4mlbK16nm+lm&#10;6WayJDFd/31TELzN433Ocj3aXiTyoXOsYDYtQBA3TnfcKth/vt4/gwgRWWPvmBT8UoD16vZmiaV2&#10;Z95S2sVW5BAOJSowMQ6llKExZDFM3UCcuaPzFmOGvpXa4zmH214+FMWTtNhxbjA40MZQc9r9WAXp&#10;sKmrefpOZvvhq9a7+u3rUCs1uRurFxCRxvgv/nO/6zy/mD0u4PpOvkG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6KEH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n4OscA&#10;AADeAAAADwAAAGRycy9kb3ducmV2LnhtbESPQUvDQBCF74L/YRnBm91EStG02yJFS+tFjYX2OGSn&#10;2dDsbMiuafTXOwfB2wzvzXvfLFajb9VAfWwCG8gnGSjiKtiGawP7z5e7B1AxIVtsA5OBb4qwWl5f&#10;LbCw4cIfNJSpVhLCsUADLqWu0DpWjjzGSeiIRTuF3mOSta+17fEi4b7V91k20x4blgaHHa0dVefy&#10;yxuI+fr58Op/HofjxvFbuXOz99oZc3szPs1BJRrTv/nvemsFP8unwivv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J+DrHAAAA3g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43961" w:rsidRPr="0081108E" w:rsidRDefault="00943961" w:rsidP="0094396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43961" w:rsidRPr="0081108E" w:rsidRDefault="00943961" w:rsidP="0094396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43961" w:rsidRPr="0081108E" w:rsidRDefault="00943961" w:rsidP="0094396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43961" w:rsidRPr="0081108E" w:rsidRDefault="00943961" w:rsidP="0094396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43961" w:rsidRPr="0081108E" w:rsidRDefault="00943961" w:rsidP="0094396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943961" w:rsidRPr="0081108E" w:rsidRDefault="00943961" w:rsidP="0094396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943961" w:rsidRPr="0081108E" w:rsidRDefault="00943961" w:rsidP="0094396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943961" w:rsidRPr="0081108E" w:rsidRDefault="00943961" w:rsidP="0094396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943961" w:rsidRPr="0081108E" w:rsidRDefault="00943961" w:rsidP="0094396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943961" w:rsidRPr="0081108E" w:rsidRDefault="00943961" w:rsidP="0094396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A690D">
        <w:rPr>
          <w:noProof/>
        </w:rPr>
        <w:pict>
          <v:group id="Группа 10149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L+SoHhZ3AAB4WQQADgAAAAAAAAAAAAAA&#10;AAAuAgAAZHJzL2Uyb0RvYy54bWxQSwECLQAUAAYACAAAACEA386QMOIAAAANAQAADwAAAAAAAAAA&#10;AAAAAABweQAAZHJzL2Rvd25yZXYueG1sUEsFBgAAAAAEAAQA8wAAAH96AAAAAA=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MlMUA&#10;AADeAAAADwAAAGRycy9kb3ducmV2LnhtbESPT4vCQAzF78J+hyHC3nSq4irVUWTZFQ/CUv/cQye2&#10;xU6mdGa1fntzELwl5OW991uuO1erG7Wh8mxgNExAEefeVlwYOB1/B3NQISJbrD2TgQcFWK8+ektM&#10;rb9zRrdDLJSYcEjRQBljk2od8pIchqFviOV28a3DKGtbaNviXcxdrcdJ8qUdViwJJTb0XVJ+Pfw7&#10;A36y3e3PxTib/PAs8uZvfjl3e2M++91mASpSF9/i1/fOSv1kNBUAwZEZ9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0yU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NbrMcA&#10;AADeAAAADwAAAGRycy9kb3ducmV2LnhtbERPS0sDMRC+C/6HMIKX0mZXsNq1aSmFVetB6AO8Dpvp&#10;ZtvNZEliu/bXG6HgbT6+50znvW3FiXxoHCvIRxkI4srphmsFu205fAYRIrLG1jEp+KEA89ntzRQL&#10;7c68ptMm1iKFcChQgYmxK6QMlSGLYeQ64sTtnbcYE/S11B7PKdy28iHLxtJiw6nBYEdLQ9Vx820V&#10;HMpP87V8urz6wWRNl0H58dauxkrd3/WLFxCR+vgvvrrfdZqf5Y8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DW6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Jh2sYA&#10;AADeAAAADwAAAGRycy9kb3ducmV2LnhtbESPwWrDMBBE74H+g9hCL6GR49JQXCshlDgUX0KSfsBi&#10;rS1Ta2UsxXb/PioUettlZufN5rvZdmKkwbeOFaxXCQjiyumWGwVf1+L5DYQPyBo7x6Tghzzstg+L&#10;HDPtJj7TeAmNiCHsM1RgQugzKX1lyKJfuZ44arUbLIa4Do3UA04x3HYyTZKNtNhyJBjs6cNQ9X25&#10;2Qg5veCprKdrcZxxwkNpeLk/K/X0OO/fQQSaw7/57/pTx/rJ+jWF33fiDH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Jh2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Re8UA&#10;AADeAAAADwAAAGRycy9kb3ducmV2LnhtbERPTUsDMRC9C/6HMEJvNttqa1mbFqktiNCDVSjehs10&#10;d3EzCcm0u/57Iwje5vE+Z7keXKcuFFPr2cBkXIAirrxtuTbw8b67XYBKgmyx80wGvinBenV9tcTS&#10;+p7f6HKQWuUQTiUaaERCqXWqGnKYxj4QZ+7ko0PJMNbaRuxzuOv0tCjm2mHLuaHBQJuGqq/D2RnY&#10;99vw+jCfncJnvJ/q9GzluBFjRjfD0yMooUH+xX/uF5vnF5PZH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tF7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dcNcUA&#10;AADeAAAADwAAAGRycy9kb3ducmV2LnhtbESP3YrCMBCF7xd8hzCCN4um6ipSjSKisngj/jzA0IxN&#10;sZmUJtr69kZY2LsZzpnznVmsWluKJ9W+cKxgOEhAEGdOF5wruF52/RkIH5A1lo5JwYs8rJadrwWm&#10;2jV8ouc55CKGsE9RgQmhSqX0mSGLfuAq4qjdXG0xxLXOpa6xieG2lKMkmUqLBUeCwYo2hrL7+WEj&#10;5DjG4+HWXHb7FhvcHgx/r09K9brteg4iUBv+zX/XvzrWT4aTH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p1w1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/slMQA&#10;AADeAAAADwAAAGRycy9kb3ducmV2LnhtbERPTUsDMRC9C/6HMEJvNtvSrWVtWqS2IIIHq1C8DZvp&#10;7uJmEpKxu/57Iwje5vE+Z70dXa8uFFPn2cBsWoAirr3tuDHw/na4XYFKgmyx90wGvinBdnN9tcbK&#10;+oFf6XKURuUQThUaaEVCpXWqW3KYpj4QZ+7so0PJMDbaRhxyuOv1vCiW2mHHuaHFQLuW6s/jlzPw&#10;MuzD892yPIePuJjr9GjltBNjJjfjwz0ooVH+xX/uJ5vnF7Oy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v7J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hvCsQA&#10;AADeAAAADwAAAGRycy9kb3ducmV2LnhtbERP32vCMBB+H/g/hBN8GZrqUKQaRQdhAwdjKvh6NGdb&#10;bC4lyWz335vBYG/38f289ba3jbiTD7VjBdNJBoK4cKbmUsH5pMdLECEiG2wck4IfCrDdDJ7WmBvX&#10;8Rfdj7EUKYRDjgqqGNtcylBUZDFMXEucuKvzFmOCvpTGY5fCbSNnWbaQFmtODRW29FpRcTt+WwX7&#10;z6588c/FvneH69tlrrXRH1qp0bDfrUBE6uO/+M/9btL8bDpfwO876Q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4bwr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AbsIA&#10;AADeAAAADwAAAGRycy9kb3ducmV2LnhtbERP3WrCMBS+F/YO4Qy801RRJ9UoohSG7MZuD3Bozppq&#10;c1KSWLu3N4PB7s7H93u2+8G2oicfGscKZtMMBHHldMO1gq/PYrIGESKyxtYxKfihAPvdy2iLuXYP&#10;vlBfxlqkEA45KjAxdrmUoTJkMUxdR5y4b+ctxgR9LbXHRwq3rZxn2UpabDg1GOzoaKi6lXeroDjP&#10;P/rbXfvCHYaFpaW5rk9GqfHrcNiAiDTEf/Gf+12n+dls+Qa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xIB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te48cA&#10;AADeAAAADwAAAGRycy9kb3ducmV2LnhtbESPQUsDMRCF74L/IYzQi9hsWyqyNi1WCC0oiFXwOmym&#10;u4ubyZKk3e2/7xwEbzO8N+99s9qMvlNniqkNbGA2LUARV8G1XBv4/rIPT6BSRnbYBSYDF0qwWd/e&#10;rLB0YeBPOh9yrSSEU4kGmpz7UutUNeQxTUNPLNoxRI9Z1lhrF3GQcN/peVE8ao8tS0ODPb02VP0e&#10;Tt7A9mOoF/G+2o7h7bj7WVrr7Ls1ZnI3vjyDyjTmf/Pf9d4JfjFbCq+8IzPo9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rXuP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xh8IA&#10;AADeAAAADwAAAGRycy9kb3ducmV2LnhtbERP3WrCMBS+F/YO4Qy801RR0c4oohSG7MZuD3Bojk1n&#10;c1KSWLu3N4PB7s7H93u2+8G2oicfGscKZtMMBHHldMO1gq/PYrIGESKyxtYxKfihAPvdy2iLuXYP&#10;vlBfxlqkEA45KjAxdrmUoTJkMUxdR5y4q/MWY4K+ltrjI4XbVs6zbCUtNpwaDHZ0NFTdyrtVUJzn&#10;H/3trn3hDsPC0tJ8r09GqfHrcHgDEWmI/+I/97tO87PZcgO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F7GH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9MT8QA&#10;AADeAAAADwAAAGRycy9kb3ducmV2LnhtbESPQW/CMAyF75P4D5GRdhtJt4FQISA0iWkcKfwAqzFt&#10;ReOUJqPl38+HSdxs+fm99623o2/VnfrYBLaQzQwo4jK4hisL59P+bQkqJmSHbWCy8KAI283kZY25&#10;CwMf6V6kSokJxxwt1Cl1udaxrMljnIWOWG6X0HtMsvaVdj0OYu5b/W7MQntsWBJq7OirpvJa/HoL&#10;n4/h+1bMr2bvPGWHj+7AqZxb+zoddytQicb0FP9//zipb7KFAAiOz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PTE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H/e8EA&#10;AADeAAAADwAAAGRycy9kb3ducmV2LnhtbERPy6rCMBDdX/AfwgjurmldFG81iiiKuNL6WA/N2Bab&#10;SWmi1r83gnB3czjPmc47U4sHta6yrCAeRiCIc6srLhScjuvfMQjnkTXWlknBixzMZ72fKabaPvlA&#10;j8wXIoSwS1FB6X2TSunykgy6oW2IA3e1rUEfYFtI3eIzhJtajqIokQYrDg0lNrQsKb9ld6PgnlxG&#10;J77u9D5bvTZ/q/XCyXOh1KDfLSYgPHX+X/x1b3WYH8VJDJ93wg1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B/3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REcUA&#10;AADeAAAADwAAAGRycy9kb3ducmV2LnhtbERPS2vCQBC+F/wPywi91Y22BI2uYgsF24Pi6+BtzI5J&#10;NDubZleN/94tCN7m43vOaNKYUlyodoVlBd1OBII4tbrgTMFm/f3WB+E8ssbSMim4kYPJuPUywkTb&#10;Ky/psvKZCCHsElSQe18lUro0J4OuYyviwB1sbdAHWGdS13gN4aaUvSiKpcGCQ0OOFX3llJ5WZ6Ng&#10;u+jHg8Xnz8fxd77Hd6P/drqIlXptN9MhCE+Nf4of7pkO86Nu3IP/d8IN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fNER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jHsMA&#10;AADeAAAADwAAAGRycy9kb3ducmV2LnhtbERPS4vCMBC+C/sfwizsTVN1KaUaZVXWFU++wOvQjG3Z&#10;ZlKaqNVfbwTB23x8zxlPW1OJCzWutKyg34tAEGdWl5wrOOx/uwkI55E1VpZJwY0cTCcfnTGm2l55&#10;S5edz0UIYZeigsL7OpXSZQUZdD1bEwfuZBuDPsAml7rBawg3lRxEUSwNlhwaCqxpXlD2vzsbBff4&#10;iBv3N5gthtrT7TtZ2vVmqdTXZ/szAuGp9W/xy73SYX7Uj4fwfCfcIC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njH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kSxMIA&#10;AADeAAAADwAAAGRycy9kb3ducmV2LnhtbERPzYrCMBC+C/sOYYS9aapUWatRFnFhb2rdBxiaMS02&#10;k9pE7fr0RhC8zcf3O4tVZ2txpdZXjhWMhgkI4sLpio2Cv8PP4AuED8gaa8ek4J88rJYfvQVm2t14&#10;T9c8GBFD2GeooAyhyaT0RUkW/dA1xJE7utZiiLA1Urd4i+G2luMkmUqLFceGEhtal1Sc8otVcHbj&#10;ie7yDW5Pm9muMiY93/epUp/97nsOIlAX3uKX+1fH+clomsL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RLE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nRtMMA&#10;AADeAAAADwAAAGRycy9kb3ducmV2LnhtbERPyW7CMBC9V+IfrEHqrTgUESBgUEGqxJXlwHGwhyQQ&#10;j0NsIPD1daVKvc3TW2e2aG0l7tT40rGCfi8BQaydKTlXsN99f4xB+IBssHJMCp7kYTHvvM0wM+7B&#10;G7pvQy5iCPsMFRQh1JmUXhdk0fdcTRy5k2sshgibXJoGHzHcVvIzSVJpseTYUGBNq4L0ZXuzCtbl&#10;kYapPk3seKk3h9c1DEZno9R7t/2aggjUhn/xn3tt4vyknw7h9514g5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nRt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q2FMYA&#10;AADeAAAADwAAAGRycy9kb3ducmV2LnhtbERP0WoCMRB8L/gPYYW+1UQfDnsapRYKLa2Cp9jX5bK9&#10;HL1sjkt6nn9vhIJvszs7MzvL9eAa0VMXas8aphMFgrj0puZKw/Hw9jQHESKywcYzabhQgPVq9LDE&#10;3Pgz76kvYiWSCYccNdgY21zKUFpyGCa+JU7cj+8cxjR2lTQdnpO5a+RMqUw6rDklWGzp1VL5W/w5&#10;DT3uLurbbrbPH/VXOdttTp8m7fXjeHhZgIg0xPvxv/rdpPfVNMvgVidh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q2F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MFcMA&#10;AADeAAAADwAAAGRycy9kb3ducmV2LnhtbERPPU/DMBDdkfgP1iGxUacZCgp1q6pSK0YaGBiP+Bqn&#10;xHeR7Tahvx4jIbHd0/u85XryvbpQiJ2wgfmsAEXciO24NfD+tnt4AhUTssVemAx8U4T16vZmiZWV&#10;kQ90qVOrcgjHCg24lIZK69g48hhnMhBn7ijBY8owtNoGHHO473VZFAvtsePc4HCgraPmqz57A+O+&#10;+TyVxw/rrmGQXf0qp7IXY+7vps0zqERT+hf/uV9snl/MF4/w+06+Qa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vM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xIcMcA&#10;AADeAAAADwAAAGRycy9kb3ducmV2LnhtbESPQW/CMAyF70j7D5En7QYpHBjqCIjBkBACTTC4e43X&#10;dkucqsmg+/f4gLSbrff83ufpvPNOXaiNdWADw0EGirgItubSwOlj3Z+AignZogtMBv4ownz20Jti&#10;bsOVD3Q5plJJCMccDVQpNbnWsajIYxyEhli0r9B6TLK2pbYtXiXcOz3KsrH2WLM0VNjQsqLi5/jr&#10;DazfV+57tD8szjot354/3WT7utoZ8/TYLV5AJerSv/l+vbGCnw3HwivvyAx6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8SHD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wf8YA&#10;AADeAAAADwAAAGRycy9kb3ducmV2LnhtbERPTWvCQBC9F/wPywi9lLqJpRKjq4ggsVDBpgWvY3ZM&#10;gtnZkN3G9N93CwVv83ifs1wPphE9da62rCCeRCCIC6trLhV8fe6eExDOI2tsLJOCH3KwXo0elphq&#10;e+MP6nNfihDCLkUFlfdtKqUrKjLoJrYlDtzFdgZ9gF0pdYe3EG4aOY2imTRYc2iosKVtRcU1/zYK&#10;+uP7udz3rn27Jk/u9eWcZQd9UupxPGwWIDwN/i7+d+91mB/Fszn8vRNu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Ywf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lxIskA&#10;AADeAAAADwAAAGRycy9kb3ducmV2LnhtbESPT08CMRDF7yZ8h2ZIvEkL8Q8sFAImJl5MBD3IbdgO&#10;uxu207WtsPrpnYOJt5nMm/feb7HqfavOFFMT2MJ4ZEARl8E1XFl4f3u6mYJKGdlhG5gsfFOC1XJw&#10;tcDChQtv6bzLlRITTgVaqHPuCq1TWZPHNAodsdyOIXrMssZKu4gXMfetnhhzrz02LAk1dvRYU3na&#10;fXkLm9l08/l6yy8/28Oe9h+H090kGmuvh/16DipTn//Ff9/PTuqb8YMACI7MoJ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QlxIskAAADeAAAADwAAAAAAAAAAAAAAAACYAgAA&#10;ZHJzL2Rvd25yZXYueG1sUEsFBgAAAAAEAAQA9QAAAI4DAAAAAA==&#10;" fillcolor="black" stroked="f"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baucYA&#10;AADeAAAADwAAAGRycy9kb3ducmV2LnhtbERPS2vCQBC+C/6HZQq96SZCrURXqbYFoXrwcfA4zU6T&#10;JdnZkN1q7K93hYK3+fieM1t0thZnar1xrCAdJiCIc6cNFwqOh8/BBIQPyBprx6TgSh4W835vhpl2&#10;F97ReR8KEUPYZ6igDKHJpPR5SRb90DXEkftxrcUQYVtI3eIlhttajpJkLC0ajg0lNrQqKa/2v1bB&#10;6WtsJjtDo+/N3/JDb16q5fa9Uur5qXubggjUhYf4373WcX6SvqZwfyfe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bauc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Yp/MQA&#10;AADeAAAADwAAAGRycy9kb3ducmV2LnhtbERPTWsCMRC9C/0PYYTeaqKHVlajiKW0lx5qFa/DZtys&#10;u5lsk6irv74pFLzN433OfNm7VpwpxNqzhvFIgSAuvam50rD9fnuagogJ2WDrmTRcKcJy8TCYY2H8&#10;hb/ovEmVyCEcC9RgU+oKKWNpyWEc+Y44cwcfHKYMQyVNwEsOd62cKPUsHdacGyx2tLZUNpuT0xBW&#10;+9fmxqddo26f1/h+7H+maLV+HParGYhEfbqL/90fJs9X45cJ/L2Tb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GKf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s6LMQA&#10;AADeAAAADwAAAGRycy9kb3ducmV2LnhtbERP22oCMRB9F/oPYQp9kZpoobZbo4hQKCgFrR8w3Ux3&#10;lyaTZTPV1a9vBMG3OZzrzBZ98OpAXWoiWxiPDCjiMrqGKwv7r/fHF1BJkB36yGThRAkW87vBDAsX&#10;j7ylw04qlUM4FWihFmkLrVNZU8A0ii1x5n5iF1Ay7CrtOjzm8OD1xJhnHbDh3FBjS6uayt/dX7Dg&#10;J9/+dT1NGznt9cacg2yHn87ah/t++QZKqJeb+Or+cHm+GU+f4PJOvkH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7Oiz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LjAsQA&#10;AADeAAAADwAAAGRycy9kb3ducmV2LnhtbERPTWsCMRC9F/wPYQRvNauILatRtCLsxYNbxeu4mW6W&#10;JpNlk+q2v94UCr3N433Oct07K27Uhcazgsk4A0Fced1wreD0vn9+BREiskbrmRR8U4D1avC0xFz7&#10;Ox/pVsZapBAOOSowMba5lKEy5DCMfUucuA/fOYwJdrXUHd5TuLNymmVz6bDh1GCwpTdD1Wf55RTs&#10;ytZOT4XZhsv5cL3a4mdPl51So2G/WYCI1Md/8Z+70Gl+NnmZwe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C4wL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v0r8IA&#10;AADeAAAADwAAAGRycy9kb3ducmV2LnhtbERPS4vCMBC+C/sfwix400TBB12jyLKCsCdfh70NydhW&#10;m0lpou3+eyMI3ubje85i1blK3KkJpWcNo6ECQWy8LTnXcDxsBnMQISJbrDyThn8KsFp+9BaYWd/y&#10;ju77mIsUwiFDDUWMdSZlMAU5DENfEyfu7BuHMcEml7bBNoW7So6VmkqHJaeGAmv6Lshc9zen4bKR&#10;v94oNKfjqd3a2d/PlCqldf+zW3+BiNTFt/jl3to0X41mE3i+k2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S/S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Zv8UA&#10;AADeAAAADwAAAGRycy9kb3ducmV2LnhtbERPTWvCQBC9F/wPyxR6qxsVUkldQxQEaemhKtLjNDsm&#10;IdnZsLua9N93CwVv83ifs8pH04kbOd9YVjCbJiCIS6sbrhScjrvnJQgfkDV2lknBD3nI15OHFWba&#10;DvxJt0OoRAxhn6GCOoQ+k9KXNRn0U9sTR+5incEQoaukdjjEcNPJeZKk0mDDsaHGnrY1le3hahR8&#10;Xd/58rF4K9wmnO149O38e9kq9fQ4Fq8gAo3hLv5373Wcn8xeUvh7J94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Zm/xQAAAN4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DpVsUA&#10;AADeAAAADwAAAGRycy9kb3ducmV2LnhtbERPTWsCMRC9C/6HMIXeNFHaqqtRtFDoRajWg97GzXR3&#10;cTPZJqmu/npTKPQ2j/c5s0Vra3EmHyrHGgZ9BYI4d6biQsPu8603BhEissHaMWm4UoDFvNuZYWbc&#10;hTd03sZCpBAOGWooY2wyKUNeksXQdw1x4r6ctxgT9IU0Hi8p3NZyqNSLtFhxaiixodeS8tP2x2pY&#10;Tcar748nXt82xwMd9sfT89ArrR8f2uUURKQ2/ov/3O8mzVeD0Qh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4OlWxQAAAN4AAAAPAAAAAAAAAAAAAAAAAJgCAABkcnMv&#10;ZG93bnJldi54bWxQSwUGAAAAAAQABAD1AAAAigMAAAAA&#10;" fillcolor="black" stroked="f"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2jsYA&#10;AADeAAAADwAAAGRycy9kb3ducmV2LnhtbESPQUsDMRCF74L/IYzgzWaroLI2LUtBFE/bqnidbqab&#10;pZvJksR0/ffOQfA2w3vz3jerzexHVSimIbCB5aICRdwFO3Bv4OP9+eYRVMrIFsfAZOCHEmzWlxcr&#10;rG04847KPvdKQjjVaMDlPNVap86Rx7QIE7FoxxA9Zlljr23Es4T7Ud9W1b32OLA0OJxo66g77b+9&#10;gXLYts1d+Spu9xabPob25fPQGnN9NTdPoDLN+d/8d/1qBb9aPgi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l2jsYAAADe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XHMUA&#10;AADeAAAADwAAAGRycy9kb3ducmV2LnhtbERPTWvCQBC9F/wPywi91U08aE1dRURL7UWNhfY4ZMds&#10;MDsbstuY9td3hYK3ebzPmS97W4uOWl85VpCOEhDEhdMVlwo+TtunZxA+IGusHZOCH/KwXAwe5php&#10;d+UjdXkoRQxhn6ECE0KTSekLQxb9yDXEkTu71mKIsC2lbvEaw20tx0kykRYrjg0GG1obKi75t1Xg&#10;0/Xm893+zrqvV8P7fGcmh9Io9TjsVy8gAvXhLv53v+k4P0mnM7i9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Zcc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43961" w:rsidRDefault="00943961" w:rsidP="00943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43961" w:rsidRPr="0081108E" w:rsidRDefault="00943961" w:rsidP="0094396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943961" w:rsidRPr="0081108E" w:rsidRDefault="00943961" w:rsidP="0094396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943961" w:rsidRPr="0081108E" w:rsidRDefault="00943961" w:rsidP="00943961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943961" w:rsidRPr="0081108E" w:rsidRDefault="00943961" w:rsidP="00943961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943961" w:rsidRPr="0081108E" w:rsidRDefault="00943961" w:rsidP="00943961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943961" w:rsidRDefault="00943961" w:rsidP="0094396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Іванюку В.О.</w:t>
      </w: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Іванюка В.О.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43961" w:rsidRPr="001920C6" w:rsidRDefault="00943961" w:rsidP="0094396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Іванюку Володимиру Олександровичу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7A690D">
        <w:rPr>
          <w:rFonts w:ascii="Times New Roman" w:eastAsia="Calibri" w:hAnsi="Times New Roman" w:cs="Times New Roman"/>
          <w:sz w:val="24"/>
          <w:lang w:val="en-US"/>
        </w:rPr>
        <w:t>_______________</w:t>
      </w:r>
      <w:bookmarkStart w:id="0" w:name="_GoBack"/>
      <w:bookmarkEnd w:id="0"/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06</w:t>
      </w:r>
      <w:r w:rsidRPr="001920C6">
        <w:rPr>
          <w:rFonts w:ascii="Times New Roman" w:eastAsia="Calibri" w:hAnsi="Times New Roman" w:cs="Times New Roman"/>
          <w:sz w:val="24"/>
        </w:rPr>
        <w:t xml:space="preserve">00га,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1920C6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</w:rPr>
        <w:t xml:space="preserve"> в  с</w:t>
      </w:r>
      <w:r>
        <w:rPr>
          <w:rFonts w:ascii="Times New Roman" w:eastAsia="Calibri" w:hAnsi="Times New Roman" w:cs="Times New Roman"/>
          <w:sz w:val="24"/>
          <w:lang w:val="uk-UA"/>
        </w:rPr>
        <w:t>елі Крупець  по вулиці Лесі Українки.</w:t>
      </w: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Іванюку В.О.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943961" w:rsidRPr="001920C6" w:rsidRDefault="00943961" w:rsidP="0094396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43961" w:rsidRPr="00943961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943961" w:rsidRPr="001920C6" w:rsidRDefault="00943961" w:rsidP="009439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1376D" w:rsidRPr="00943961" w:rsidRDefault="00943961" w:rsidP="0094396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11376D" w:rsidRPr="0094396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43961"/>
    <w:rsid w:val="0011376D"/>
    <w:rsid w:val="00171A2E"/>
    <w:rsid w:val="00304C90"/>
    <w:rsid w:val="00505B6D"/>
    <w:rsid w:val="006D3977"/>
    <w:rsid w:val="007A690D"/>
    <w:rsid w:val="007D6C18"/>
    <w:rsid w:val="0094396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61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2020-12-10T13:11:00Z</dcterms:created>
  <dcterms:modified xsi:type="dcterms:W3CDTF">2020-12-11T07:18:00Z</dcterms:modified>
</cp:coreProperties>
</file>