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EF4" w:rsidRDefault="00225EF4" w:rsidP="00225EF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5EF4" w:rsidRDefault="00225EF4" w:rsidP="00225E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5EF4" w:rsidRDefault="00225EF4" w:rsidP="00225E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5EF4" w:rsidRDefault="00225EF4" w:rsidP="00225E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5EF4" w:rsidRDefault="00225EF4" w:rsidP="00225E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5EF4" w:rsidRDefault="00225EF4" w:rsidP="00225E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5EF4" w:rsidRDefault="00225EF4" w:rsidP="00225E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5EF4" w:rsidRDefault="00225EF4" w:rsidP="00225E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5EF4" w:rsidRDefault="00225EF4" w:rsidP="00225E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5EF4" w:rsidRDefault="00225EF4" w:rsidP="00225E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5EF4" w:rsidRDefault="00225EF4" w:rsidP="00225E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5EF4" w:rsidRDefault="00225EF4" w:rsidP="00225E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5EF4" w:rsidRDefault="00225EF4" w:rsidP="00225E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5EF4" w:rsidRDefault="00225EF4" w:rsidP="00225E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5EF4" w:rsidRDefault="00225EF4" w:rsidP="00225E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5EF4" w:rsidRDefault="00225EF4" w:rsidP="00225E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5EF4" w:rsidRDefault="00225EF4" w:rsidP="00225E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5EF4" w:rsidRDefault="00225EF4" w:rsidP="00225E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5EF4" w:rsidRDefault="00225EF4" w:rsidP="00225E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5EF4" w:rsidRDefault="00225EF4" w:rsidP="00225E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5EF4" w:rsidRDefault="00225EF4" w:rsidP="00225E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5EF4" w:rsidRDefault="00225EF4" w:rsidP="00225E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5EF4" w:rsidRDefault="00225EF4" w:rsidP="00225E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5EF4" w:rsidRDefault="00225EF4" w:rsidP="00225E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5EF4" w:rsidRDefault="00225EF4" w:rsidP="00225E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5EF4" w:rsidRDefault="00225EF4" w:rsidP="00225E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5EF4" w:rsidRDefault="00225EF4" w:rsidP="00225E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5EF4" w:rsidRDefault="00225EF4" w:rsidP="00225E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5EF4" w:rsidRDefault="00225EF4" w:rsidP="00225E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5EF4" w:rsidRDefault="00225EF4" w:rsidP="00225E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5EF4" w:rsidRDefault="00225EF4" w:rsidP="00225E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25EF4" w:rsidRDefault="00225EF4" w:rsidP="00225E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25EF4" w:rsidRDefault="00225EF4" w:rsidP="00225E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25EF4" w:rsidRDefault="00225EF4" w:rsidP="00225E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25EF4" w:rsidRDefault="00225EF4" w:rsidP="00225E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25EF4" w:rsidRDefault="00225EF4" w:rsidP="00225E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25EF4" w:rsidRDefault="00225EF4" w:rsidP="00225E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25EF4" w:rsidRDefault="00225EF4" w:rsidP="00225E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25EF4" w:rsidRDefault="00225EF4" w:rsidP="00225E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25EF4" w:rsidRDefault="00225EF4" w:rsidP="00225E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25EF4" w:rsidRDefault="00225EF4" w:rsidP="00225E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25EF4" w:rsidRDefault="00225EF4" w:rsidP="00225E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25EF4" w:rsidRDefault="00225EF4" w:rsidP="00225E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25EF4" w:rsidRDefault="00225EF4" w:rsidP="00225E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25EF4" w:rsidRDefault="00225EF4" w:rsidP="00225E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25EF4" w:rsidRDefault="00225EF4" w:rsidP="00225E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25EF4" w:rsidRDefault="00225EF4" w:rsidP="00225E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25EF4" w:rsidRDefault="00225EF4" w:rsidP="00225E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25EF4" w:rsidRDefault="00225EF4" w:rsidP="00225E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25EF4" w:rsidRDefault="00225EF4" w:rsidP="00225E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25EF4" w:rsidRDefault="00225EF4" w:rsidP="00225E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225EF4" w:rsidRDefault="00225EF4" w:rsidP="00225E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25EF4" w:rsidRDefault="00225EF4" w:rsidP="00225E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25EF4" w:rsidRDefault="00225EF4" w:rsidP="00225E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25EF4" w:rsidRDefault="00225EF4" w:rsidP="00225E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25EF4" w:rsidRDefault="00225EF4" w:rsidP="00225E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25EF4" w:rsidRDefault="00225EF4" w:rsidP="00225E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25EF4" w:rsidRDefault="00225EF4" w:rsidP="00225E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225EF4" w:rsidRDefault="00225EF4" w:rsidP="00225E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25EF4" w:rsidRDefault="00225EF4" w:rsidP="00225E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25EF4" w:rsidRDefault="00225EF4" w:rsidP="00225E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25EF4" w:rsidRDefault="00225EF4" w:rsidP="00225E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5EF4" w:rsidRDefault="00225EF4" w:rsidP="00225E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5EF4" w:rsidRDefault="00225EF4" w:rsidP="00225E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5EF4" w:rsidRDefault="00225EF4" w:rsidP="00225E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5EF4" w:rsidRDefault="00225EF4" w:rsidP="00225E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25EF4" w:rsidRDefault="00225EF4" w:rsidP="00225EF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25EF4" w:rsidRDefault="00225EF4" w:rsidP="00225E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25EF4" w:rsidRDefault="00225EF4" w:rsidP="00225E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25EF4" w:rsidRDefault="00225EF4" w:rsidP="00225E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5EF4" w:rsidRDefault="00225EF4" w:rsidP="00225E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25EF4" w:rsidRDefault="00225EF4" w:rsidP="00225E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5EF4" w:rsidRDefault="00225EF4" w:rsidP="00225E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25EF4" w:rsidRDefault="00225EF4" w:rsidP="00225EF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25EF4" w:rsidRDefault="00225EF4" w:rsidP="00225EF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№25</w:t>
      </w:r>
    </w:p>
    <w:p w:rsidR="00225EF4" w:rsidRDefault="00225EF4" w:rsidP="00225EF4">
      <w:pPr>
        <w:tabs>
          <w:tab w:val="left" w:pos="4424"/>
        </w:tabs>
        <w:spacing w:after="0" w:line="240" w:lineRule="auto"/>
        <w:rPr>
          <w:rFonts w:ascii="Times New Roman" w:hAnsi="Times New Roman"/>
          <w:b/>
          <w:sz w:val="24"/>
          <w:lang w:val="ru-RU"/>
        </w:rPr>
      </w:pPr>
    </w:p>
    <w:p w:rsidR="00225EF4" w:rsidRPr="008E2C07" w:rsidRDefault="00225EF4" w:rsidP="00225EF4">
      <w:pPr>
        <w:tabs>
          <w:tab w:val="left" w:pos="4424"/>
        </w:tabs>
        <w:spacing w:after="0" w:line="240" w:lineRule="auto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</w:p>
    <w:p w:rsidR="00225EF4" w:rsidRPr="008E2C07" w:rsidRDefault="00225EF4" w:rsidP="00225EF4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proofErr w:type="gramStart"/>
      <w:r w:rsidRPr="008E2C07">
        <w:rPr>
          <w:rFonts w:ascii="Times New Roman" w:hAnsi="Times New Roman"/>
          <w:b/>
          <w:sz w:val="24"/>
          <w:lang w:val="ru-RU"/>
        </w:rPr>
        <w:t>про</w:t>
      </w:r>
      <w:r>
        <w:rPr>
          <w:rFonts w:ascii="Times New Roman" w:hAnsi="Times New Roman"/>
          <w:b/>
          <w:sz w:val="24"/>
          <w:lang w:val="ru-RU"/>
        </w:rPr>
        <w:t>є</w:t>
      </w:r>
      <w:r w:rsidRPr="008E2C07">
        <w:rPr>
          <w:rFonts w:ascii="Times New Roman" w:hAnsi="Times New Roman"/>
          <w:b/>
          <w:sz w:val="24"/>
          <w:lang w:val="ru-RU"/>
        </w:rPr>
        <w:t>кту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proofErr w:type="gram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</w:p>
    <w:p w:rsidR="00225EF4" w:rsidRPr="008E2C07" w:rsidRDefault="00225EF4" w:rsidP="00225EF4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225EF4" w:rsidRPr="00704092" w:rsidRDefault="00225EF4" w:rsidP="00225EF4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Кучер Л.П.</w:t>
      </w:r>
    </w:p>
    <w:p w:rsidR="00225EF4" w:rsidRPr="008E2C07" w:rsidRDefault="00225EF4" w:rsidP="00225EF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</w:p>
    <w:p w:rsidR="00225EF4" w:rsidRPr="008E2C07" w:rsidRDefault="00225EF4" w:rsidP="00225EF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до пункту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статті</w:t>
      </w:r>
      <w:proofErr w:type="gramStart"/>
      <w:r w:rsidRPr="008E2C07">
        <w:rPr>
          <w:rFonts w:ascii="Times New Roman" w:hAnsi="Times New Roman"/>
          <w:sz w:val="24"/>
          <w:lang w:val="ru-RU"/>
        </w:rPr>
        <w:t xml:space="preserve">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proofErr w:type="gram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 Кучер Л.П.,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</w:p>
    <w:p w:rsidR="00225EF4" w:rsidRPr="00704092" w:rsidRDefault="00225EF4" w:rsidP="00225EF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225EF4" w:rsidRPr="00A45E4D" w:rsidRDefault="00225EF4" w:rsidP="00225EF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070D4B">
        <w:rPr>
          <w:rFonts w:ascii="Times New Roman" w:hAnsi="Times New Roman"/>
          <w:sz w:val="24"/>
        </w:rPr>
        <w:t xml:space="preserve">       1. Надати </w:t>
      </w:r>
      <w:r w:rsidRPr="00A45E4D">
        <w:rPr>
          <w:rFonts w:ascii="Times New Roman" w:hAnsi="Times New Roman"/>
          <w:sz w:val="24"/>
        </w:rPr>
        <w:t>Кучер Любов Петрівні</w:t>
      </w:r>
      <w:r>
        <w:rPr>
          <w:rFonts w:ascii="Times New Roman" w:hAnsi="Times New Roman"/>
          <w:sz w:val="24"/>
        </w:rPr>
        <w:t xml:space="preserve">, яка зареєстрована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>: с.</w:t>
      </w:r>
      <w:r w:rsidR="00F43325">
        <w:rPr>
          <w:rFonts w:ascii="Times New Roman" w:hAnsi="Times New Roman"/>
          <w:sz w:val="24"/>
        </w:rPr>
        <w:t>____________</w:t>
      </w:r>
      <w:r w:rsidRPr="00D02183">
        <w:rPr>
          <w:rFonts w:ascii="Times New Roman" w:hAnsi="Times New Roman"/>
          <w:sz w:val="24"/>
        </w:rPr>
        <w:t>,</w:t>
      </w:r>
      <w:r w:rsidR="00F43325">
        <w:rPr>
          <w:rFonts w:ascii="Times New Roman" w:hAnsi="Times New Roman"/>
          <w:sz w:val="24"/>
        </w:rPr>
        <w:t xml:space="preserve"> </w:t>
      </w:r>
      <w:bookmarkStart w:id="0" w:name="_GoBack"/>
      <w:bookmarkEnd w:id="0"/>
      <w:r w:rsidRPr="008E2C07">
        <w:rPr>
          <w:rFonts w:ascii="Times New Roman" w:hAnsi="Times New Roman"/>
          <w:sz w:val="24"/>
        </w:rPr>
        <w:t xml:space="preserve">дозвіл на розробку </w:t>
      </w:r>
      <w:proofErr w:type="spellStart"/>
      <w:r w:rsidRPr="008E2C07">
        <w:rPr>
          <w:rFonts w:ascii="Times New Roman" w:hAnsi="Times New Roman"/>
          <w:sz w:val="24"/>
        </w:rPr>
        <w:t>про</w:t>
      </w:r>
      <w:r>
        <w:rPr>
          <w:rFonts w:ascii="Times New Roman" w:hAnsi="Times New Roman"/>
          <w:sz w:val="24"/>
        </w:rPr>
        <w:t>є</w:t>
      </w:r>
      <w:r w:rsidRPr="008E2C07">
        <w:rPr>
          <w:rFonts w:ascii="Times New Roman" w:hAnsi="Times New Roman"/>
          <w:sz w:val="24"/>
        </w:rPr>
        <w:t>кту</w:t>
      </w:r>
      <w:proofErr w:type="spellEnd"/>
      <w:r w:rsidRPr="008E2C07">
        <w:rPr>
          <w:rFonts w:ascii="Times New Roman" w:hAnsi="Times New Roman"/>
          <w:sz w:val="24"/>
        </w:rPr>
        <w:t xml:space="preserve"> із землеустрою щодо відведення земельної ділянки для передачі її у власність, </w:t>
      </w:r>
      <w:r>
        <w:rPr>
          <w:rFonts w:ascii="Times New Roman" w:hAnsi="Times New Roman"/>
          <w:sz w:val="24"/>
        </w:rPr>
        <w:t xml:space="preserve">орієнтовною </w:t>
      </w:r>
      <w:r w:rsidRPr="008E2C07">
        <w:rPr>
          <w:rFonts w:ascii="Times New Roman" w:hAnsi="Times New Roman"/>
          <w:sz w:val="24"/>
        </w:rPr>
        <w:t xml:space="preserve">площею </w:t>
      </w:r>
      <w:r w:rsidRPr="00A45E4D">
        <w:rPr>
          <w:rFonts w:ascii="Times New Roman" w:hAnsi="Times New Roman"/>
          <w:sz w:val="24"/>
        </w:rPr>
        <w:t>0,</w:t>
      </w:r>
      <w:r>
        <w:rPr>
          <w:rFonts w:ascii="Times New Roman" w:hAnsi="Times New Roman"/>
          <w:sz w:val="24"/>
        </w:rPr>
        <w:t xml:space="preserve">20 </w:t>
      </w:r>
      <w:r w:rsidRPr="00A45E4D">
        <w:rPr>
          <w:rFonts w:ascii="Times New Roman" w:hAnsi="Times New Roman"/>
          <w:sz w:val="24"/>
        </w:rPr>
        <w:t xml:space="preserve">га, </w:t>
      </w:r>
      <w:r w:rsidRPr="008E2C07">
        <w:rPr>
          <w:rFonts w:ascii="Times New Roman" w:hAnsi="Times New Roman"/>
          <w:sz w:val="24"/>
        </w:rPr>
        <w:t xml:space="preserve">для </w:t>
      </w:r>
      <w:r w:rsidRPr="00E53AAA">
        <w:rPr>
          <w:rFonts w:ascii="Times New Roman" w:hAnsi="Times New Roman"/>
        </w:rPr>
        <w:t>ведення особистого селянського господарства</w:t>
      </w:r>
      <w:r w:rsidRPr="00A45E4D">
        <w:rPr>
          <w:rFonts w:ascii="Times New Roman" w:hAnsi="Times New Roman"/>
          <w:sz w:val="24"/>
        </w:rPr>
        <w:t>,  яка розташована в с.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Комарівка</w:t>
      </w:r>
      <w:proofErr w:type="spellEnd"/>
      <w:r>
        <w:rPr>
          <w:rFonts w:ascii="Times New Roman" w:hAnsi="Times New Roman"/>
          <w:sz w:val="24"/>
        </w:rPr>
        <w:t xml:space="preserve"> по вул. Джерельній</w:t>
      </w:r>
      <w:r w:rsidRPr="00A45E4D">
        <w:rPr>
          <w:rFonts w:ascii="Times New Roman" w:hAnsi="Times New Roman"/>
          <w:sz w:val="24"/>
        </w:rPr>
        <w:t>.</w:t>
      </w:r>
    </w:p>
    <w:p w:rsidR="00225EF4" w:rsidRPr="00A45E4D" w:rsidRDefault="00225EF4" w:rsidP="00225EF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5E4D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>. Кучер Л.П.,</w:t>
      </w:r>
      <w:r w:rsidRPr="00A45E4D">
        <w:rPr>
          <w:rFonts w:ascii="Times New Roman" w:hAnsi="Times New Roman"/>
          <w:sz w:val="24"/>
        </w:rPr>
        <w:t xml:space="preserve"> розробити </w:t>
      </w:r>
      <w:proofErr w:type="spellStart"/>
      <w:r w:rsidRPr="00A45E4D">
        <w:rPr>
          <w:rFonts w:ascii="Times New Roman" w:hAnsi="Times New Roman"/>
          <w:sz w:val="24"/>
        </w:rPr>
        <w:t>проєкт</w:t>
      </w:r>
      <w:proofErr w:type="spellEnd"/>
      <w:r w:rsidRPr="00A45E4D">
        <w:rPr>
          <w:rFonts w:ascii="Times New Roman" w:hAnsi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225EF4" w:rsidRPr="00F443C5" w:rsidRDefault="00225EF4" w:rsidP="00225EF4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>. Даний дозвіл дійсний на протязі року з дня прийняття даного р</w:t>
      </w:r>
      <w:r>
        <w:rPr>
          <w:rFonts w:ascii="Times New Roman" w:hAnsi="Times New Roman"/>
          <w:color w:val="000000"/>
          <w:sz w:val="24"/>
          <w:szCs w:val="24"/>
        </w:rPr>
        <w:t>ішення</w:t>
      </w:r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225EF4" w:rsidRPr="008E2C07" w:rsidRDefault="00225EF4" w:rsidP="00225EF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4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25EF4" w:rsidRPr="00404567" w:rsidRDefault="00225EF4" w:rsidP="00225EF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25EF4" w:rsidRPr="00404567" w:rsidRDefault="00225EF4" w:rsidP="00225EF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25EF4" w:rsidRPr="00404567" w:rsidRDefault="00225EF4" w:rsidP="00225EF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25EF4" w:rsidRPr="00404567" w:rsidRDefault="00225EF4" w:rsidP="00225EF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25EF4" w:rsidRPr="00404567" w:rsidRDefault="00225EF4" w:rsidP="00225EF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552CA" w:rsidRPr="00225EF4" w:rsidRDefault="00225EF4" w:rsidP="00225EF4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       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sectPr w:rsidR="008552CA" w:rsidRPr="00225EF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EF4"/>
    <w:rsid w:val="00171A2E"/>
    <w:rsid w:val="00225EF4"/>
    <w:rsid w:val="00304C90"/>
    <w:rsid w:val="00505B6D"/>
    <w:rsid w:val="006D3977"/>
    <w:rsid w:val="007D6C18"/>
    <w:rsid w:val="008552CA"/>
    <w:rsid w:val="00D1641A"/>
    <w:rsid w:val="00F4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34D11"/>
  <w15:docId w15:val="{A87A46E7-1052-4B2C-A135-2DF385C2E5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5EF4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225EF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25EF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225EF4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233</Words>
  <Characters>1332</Characters>
  <Application>Microsoft Office Word</Application>
  <DocSecurity>0</DocSecurity>
  <Lines>11</Lines>
  <Paragraphs>3</Paragraphs>
  <ScaleCrop>false</ScaleCrop>
  <Company>Microsoft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2021-04-28T12:10:00Z</dcterms:created>
  <dcterms:modified xsi:type="dcterms:W3CDTF">2021-04-28T12:51:00Z</dcterms:modified>
</cp:coreProperties>
</file>