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F0" w:rsidRDefault="003115F0" w:rsidP="003115F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5F0" w:rsidRDefault="003115F0" w:rsidP="00311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15F0" w:rsidRDefault="003115F0" w:rsidP="00311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115F0" w:rsidRDefault="003115F0" w:rsidP="003115F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5F0" w:rsidRDefault="003115F0" w:rsidP="00311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115F0" w:rsidRDefault="003115F0" w:rsidP="003115F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115F0" w:rsidRDefault="003115F0" w:rsidP="003115F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№53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115F0" w:rsidRDefault="003115F0" w:rsidP="003115F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FF0000"/>
          <w:sz w:val="24"/>
          <w:szCs w:val="24"/>
        </w:rPr>
      </w:pPr>
    </w:p>
    <w:p w:rsid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із землеустрою щодо поділу  та об’єднання</w:t>
      </w:r>
    </w:p>
    <w:p w:rsid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земельних  ділянок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сільської ради</w:t>
      </w:r>
    </w:p>
    <w:p w:rsid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 </w:t>
      </w:r>
    </w:p>
    <w:p w:rsid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сільській раді, код ЄДРПОУ 04405030, технічну документацію із землеустрою щодо поділу та об’єднання земельних ділянок, та передати  у комунальну власність, площею 0,3950 га, кадастровий номер: 6823984000:03:017:0071; площею 0,2060 га, кадастровий номер: 6823984000:03:017:0069, площею 0,2055 га, кадастровий номер: 6823984000:03:017:0068, площею 6,1934 га, кадастровий номер: 6823984000:03:017:0073; площею 0,6148 га, кадастровий номер: 6823984000:03:017:0072,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</w:t>
      </w:r>
    </w:p>
    <w:p w:rsid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2.Крупецькій сільській раді  посвідчити своє право  в  установленому  законом  порядку.</w:t>
      </w:r>
    </w:p>
    <w:p w:rsid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115F0" w:rsidRP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9A5809" w:rsidRPr="003115F0" w:rsidRDefault="003115F0" w:rsidP="003115F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9A5809" w:rsidRPr="003115F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5F0"/>
    <w:rsid w:val="003115F0"/>
    <w:rsid w:val="009A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5F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115F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115F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115F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5F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115F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115F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115F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2021-07-26T12:36:00Z</dcterms:created>
  <dcterms:modified xsi:type="dcterms:W3CDTF">2021-07-26T12:36:00Z</dcterms:modified>
</cp:coreProperties>
</file>