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3B21" w:rsidRDefault="00A1000A" w:rsidP="00763B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1000A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763B21" w:rsidRDefault="00763B21" w:rsidP="00763B21"/>
    <w:p w:rsidR="00763B21" w:rsidRDefault="00763B21" w:rsidP="00763B21"/>
    <w:p w:rsidR="00763B21" w:rsidRDefault="00763B21" w:rsidP="00763B2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63B21" w:rsidRDefault="00763B21" w:rsidP="00763B2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63B21" w:rsidRDefault="00763B21" w:rsidP="00763B2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63B21" w:rsidRDefault="00763B21" w:rsidP="00763B2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63B21" w:rsidRDefault="00763B21" w:rsidP="00763B2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63B21" w:rsidRDefault="00763B21" w:rsidP="00763B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63B21" w:rsidRDefault="00763B21" w:rsidP="00763B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3B21" w:rsidRPr="001C3332" w:rsidRDefault="00763B21" w:rsidP="00763B2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63B21" w:rsidRDefault="00763B21" w:rsidP="00763B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63B21" w:rsidRPr="00E57CA4" w:rsidRDefault="00763B21" w:rsidP="00763B21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15.01.2020  року                                    Крупець                                                   №36</w:t>
      </w:r>
    </w:p>
    <w:p w:rsidR="00763B21" w:rsidRDefault="00763B21" w:rsidP="00763B2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63B21" w:rsidRPr="00E83DE6" w:rsidRDefault="00763B21" w:rsidP="00763B21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763B21" w:rsidRPr="00E83DE6" w:rsidRDefault="00763B21" w:rsidP="00763B21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763B21" w:rsidRPr="00E83DE6" w:rsidRDefault="00763B21" w:rsidP="00763B21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763B21" w:rsidRDefault="00763B21" w:rsidP="00763B21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 н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атурі (на місцевості) </w:t>
      </w:r>
    </w:p>
    <w:p w:rsidR="00763B21" w:rsidRPr="00E83DE6" w:rsidRDefault="00763B21" w:rsidP="00763B21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Шевченко Н.А. Шевченко С.В.</w:t>
      </w:r>
    </w:p>
    <w:p w:rsidR="00763B21" w:rsidRPr="00E83DE6" w:rsidRDefault="00763B21" w:rsidP="00763B21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63B21" w:rsidRDefault="00763B21" w:rsidP="00763B21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», розглянувши заяву Шевченко Н.А., Шевченко С.В.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 рада </w:t>
      </w:r>
    </w:p>
    <w:p w:rsidR="00763B21" w:rsidRPr="00E83DE6" w:rsidRDefault="00763B21" w:rsidP="00763B21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63B21" w:rsidRDefault="00763B21" w:rsidP="00763B21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ердити Шевченко Наталії Анатоліївні,  яка зареєстрована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дресою</w:t>
      </w:r>
      <w:r w:rsidR="00B535D7" w:rsidRPr="00B535D7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B535D7" w:rsidRPr="00B535D7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Шевченко Сергію Валерійовичу,який зареєстрований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дресою: </w:t>
      </w:r>
      <w:r w:rsidR="00B535D7" w:rsidRPr="00B535D7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B535D7" w:rsidRPr="00B535D7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технічну документацію із землеустрою щодо встановлення (відновлення) меж земельної ділянки в натурі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(на місцевості), та передати </w:t>
      </w:r>
      <w:r w:rsidRPr="00D87208">
        <w:rPr>
          <w:rFonts w:ascii="Times New Roman" w:eastAsia="Arial Unicode MS" w:hAnsi="Times New Roman" w:cs="Times New Roman"/>
          <w:sz w:val="24"/>
          <w:szCs w:val="24"/>
        </w:rPr>
        <w:t xml:space="preserve">земельну ділянку у </w:t>
      </w:r>
      <w:r w:rsidRPr="00D872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спільну  часткову власність в рівних частках кожному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, площею 0,2500га, (кадастровий номер: 6823986800:03:005:0086), для будівництва та обслуговування житлового будинку господарських будівель та споруд (присадибна ділянка), яка розташована Хмельницька область,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Крупець,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вул.Незалежності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50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763B21" w:rsidRPr="00E83DE6" w:rsidRDefault="00763B21" w:rsidP="00763B21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eastAsia="Arial Unicode MS" w:hAnsi="Times New Roman" w:cs="Times New Roman"/>
          <w:sz w:val="24"/>
          <w:szCs w:val="24"/>
        </w:rPr>
        <w:t>Шевченко Н.А, Шевченко С.В.</w:t>
      </w:r>
      <w:r w:rsidRPr="00E83DE6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763B21" w:rsidRDefault="00763B21" w:rsidP="00763B21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lastRenderedPageBreak/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63B21" w:rsidRPr="00E83DE6" w:rsidRDefault="00763B21" w:rsidP="00763B21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63B21" w:rsidRPr="00641052" w:rsidRDefault="00763B21" w:rsidP="00763B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A05DE6" w:rsidRDefault="00A05DE6"/>
    <w:sectPr w:rsidR="00A05DE6" w:rsidSect="00A05D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763B21"/>
    <w:rsid w:val="00171A2E"/>
    <w:rsid w:val="00304C90"/>
    <w:rsid w:val="00505B6D"/>
    <w:rsid w:val="006D3977"/>
    <w:rsid w:val="00763B21"/>
    <w:rsid w:val="007D6C18"/>
    <w:rsid w:val="00A05DE6"/>
    <w:rsid w:val="00A1000A"/>
    <w:rsid w:val="00B535D7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B21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2</Pages>
  <Words>294</Words>
  <Characters>1677</Characters>
  <Application>Microsoft Office Word</Application>
  <DocSecurity>0</DocSecurity>
  <Lines>13</Lines>
  <Paragraphs>3</Paragraphs>
  <ScaleCrop>false</ScaleCrop>
  <Company>Microsoft</Company>
  <LinksUpToDate>false</LinksUpToDate>
  <CharactersWithSpaces>1968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2020-01-21T06:52:00Z</dcterms:created>
  <dcterms:modified xsi:type="dcterms:W3CDTF">2020-01-21T07:43:00Z</dcterms:modified>
</cp:coreProperties>
</file>