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F3" w:rsidRPr="00B623A8" w:rsidRDefault="00EF08F3" w:rsidP="00EF08F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881343" wp14:editId="2357E65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5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8F3" w:rsidRDefault="00EF08F3" w:rsidP="00EF08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3b+q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YT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WCR5ME9E&#10;wPTXk6fIv31Mp9qoovgMqiKDxpTYjNqUUjKQG9N1KfKKT+ZJeV/h7caacliekVIXKExvpMQyVMfJ&#10;91ckuyRXQBxffPI443pyYzpHRIr4ZEpy0fkZDTj5aW8nL28gTAf+yCo+A0uKIgTCdJuMBPEZCPHr&#10;QNjjjKq9Oi6O3t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TWIM97PrgM0YzZ8xDgshUWPBHMj3Ix20GxskPynj5WaEoUFRU2H1LEi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ArUjYfwZ8obPV/ilkTeApRqy9roAAek1d7hENxSCSLrEgd2lrmJfPzx8ohWS49Rc/Ax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+/i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W7Vlc1x+ua1xXcE9CXs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XBc&#10;PY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S/b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UexT5FCAhn535BDnPGzAxRCiO7dfXy+uwbrfbXBM&#10;vMaJmZ7QjFDTb2If2mwp8Rrw6QDhzKNIAEml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eEN2/qh3AABAWQQADgAAAAAAAAAAAAAAAAAuAgAAZHJzL2Uyb0RvYy54bWxQSwECLQAU&#10;AAYACAAAACEAsh1Mm+AAAAAKAQAADwAAAAAAAAAAAAAAAAACegAAZHJzL2Rvd25yZXYueG1sUEsF&#10;BgAAAAAEAAQA8wAAAA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jl8AA&#10;AADdAAAADwAAAGRycy9kb3ducmV2LnhtbERPy4rCMBTdC/5DuMLsNLXqKNUoIqO4EIb62F+aa1ts&#10;bkoTtf69WQguD+e9WLWmEg9qXGlZwXAQgSDOrC45V3A+bfszEM4ja6wsk4IXOVgtu50FJto+OaXH&#10;0ecihLBLUEHhfZ1I6bKCDLqBrYkDd7WNQR9gk0vd4DOEm0rGUfQrDZYcGgqsaVNQdjvejQI72u0P&#10;lzxOR3889bz+n10v7UGpn167noPw1Pqv+OPeawXjeBLmhjfh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Ljl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iCAsgA&#10;AADdAAAADwAAAGRycy9kb3ducmV2LnhtbESPQWsCMRSE74X+h/AKvUjNKq3VrVFEWFt7KKiFXh+b&#10;1822m5clSXX11xtB6HGYmW+Y6byzjdiTD7VjBYN+BoK4dLrmSsHnrngYgwgRWWPjmBQcKcB8dnsz&#10;xVy7A29ov42VSBAOOSowMba5lKE0ZDH0XUucvG/nLcYkfSW1x0OC20YOs2wkLdacFgy2tDRU/m7/&#10;rIKf4sN8LZ9PK9+bbOjUK95fm/VIqfu7bvECIlIX/8PX9ptW8Dh8msD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mII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DXcEA&#10;AADdAAAADwAAAGRycy9kb3ducmV2LnhtbERPzWrCQBC+F3yHZQQvRTe1IiW6iogW8SJqH2DIjtlg&#10;djZktyZ9e+dQ8Pjx/S/Xva/Vg9pYBTbwMclAERfBVlwa+Lnux1+gYkK2WAcmA38UYb0avC0xt6Hj&#10;Mz0uqVQSwjFHAy6lJtc6Fo48xkloiIW7hdZjEtiW2rbYSbiv9TTL5tpjxdLgsKGto+J++fVScvrE&#10;0/HWXfffPXa4Ozp+35yNGQ37zQJUoj69xP/ugzUwm85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Wg1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zZs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lZl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Hz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4sc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jBL5y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i4s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/Iis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zK6h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/I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wgMcA&#10;AADdAAAADwAAAGRycy9kb3ducmV2LnhtbESP3WoCMRSE74W+QziF3hTNalXK1ihaCBUqiD/Q28Pm&#10;uLt0c7Ikqbt9e1MoeDnMzDfMYtXbRlzJh9qxgvEoA0FcOFNzqeB80sNXECEiG2wck4JfCrBaPgwW&#10;mBvX8YGux1iKBOGQo4IqxjaXMhQVWQwj1xIn7+K8xZikL6Xx2CW4beQky+bSYs1pocKW3isqvo8/&#10;VsFm35Uv/rnY9O7z8vE109ronVbq6bFfv4GI1Md7+L+9NQqmk/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W8I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PXsQA&#10;AADdAAAADwAAAGRycy9kb3ducmV2LnhtbESPwWrDMBBE74H8g9hAb7Fck4TgRg6hxVBKL0n7AYu1&#10;tVxbKyMpjvv3VaGQ4zAzb5jDcbaDmMiHzrGCxywHQdw43XGr4POjXu9BhIiscXBMCn4owLFaLg5Y&#10;anfjM02X2IoE4VCiAhPjWEoZGkMWQ+ZG4uR9OW8xJulbqT3eEtwOssjznbTYcVowONKzoaa/XK2C&#10;+q14n/qr9rU7zRtLW/O9fzFKPazm0xOISHO8h//br1rBptht4e9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D1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LbMYA&#10;AADdAAAADwAAAGRycy9kb3ducmV2LnhtbESPUWvCMBSF3wf+h3AFX2Smc7OMahQdhA02GLqBr5fm&#10;2habm5JE2/37ZSDs8XDO+Q5ntRlsK67kQ+NYwcMsA0FcOtNwpeD7S98/gwgR2WDrmBT8UIDNenS3&#10;wsK4nvd0PcRKJAiHAhXUMXaFlKGsyWKYuY44eSfnLcYkfSWNxz7BbSvnWZZLiw2nhRo7eqmpPB8u&#10;VsHus68e/bTcDe799HpcaG30h1ZqMh62SxCRhvgfvrXfjIKne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jLb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0ss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M8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NL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65r8A&#10;AADdAAAADwAAAGRycy9kb3ducmV2LnhtbERPzYrCMBC+L/gOYRa8ral/RbpGEUFZj1t9gKEZ22Iz&#10;qU209e13DsIeP77/9XZwjXpSF2rPBqaTBBRx4W3NpYHL+fC1AhUissXGMxl4UYDtZvSxxsz6nn/p&#10;mcdSSQiHDA1UMbaZ1qGoyGGY+JZYuKvvHEaBXalth72Eu0bPkiTVDmuWhgpb2ldU3PKHM7B49cd7&#10;vrwlB+toepq3J47F0pjx57D7BhVpiP/it/vHim+Wylx5I09Ab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prrm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GYcQA&#10;AADdAAAADwAAAGRycy9kb3ducmV2LnhtbESPQYvCMBSE78L+h/AW9qbpFim2GkVWlMWTVnfPj+bZ&#10;FpuX0kSt/94IgsdhZr5hZoveNOJKnastK/geRSCIC6trLhUcD+vhBITzyBoby6TgTg4W84/BDDNt&#10;b7yna+5LESDsMlRQed9mUrqiIoNuZFvi4J1sZ9AH2ZVSd3gLcNPIOIoSabDmsFBhSz8VFef8YhRc&#10;kv/4yKet3uWr+yZdrZdO/pVKfX32yykIT71/h1/tX61gHCcp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Bm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Js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HIzC/v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4Ri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hTsYA&#10;AADdAAAADwAAAGRycy9kb3ducmV2LnhtbESPQWvCQBSE74L/YXmCN90YJZXUVVqlaekptYVeH9ln&#10;Esy+DdmtJv31rlDocZiZb5jNrjeNuFDnassKFvMIBHFhdc2lgq/Pl9kahPPIGhvLpGAgB7vteLTB&#10;VNsrf9Dl6EsRIOxSVFB536ZSuqIig25uW+LgnWxn0AfZlVJ3eA1w08g4ihJpsOawUGFL+4qK8/HH&#10;KPhNvjF3r/HzYak9Dat1Zt/zTKnppH96BOGp9//hv/abVrCKHxZ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wh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sgc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Ok0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7I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Dcs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ct4NoH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vDc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8sMA&#10;AADdAAAADwAAAGRycy9kb3ducmV2LnhtbERPW2vCMBR+H+w/hDPwbU1XZNPOKCoIG17AC9vroTlr&#10;ypqT0mS1/nsjDHz87nyTWW9r0VHrK8cKXpIUBHHhdMWlgtNx9TwC4QOyxtoxKbiQh9n08WGCuXZn&#10;3lN3CKWIJexzVGBCaHIpfWHIok9cQxy1H9daDBG2pdQtnmO5rWWWpq/SYsVxwWBDS0PF7+HPKuhw&#10;d0m/zWI7/qw2RbZbfK115NXgqZ+/gwjUh7v5P/2hFQyztyH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uo8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zCc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LMr7W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LM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r2ccA&#10;AADdAAAADwAAAGRycy9kb3ducmV2LnhtbESPW2sCMRSE3wv9D+EUfKvZLqKyGsV6gVJaxNv7cXPc&#10;3TY5WTZR13/fCAUfh5n5hhlPW2vEhRpfOVbw1k1AEOdOV1wo2O9Wr0MQPiBrNI5JwY08TCfPT2PM&#10;tLvyhi7bUIgIYZ+hgjKEOpPS5yVZ9F1XE0fv5BqLIcqmkLrBa4RbI9Mk6UuLFceFEmual5T/bs9W&#10;wWq9MD/p92Z2kGG+HBzN8PN98aVU56WdjUAEasMj/N/+0Ap66aAP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Fa9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4D+8gA&#10;AADdAAAADwAAAGRycy9kb3ducmV2LnhtbESP3WrCQBSE7wt9h+UUeiN141+VNKtIoaigYNNCb4/Z&#10;0yQkezZktzG+vSsIvRxm5hsmWfWmFh21rrSsYDSMQBBnVpecK/j++nhZgHAeWWNtmRRcyMFq+fiQ&#10;YKztmT+pS30uAoRdjAoK75tYSpcVZNANbUMcvF/bGvRBtrnULZ4D3NRyHEWv0mDJYaHAht4Lyqr0&#10;zyjojvtTvu1cs6sWAzebnDabg/5R6vmpX7+B8NT7//C9vdUKpuP5HG5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gP7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rQM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sYpO9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Q60DEAAAA3QAAAA8AAAAAAAAAAAAAAAAAmAIAAGRycy9k&#10;b3ducmV2LnhtbFBLBQYAAAAABAAEAPUAAACJAwAAAAA=&#10;" fillcolor="black" stroked="f"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N1c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KSTJ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9Y3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q2sMA&#10;AADdAAAADwAAAGRycy9kb3ducmV2LnhtbERPz2vCMBS+D/wfwhN2m+lkSOlMi2yIu+ygbuz6aJ5N&#10;bfPSJVGrf/1yGHj8+H4vq9H24kw+tI4VPM8yEMS10y03Cr7266ccRIjIGnvHpOBKAapy8rDEQrsL&#10;b+m8i41IIRwKVGBiHAopQ23IYpi5gThxB+ctxgR9I7XHSwq3vZxn2UJabDk1GBzozVDd7U5WgV/9&#10;vHc3Pn132e3zGjbH8TdHo9TjdFy9gog0xrv43/2hFbzM87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9q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q88UA&#10;AADdAAAADwAAAGRycy9kb3ducmV2LnhtbESPUWvCQBCE3wv9D8cW+lL0YiitRk8RoVBQClp/wJpb&#10;k+DdXshtNfrre4WCj8PMfMPMFr136kxdbAIbGA0zUMRlsA1XBvbfH4MxqCjIFl1gMnClCIv548MM&#10;CxsuvKXzTiqVIBwLNFCLtIXWsazJYxyGljh5x9B5lCS7StsOLwnunc6z7E17bDgt1NjSqqbytPvx&#10;Blx+cJP1e9zIda832c3L9uXLGvP81C+noIR6uYf/25/WwGs+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2rz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7wMUA&#10;AADdAAAADwAAAGRycy9kb3ducmV2LnhtbESPQWsCMRSE70L/Q3iF3jTbpYhsjWIrwl56cFW8Pjev&#10;m8XkZdmkuu2vbwTB4zAz3zDz5eCsuFAfWs8KXicZCOLa65YbBfvdZjwDESKyRuuZFPxSgOXiaTTH&#10;Qvsrb+lSxUYkCIcCFZgYu0LKUBtyGCa+I07et+8dxiT7RuoerwnurMyzbCodtpwWDHb0aag+Vz9O&#10;wbrqbL4vzUc4Hr5OJ1v+bei4VurleVi9g4g0xEf43i61grd8lsPtTXo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fvA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R6sQA&#10;AADdAAAADwAAAGRycy9kb3ducmV2LnhtbESPQWsCMRSE74L/ITyhN020orI1ikgFwVN1PfT2SF53&#10;t25elk3qbv99UxA8DjPzDbPe9q4Wd2pD5VnDdKJAEBtvKy405JfDeAUiRGSLtWfS8EsBtpvhYI2Z&#10;9R1/0P0cC5EgHDLUUMbYZFIGU5LDMPENcfK+fOswJtkW0rbYJbir5UyphXRYcVoosaF9SeZ2/nEa&#10;vg/y5I1Cc82v3dEuP98XVCutX0b97g1EpD4+w4/20WqYz1av8P8mP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E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rsM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ma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iuw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0+ccA&#10;AADdAAAADwAAAGRycy9kb3ducmV2LnhtbESPQWvCQBSE70L/w/IK3nTToCVNXaUKghehag/19sy+&#10;JsHs23R31eiv7xYEj8PMfMNMZp1pxJmcry0reBkmIIgLq2suFXztloMMhA/IGhvLpOBKHmbTp94E&#10;c20vvKHzNpQiQtjnqKAKoc2l9EVFBv3QtsTR+7HOYIjSlVI7vES4aWSaJK/SYM1xocKWFhUVx+3J&#10;KJi/ZfPfzxGvb5vDnvbfh+M4dYlS/efu4x1EoC48wvf2SisYpdkY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ENPnHAAAA3QAAAA8AAAAAAAAAAAAAAAAAmAIAAGRy&#10;cy9kb3ducmV2LnhtbFBLBQYAAAAABAAEAPUAAACMAwAAAAA=&#10;" fillcolor="black" stroked="f"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Qj8UA&#10;AADdAAAADwAAAGRycy9kb3ducmV2LnhtbESPQWsCMRSE7wX/Q3hCbzWrLSJboyyCtPS0akuvz81z&#10;s7h5WZI0bv99Uyj0OMzMN8x6O9peJPKhc6xgPitAEDdOd9wqeD/tH1YgQkTW2DsmBd8UYLuZ3K2x&#10;1O7GB0rH2IoM4VCiAhPjUEoZGkMWw8wNxNm7OG8xZulbqT3eMtz2clEUS2mx47xgcKCdoeZ6/LIK&#10;0nlXV4/pM5nDm69a7+qXj3Ot1P10rJ5BRBrjf/iv/aoVPC1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lC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V5sYA&#10;AADdAAAADwAAAGRycy9kb3ducmV2LnhtbESPQWvCQBSE70L/w/IK3nSjFLWpq4hYsV5s00J7fGRf&#10;s6HZtyG7xtRf7wqCx2FmvmHmy85WoqXGl44VjIYJCOLc6ZILBV+fr4MZCB+QNVaOScE/eVguHnpz&#10;TLU78Qe1WShEhLBPUYEJoU6l9Lkhi37oauLo/brGYoiyKaRu8BThtpLjJJlIiyXHBYM1rQ3lf9nR&#10;KvCj9eZ7b8/P7c/W8CF7M5P3wijVf+xWLyACdeEevrV3WsHTeDaF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V5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08F3" w:rsidRDefault="00EF08F3" w:rsidP="00EF08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08F3" w:rsidRDefault="00EF08F3" w:rsidP="00EF08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F08F3" w:rsidRPr="004A7D10" w:rsidRDefault="00EF08F3" w:rsidP="00EF08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08F3" w:rsidRDefault="00EF08F3" w:rsidP="00EF08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08F3" w:rsidRPr="00DA4463" w:rsidRDefault="00EF08F3" w:rsidP="00EF08F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№45</w:t>
      </w:r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60655C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Тригубу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М.В.</w:t>
      </w:r>
    </w:p>
    <w:p w:rsidR="00EF08F3" w:rsidRPr="0060655C" w:rsidRDefault="00EF08F3" w:rsidP="00EF08F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Тригуба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М.В.,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Тригубу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Михайлу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Володимиров</w:t>
      </w:r>
      <w:r>
        <w:rPr>
          <w:rFonts w:ascii="Times New Roman" w:eastAsia="Calibri" w:hAnsi="Times New Roman" w:cs="Times New Roman"/>
          <w:sz w:val="24"/>
          <w:szCs w:val="24"/>
        </w:rPr>
        <w:t>ич</w:t>
      </w:r>
      <w:r w:rsidRPr="0060655C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4776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4,87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гектарах, 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сертифікат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 право 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(пай)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серія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ХМ №0403752,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2.Тригубу М.В.,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EF08F3" w:rsidRPr="0060655C" w:rsidRDefault="00EF08F3" w:rsidP="00EF08F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F08F3" w:rsidRPr="0060655C" w:rsidRDefault="00EF08F3" w:rsidP="00EF08F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8F3" w:rsidRPr="0060655C" w:rsidRDefault="00EF08F3" w:rsidP="00EF08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МИХАЛЮК</w:t>
      </w:r>
    </w:p>
    <w:p w:rsidR="00DF4630" w:rsidRDefault="00DF4630"/>
    <w:sectPr w:rsidR="00DF463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F0" w:rsidRDefault="00A10AF0">
      <w:pPr>
        <w:spacing w:after="0" w:line="240" w:lineRule="auto"/>
      </w:pPr>
      <w:r>
        <w:separator/>
      </w:r>
    </w:p>
  </w:endnote>
  <w:endnote w:type="continuationSeparator" w:id="0">
    <w:p w:rsidR="00A10AF0" w:rsidRDefault="00A1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F0" w:rsidRDefault="00A10AF0">
      <w:pPr>
        <w:spacing w:after="0" w:line="240" w:lineRule="auto"/>
      </w:pPr>
      <w:r>
        <w:separator/>
      </w:r>
    </w:p>
  </w:footnote>
  <w:footnote w:type="continuationSeparator" w:id="0">
    <w:p w:rsidR="00A10AF0" w:rsidRDefault="00A1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F3"/>
    <w:rsid w:val="004F4776"/>
    <w:rsid w:val="007E54C3"/>
    <w:rsid w:val="00A10AF0"/>
    <w:rsid w:val="00DF4630"/>
    <w:rsid w:val="00E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F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08F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F08F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08F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F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08F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F08F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08F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2020-12-24T17:38:00Z</dcterms:created>
  <dcterms:modified xsi:type="dcterms:W3CDTF">2020-12-24T18:52:00Z</dcterms:modified>
</cp:coreProperties>
</file>