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C6" w:rsidRPr="0081108E" w:rsidRDefault="00411CC6" w:rsidP="00411CC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411CC6" w:rsidRPr="0081108E" w:rsidRDefault="00411CC6" w:rsidP="00411CC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11CC6" w:rsidRPr="0081108E" w:rsidRDefault="004E15D2" w:rsidP="00411CC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9932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Ci9cUA&#10;AADdAAAADwAAAGRycy9kb3ducmV2LnhtbESPQWvCQBSE74L/YXlCb7qpgaqpawilLTkIEq33R/aZ&#10;hGbfhuzWxH/vFgSPw8x8w2zT0bTiSr1rLCt4XUQgiEurG64U/Jy+5msQziNrbC2Tghs5SHfTyRYT&#10;bQcu6Hr0lQgQdgkqqL3vEildWZNBt7AdcfAutjfog+wrqXscAty0chlFb9Jgw2Ghxo4+aip/j39G&#10;gY2/8/25WhbxJ688Z4f15TzulXqZjdk7CE+jf4Yf7Vwr2GziGP7fhCc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8KL1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/+j8gA&#10;AADdAAAADwAAAGRycy9kb3ducmV2LnhtbESPQUsDMRSE74L/ITzBS7HZamndtWmRwmrrobBV8PrY&#10;PDdrNy9LEtu1v94IgsdhZr5hFqvBduJIPrSOFUzGGQji2umWGwVvr+XNPYgQkTV2jknBNwVYLS8v&#10;Flhod+KKjvvYiAThUKACE2NfSBlqQxbD2PXEyftw3mJM0jdSezwluO3kbZbNpMWW04LBntaG6sP+&#10;yyr4LHfmfT0/P/lRXtF5VL48d9uZUtdXw+MDiEhD/A//tTdaQZ7fTeH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D/6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s5a8UA&#10;AADdAAAADwAAAGRycy9kb3ducmV2LnhtbESP3WrCQBCF7wt9h2UK3hTd1NBSo6tIMaXkRvx5gCE7&#10;ZoPZ2ZBdk/j2bqHQy8P5+TirzWgb0VPna8cK3mYJCOLS6ZorBedTPv0E4QOyxsYxKbiTh836+WmF&#10;mXYDH6g/hkrEEfYZKjAhtJmUvjRk0c9cSxy9i+sshii7SuoOhzhuGzlPkg9pseZIMNjSl6HyerzZ&#10;CNmnuC8uwyn/HnHAXWH4dXtQavIybpcgAo3hP/zX/tEKFov0HX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mzlr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JyvMYA&#10;AADdAAAADwAAAGRycy9kb3ducmV2LnhtbESPQUsDMRSE70L/Q3iCN5u16mq3TYtUBSl4sArS22Pz&#10;urt08xKSZ3f990YQPA4z8w2zXI+uVyeKqfNs4GpagCKuve24MfDx/nx5DyoJssXeMxn4pgTr1eRs&#10;iZX1A7/RaSeNyhBOFRpoRUKldapbcpimPhBn7+CjQ8kyNtpGHDLc9XpWFKV22HFeaDHQpqX6uPty&#10;Bl6Hp7C9K28PYR9vZjo9WvnciDEX5+PDApTQKP/hv/aLNTCfX5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fJyv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UCh8UA&#10;AADdAAAADwAAAGRycy9kb3ducmV2LnhtbESP3WrCQBCF7wt9h2UK3hTd1EBbo6tIMaXkRvx5gCE7&#10;ZoPZ2ZBdk/j2bqHQy8P5+TirzWgb0VPna8cK3mYJCOLS6ZorBedTPv0E4QOyxsYxKbiTh836+WmF&#10;mXYDH6g/hkrEEfYZKjAhtJmUvjRk0c9cSxy9i+sshii7SuoOhzhuGzlPkndpseZIMNjSl6HyerzZ&#10;CNmnuC8uwyn/HnHAXWH4dXtQavIybpcgAo3hP/zX/tEKFov0A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QK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FDVcQA&#10;AADdAAAADwAAAGRycy9kb3ducmV2LnhtbERPTUsDMRC9C/6HMEJvbdZaq12bFqkKUujBKoi3YTPd&#10;XdxMQjLtbv+9ORQ8Pt73cj24Tp0optazgdtJAYq48rbl2sDX59v4EVQSZIudZzJwpgTr1fXVEkvr&#10;e/6g015qlUM4lWigEQml1qlqyGGa+ECcuYOPDiXDWGsbsc/hrtPTophrhy3nhgYDbRqqfvdHZ2DX&#10;v4btw/z+EH7ibKrTi5XvjRgzuhmen0AJDfIvvrjfrYHF4i7PzW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hQ1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1GsMYA&#10;AADdAAAADwAAAGRycy9kb3ducmV2LnhtbESPUWvCMBSF3wf+h3AHe5GZOpmsnVFUCA42GLrBXi/N&#10;tS1rbkoSbf33ZiDs8XDO+Q5nsRpsK87kQ+NYwXSSgSAunWm4UvD9pR9fQISIbLB1TAouFGC1HN0t&#10;sDCu5z2dD7ESCcKhQAV1jF0hZShrshgmriNO3tF5izFJX0njsU9w28qnLJtLiw2nhRo72tZU/h5O&#10;VsHms69mflxuBvd+3P08a230h1bq4X5Yv4KINMT/8K39ZhTk+S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1Gs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nGFcAA&#10;AADdAAAADwAAAGRycy9kb3ducmV2LnhtbERPy4rCMBTdC/5DuMLsxlRxBq1GEYeCDG58fMCluTbV&#10;5qYksda/nywGXB7Oe7XpbSM68qF2rGAyzkAQl07XXCm4nIvPOYgQkTU2jknBiwJs1sPBCnPtnnyk&#10;7hQrkUI45KjAxNjmUobSkMUwdi1x4q7OW4wJ+kpqj88Ubhs5zbJvabHm1GCwpZ2h8n56WAXF7/TQ&#10;3R/aF27bzyx9mdv8xyj1Meq3SxCR+vgW/7v3WsFiMUv7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nGF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05y8cA&#10;AADdAAAADwAAAGRycy9kb3ducmV2LnhtbESPQWsCMRSE7wX/Q3hCL1Kz1rbU1ShVCAoWSm2h18fm&#10;ubu4eVmS1F3/vSkIPQ4z8w2zWPW2EWfyoXasYDLOQBAXztRcKvj+0g+vIEJENtg4JgUXCrBaDu4W&#10;mBvX8SedD7EUCcIhRwVVjG0uZSgqshjGriVO3tF5izFJX0rjsUtw28jHLHuRFmtOCxW2tKmoOB1+&#10;rYL1R1dO/ahY925/3P48a230u1bqfti/zUFE6uN/+NbeGQWz2dME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dOc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f9+cQA&#10;AADdAAAADwAAAGRycy9kb3ducmV2LnhtbESPUWvCMBSF3wf+h3AF32a64oZ2RhGlIGMvU3/Apblr&#10;OpubksRa/70RhD0ezjnf4SzXg21FTz40jhW8TTMQxJXTDdcKTsfydQ4iRGSNrWNScKMA69XoZYmF&#10;dlf+of4Qa5EgHApUYGLsCilDZchimLqOOHm/zluMSfpaao/XBLetzLPsQ1psOC0Y7GhrqDofLlZB&#10;+ZV/9+eL9qXbDDNL7+ZvvjNKTcbD5hNEpCH+h5/tvVawWMxy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3/f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5CRMQA&#10;AADdAAAADwAAAGRycy9kb3ducmV2LnhtbESP3WqDQBSE7wt9h+UUctesaX6o1jWUgKG5jMkDHNxT&#10;Fd2z1t1EfftuoZDLYWa+YdL9ZDpxp8E1lhWslhEI4tLqhisF10v++g7CeWSNnWVSMJODffb8lGKi&#10;7chnuhe+EgHCLkEFtfd9IqUrazLolrYnDt63HQz6IIdK6gHHADedfIuinTTYcFiosadDTWVb3IyC&#10;zTwef4ptG+Xa0Oq07k/sy61Si5fp8wOEp8k/wv/tL60gjjdr+HsTn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+Qk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DLMUA&#10;AADdAAAADwAAAGRycy9kb3ducmV2LnhtbESPT2vCQBTE7wW/w/KE3upGEWliVhFFKT3Z1Hp+ZF/+&#10;YPZtyG5i/PZdodDjMDO/YdLtaBoxUOdqywrmswgEcW51zaWCy/fx7R2E88gaG8uk4EEOtpvJS4qJ&#10;tnf+oiHzpQgQdgkqqLxvEyldXpFBN7MtcfAK2xn0QXal1B3eA9w0chFFK2mw5rBQYUv7ivJb1hsF&#10;/eq6uHDxqc/Z4XGKD8edkz+lUq/TcbcG4Wn0/+G/9odWEMfLJTzfh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cMs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oZsMgA&#10;AADdAAAADwAAAGRycy9kb3ducmV2LnhtbESPT2vCQBTE74LfYXmF3nRTtcGkrlKFQu1B8d+ht9fs&#10;axKbfZtmV02/fVcQPA4z8xtmMmtNJc7UuNKygqd+BII4s7rkXMF+99Ybg3AeWWNlmRT8kYPZtNuZ&#10;YKrthTd03vpcBAi7FBUU3teplC4ryKDr25o4eN+2MeiDbHKpG7wEuKnkIIpiabDksFBgTYuCsp/t&#10;ySg4rMdxsp4vR8eP1RcOjf791GWs1OND+/oCwlPr7+Fb+10rSJLRM1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ahm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FNMYA&#10;AADdAAAADwAAAGRycy9kb3ducmV2LnhtbESPQWvCQBSE7wX/w/IEb3VTlaDRVbSlaekpaqHXR/aZ&#10;hGbfhuzWJP31rlDocZiZb5jNrje1uFLrKssKnqYRCOLc6ooLBZ/n18clCOeRNdaWScFADnbb0cMG&#10;E207PtL15AsRIOwSVFB63yRSurwkg25qG+LgXWxr0AfZFlK32AW4qeUsimJpsOKwUGJDzyXl36cf&#10;o+A3/sLMvc0OL3PtaVgsU/uRpUpNxv1+DcJT7//Df+13rWC1WsR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BF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zF8UA&#10;AADdAAAADwAAAGRycy9kb3ducmV2LnhtbESP0WrCQBRE34X+w3KFvulGibWJrlKKBd+ssR9wyV43&#10;wezdmN1q2q93BcHHYWbOMMt1bxtxoc7XjhVMxgkI4tLpmo2Cn8PX6B2ED8gaG8ek4I88rFcvgyXm&#10;2l15T5ciGBEh7HNUUIXQ5lL6siKLfuxa4ugdXWcxRNkZqTu8Rrht5DRJ3qTFmuNChS19VlSeil+r&#10;4OymM90XG9ydNtl3bUx6/t+nSr0O+48FiEB9eIYf7a1WkGXpH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LM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tDcIA&#10;AADdAAAADwAAAGRycy9kb3ducmV2LnhtbERPu27CMBTdK/UfrFupW3FaSiAhBpVKlVihHRgv9s0D&#10;4us0diHl6/GAxHh03sVysK04Ue8bxwpeRwkIYu1Mw5WCn++vlxkIH5ANto5JwT95WC4eHwrMjTvz&#10;hk7bUIkYwj5HBXUIXS6l1zVZ9CPXEUeudL3FEGFfSdPjOYbbVr4lSSotNhwbauzosyZ93P5ZBetm&#10;T5NUl5mdrfRmd/kN4+nBKPX8NHzMQQQawl18c6+Ngix7j3Pjm/gE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6q0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/7YsIA&#10;AADdAAAADwAAAGRycy9kb3ducmV2LnhtbERPXWvCMBR9H/gfwhX2NlNlyFqNZRUEh1OYinu9NHdN&#10;WXNTmqzWf78Igz2eb84yH2wjeup87VjBdJKAIC6drrlScD5tnl5A+ICssXFMCm7kIV+NHpaYaXfl&#10;D+qPoRKxhH2GCkwIbSalLw1Z9BPXEkfty3UWQ4RdJXWH11huGzlLkrm0WHNcMNjS2lD5ffyxCno8&#10;3JJPU+zTt/q9nB2Ky05HXj2Oh9cFiEBD+Df/pbdaQZo+p3B/E5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r/t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6QsIA&#10;AADdAAAADwAAAGRycy9kb3ducmV2LnhtbERPPU/DMBDdkfofrKvERp1GAtFQt6oqFTFC6MB4xNc4&#10;Jb6LbLcJ/Ho8IDE+ve/1dvK9ulKInbCB5aIARdyI7bg1cHw/3D2CignZYi9MBr4pwnYzu1ljZWXk&#10;N7rWqVU5hGOFBlxKQ6V1bBx5jAsZiDN3kuAxZRhabQOOOdz3uiyKB+2x49zgcKC9o+arvngD43Pz&#10;eS5PH9b9hEEO9aucy16MuZ1PuydQiab0L/5zv1gDq9V9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3p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CZfscA&#10;AADdAAAADwAAAGRycy9kb3ducmV2LnhtbESPW2sCMRSE34X+h3AKvmlWoVW3RrFeoIileOn7cXPc&#10;XU1Olk2q679vhEIfh5n5hhlPG2vElWpfOlbQ6yYgiDOnS84VHParzhCED8gajWNScCcP08lTa4yp&#10;djfe0nUXchEh7FNUUIRQpVL6rCCLvusq4uidXG0xRFnnUtd4i3BrZD9JXqXFkuNCgRXNC8ouux+r&#10;YPW1MOf+53b2LcN8OTia4fp9sVGq/dzM3kAEasJ/+K/9oRWMRi89eLy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QmX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KsMcA&#10;AADdAAAADwAAAGRycy9kb3ducmV2LnhtbESPQWvCQBSE7wX/w/KEXkQ3plg0dQ1SKFqw0Krg9Zl9&#10;TYLZt2F3G9N/3xWEHoeZ+YZZ5r1pREfO15YVTCcJCOLC6ppLBcfD23gOwgdkjY1lUvBLHvLV4GGJ&#10;mbZX/qJuH0oRIewzVFCF0GZS+qIig35iW+LofVtnMETpSqkdXiPcNDJNkmdpsOa4UGFLrxUVl/2P&#10;UdB97s7ltvPt+2U+8rOn82bzoU9KPQ779QuIQH34D9/bW61gsZil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lyr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gT4scA&#10;AADdAAAADwAAAGRycy9kb3ducmV2LnhtbESPQWsCMRSE74L/IbxCb5qt1eKuRtGC4KWgtod6e26e&#10;u4ubl20SdeuvNwWhx2FmvmGm89bU4kLOV5YVvPQTEMS51RUXCr4+V70xCB+QNdaWScEveZjPup0p&#10;ZtpeeUuXXShEhLDPUEEZQpNJ6fOSDPq+bYijd7TOYIjSFVI7vEa4qeUgSd6kwYrjQokNvZeUn3Zn&#10;o2CZjpc/myF/3LaHPe2/D6fRwCVKPT+1iwmIQG34Dz/aa60gTUev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IE+LHAAAA3QAAAA8AAAAAAAAAAAAAAAAAmAIAAGRy&#10;cy9kb3ducmV2LnhtbFBLBQYAAAAABAAEAPUAAACMAwAAAAA=&#10;" fillcolor="black" stroked="f"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ImMgA&#10;AADdAAAADwAAAGRycy9kb3ducmV2LnhtbESPT2sCMRTE74V+h/AKvdVspYquRqlaQage/HPw+Nw8&#10;d8NuXpZNqqufvikUPA4z8xtmPG1tJS7UeONYwXsnAUGcOW04V3DYL98GIHxA1lg5JgU38jCdPD+N&#10;MdXuylu67EIuIoR9igqKEOpUSp8VZNF3XE0cvbNrLIYom1zqBq8RbivZTZK+tGg4LhRY07ygrNz9&#10;WAXH774ZbA11T+v77Euve+VssyiVen1pP0cgArXhEf5vr7SC4bD3AX9v4hOQk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CEiY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HTtsYA&#10;AADdAAAADwAAAGRycy9kb3ducmV2LnhtbESPT2sCMRTE7wW/Q3iCt5pVsOjWKGIRe+nBf/T62Lxu&#10;trt52SZRVz99IxR6HGbmN8x82dlGXMiHyrGC0TADQVw4XXGp4HjYPE9BhIissXFMCm4UYLnoPc0x&#10;1+7KO7rsYykShEOOCkyMbS5lKAxZDEPXEifvy3mLMUlfSu3xmuC2keMse5EWK04LBltaGyrq/dkq&#10;8KvPt/rO51Od3T9uYfvd/UzRKDXod6tXEJG6+B/+a79rBbPZZAK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HTt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foc8YA&#10;AADdAAAADwAAAGRycy9kb3ducmV2LnhtbESP3WrCQBSE7wt9h+UUelN0o1A10VWkUChUCv48wDF7&#10;TIK7Z0P2VGOfvlsoeDnMzDfMYtV7py7UxSawgdEwA0VcBttwZeCwfx/MQEVBtugCk4EbRVgtHx8W&#10;WNhw5S1ddlKpBOFYoIFapC20jmVNHuMwtMTJO4XOoyTZVdp2eE1w7/Q4yybaY8NpocaW3moqz7tv&#10;b8CNjy7/nMaN3A56k/142b58WWOen/r1HJRQL/fwf/vDGsjz1w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foc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dCrMYA&#10;AADdAAAADwAAAGRycy9kb3ducmV2LnhtbESPQWsCMRSE70L/Q3iF3jRboVq3Rmkrwl56cGvx+tw8&#10;N4vJy7JJdeuvbwTB4zAz3zDzZe+sOFEXGs8KnkcZCOLK64ZrBdvv9fAVRIjIGq1nUvBHAZaLh8Ec&#10;c+3PvKFTGWuRIBxyVGBibHMpQ2XIYRj5ljh5B985jEl2tdQdnhPcWTnOsol02HBaMNjSp6HqWP46&#10;BauyteNtYT7C7udrv7fFZU27lVJPj/37G4hIfbyHb+1CK5jNXqZwfZ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dCr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+Zb8IA&#10;AADdAAAADwAAAGRycy9kb3ducmV2LnhtbERPz2vCMBS+D/wfwhO8zcTBulmNZYwVhJ3W6cHbI3m2&#10;1ealNJmt//1yGOz48f3eFpPrxI2G0HrWsFoqEMTG25ZrDYfv8vEVRIjIFjvPpOFOAYrd7GGLufUj&#10;f9GtirVIIRxy1NDE2OdSBtOQw7D0PXHizn5wGBMcamkHHFO46+STUpl02HJqaLCn94bMtfpxGi6l&#10;/PRGoTkejuPevpw+MuqU1ov59LYBEWmK/+I/995qWK+f09z0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75lv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e2sYA&#10;AADdAAAADwAAAGRycy9kb3ducmV2LnhtbESPQWvCQBSE74L/YXlCb7rRUjHRVVQQSksP1SIen9ln&#10;EpJ9G3ZXTf99tyB4HGbmG2ax6kwjbuR8ZVnBeJSAIM6trrhQ8HPYDWcgfEDW2FgmBb/kYbXs9xaY&#10;aXvnb7rtQyEihH2GCsoQ2kxKn5dk0I9sSxy9i3UGQ5SukNrhPcJNIydJMpUGK44LJba0LSmv91ej&#10;4HT95MvX68fabcLRdgdfT86zWqmXQbeegwjUhWf40X7XCtL0LY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qe2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ZHKMMA&#10;AADdAAAADwAAAGRycy9kb3ducmV2LnhtbERPz2vCMBS+C/sfwhO8aaqo2GqUKQhehOl2mLdn82yL&#10;zUtNotb99cthsOPH93uxak0tHuR8ZVnBcJCAIM6trrhQ8PW57c9A+ICssbZMCl7kYbV86yww0/bJ&#10;B3ocQyFiCPsMFZQhNJmUPi/JoB/YhjhyF+sMhghdIbXDZww3tRwlyVQarDg2lNjQpqT8erwbBet0&#10;tr59jHn/czif6PR9vk5GLlGq123f5yACteFf/OfeaQVpOo3745v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ZHKMMAAADdAAAADwAAAAAAAAAAAAAAAACYAgAAZHJzL2Rv&#10;d25yZXYueG1sUEsFBgAAAAAEAAQA9QAAAIgDAAAAAA==&#10;" fillcolor="black" stroked="f"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YssUA&#10;AADdAAAADwAAAGRycy9kb3ducmV2LnhtbESPzWrDMBCE74W8g9hAb42cFkLjRgkmUFp6cv7odWNt&#10;LBNrZSRVcd++KhR6HGbmG2a1GW0vEvnQOVYwnxUgiBunO24VHA+vD88gQkTW2DsmBd8UYLOe3K2w&#10;1O7GO0r72IoM4VCiAhPjUEoZGkMWw8wNxNm7OG8xZulbqT3eMtz28rEoFtJix3nB4EBbQ811/2UV&#10;pPO2rp7SZzK7D1+13tVvp3Ot1P10rF5ARBrjf/iv/a4VLJeLO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Rhiy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mN8YA&#10;AADdAAAADwAAAGRycy9kb3ducmV2LnhtbESPQWvCQBSE7wX/w/IEb3Wjh9BEVxHRYntpGwU9PrLP&#10;bDD7NmS3Me2v7xYKPQ4z8w2zXA+2ET11vnasYDZNQBCXTtdcKTgd949PIHxA1tg4JgVf5GG9Gj0s&#10;Mdfuzh/UF6ESEcI+RwUmhDaX0peGLPqpa4mjd3WdxRBlV0nd4T3CbSPnSZJKizXHBYMtbQ2Vt+LT&#10;KvCz7e78ar+z/vJs+K14Mel7ZZSajIfNAkSgIfyH/9oHrSDL0jn8vo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NmN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11CC6" w:rsidRPr="0081108E" w:rsidRDefault="00411CC6" w:rsidP="00411CC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11CC6" w:rsidRPr="0081108E" w:rsidRDefault="00411CC6" w:rsidP="00411CC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11CC6" w:rsidRPr="0081108E" w:rsidRDefault="00411CC6" w:rsidP="00411CC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11CC6" w:rsidRPr="0081108E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11CC6" w:rsidRPr="0081108E" w:rsidRDefault="00411CC6" w:rsidP="00411CC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411CC6" w:rsidRPr="0081108E" w:rsidRDefault="00411CC6" w:rsidP="00411CC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411CC6" w:rsidRPr="0081108E" w:rsidRDefault="00411CC6" w:rsidP="00411CC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411CC6" w:rsidRPr="0081108E" w:rsidRDefault="00411CC6" w:rsidP="00411CC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411CC6" w:rsidRPr="0081108E" w:rsidRDefault="00411CC6" w:rsidP="00411CC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411CC6" w:rsidRPr="0081108E" w:rsidRDefault="00411CC6" w:rsidP="00411CC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E15D2">
        <w:rPr>
          <w:noProof/>
        </w:rPr>
        <w:pict>
          <v:group id="Группа 9963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GPJdXcAAF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oVnMUA&#10;AADdAAAADwAAAGRycy9kb3ducmV2LnhtbESPQWvCQBSE74L/YXlCb3VTLRpTVxGpxYMgxnp/ZJ9J&#10;aPZtyK5J/PeuUPA4zMw3zHLdm0q01LjSsoKPcQSCOLO65FzB73n3HoNwHlljZZkU3MnBejUcLDHR&#10;tuMTtanPRYCwS1BB4X2dSOmyggy6sa2Jg3e1jUEfZJNL3WAX4KaSkyiaSYMlh4UCa9oWlP2lN6PA&#10;Tn/2h0s+OU2/ee55c4yvl/6g1Nuo33yB8NT7V/i/vdcKFovZJz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hW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0CcgA&#10;AADdAAAADwAAAGRycy9kb3ducmV2LnhtbESPT0sDMRTE74LfITzBS2mzCq7u2rRIYav1IPQP9PrY&#10;PDerm5clSdu1n94IBY/DzPyGmc4H24kj+dA6VnA3yUAQ10633CjYbavxE4gQkTV2jknBDwWYz66v&#10;plhqd+I1HTexEQnCoUQFJsa+lDLUhiyGieuJk/fpvMWYpG+k9nhKcNvJ+yzLpcWW04LBnhaG6u/N&#10;wSr4qj7MfvF4XvpRsabzqHp/7Va5Urc3w8sziEhD/A9f2m9aQVHkD/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8HQ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qIAcQA&#10;AADdAAAADwAAAGRycy9kb3ducmV2LnhtbESPTWrDMBCF94HeQUyhm1DLbcHErpUQSlNCNsFJDzBY&#10;Y8vUGhlLjd3bR4VAlo/38/HKzWx7caHRd44VvCQpCOLa6Y5bBd/n3fMKhA/IGnvHpOCPPGzWD4sS&#10;C+0mruhyCq2II+wLVGBCGAopfW3Iok/cQBy9xo0WQ5RjK/WIUxy3vXxN00xa7DgSDA70Yaj+Of3a&#10;CDm+4fHQTOfd14wTfh4ML7eVUk+P8/YdRKA53MO39l4ryPMsg/838Qn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6iA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34OsYA&#10;AADdAAAADwAAAGRycy9kb3ducmV2LnhtbESPQUsDMRSE74L/IbxCbzbbolu7Ni1SFUTowSqIt8fm&#10;dXdx8xKS1+76740geBxm5htmvR1dr84UU+fZwHxWgCKuve24MfD+9nR1CyoJssXeMxn4pgTbzeXF&#10;GivrB36l80EalSGcKjTQioRK61S35DDNfCDO3tFHh5JlbLSNOGS46/WiKErtsOO80GKgXUv11+Hk&#10;DOyHx/CyLG+O4TNeL3R6sPKxE2Omk/H+DpTQKP/hv/azNbBalU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34O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m56MEA&#10;AADdAAAADwAAAGRycy9kb3ducmV2LnhtbERPzWrCQBC+F3yHZQpeSt1UQWrqKiIq4kXUPsCQHbOh&#10;2dmQ3Zr49s5B8Pjx/c+Xva/VjdpYBTbwNcpAERfBVlwa+L1sP79BxYRssQ5MBu4UYbkYvM0xt6Hj&#10;E93OqVQSwjFHAy6lJtc6Fo48xlFoiIW7htZjEtiW2rbYSbiv9TjLptpjxdLgsKG1o+Lv/O+l5DjB&#10;4+HaXba7HjvcHBx/rE7GDN/71Q+oRH16iZ/uvTUwm01lrr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puej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7J08YA&#10;AADdAAAADwAAAGRycy9kb3ducmV2LnhtbESPQUvDQBSE70L/w/IEb3Zj0Whit6VUhSJ4sAri7ZF9&#10;TYLZt8vus4n/visIHoeZ+YZZric3qCPF1Hs2cDUvQBE33vbcGnh/e7q8A5UE2eLgmQz8UIL1ana2&#10;xNr6kV/puJdWZQinGg10IqHWOjUdOUxzH4izd/DRoWQZW20jjhnuBr0oilI77DkvdBho21Hztf92&#10;Bl7Gx/B8W94cwme8Xuj0YOVjK8ZcnE+be1BCk/yH/9o7a6Cqyg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97J0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1W7cQA&#10;AADdAAAADwAAAGRycy9kb3ducmV2LnhtbERPW2vCMBR+H+w/hCPsZWi6yaZWo8xBcOBAvICvh+bY&#10;ljUnJcls/ffmYbDHj+++WPW2EVfyoXas4GWUgSAunKm5VHA66uEURIjIBhvHpOBGAVbLx4cF5sZ1&#10;vKfrIZYihXDIUUEVY5tLGYqKLIaRa4kTd3HeYkzQl9J47FK4beRrlr1LizWnhgpb+qyo+Dn8WgXr&#10;XVeO/XOx7t32sjm/aW30t1bqadB/zEFE6uO/+M/9ZRTMZpO0P71JT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9Vu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mpM8QA&#10;AADdAAAADwAAAGRycy9kb3ducmV2LnhtbESP3WoCMRSE7wu+QzhC72pWaauuRhFloZTe+PMAh81x&#10;s7o5WZK4rm9vCoVeDjPzDbNc97YRHflQO1YwHmUgiEuna64UnI7F2wxEiMgaG8ek4EEB1qvByxJz&#10;7e68p+4QK5EgHHJUYGJscylDachiGLmWOHln5y3GJH0ltcd7gttGTrLsU1qsOS0YbGlrqLweblZB&#10;8T356a437Qu36d8tfZjLbGeUeh32mwWISH38D/+1v7SC+Xw6ht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JqT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NtAccA&#10;AADdAAAADwAAAGRycy9kb3ducmV2LnhtbESP3WoCMRSE7wu+QzhCb6Rmq/TH1ShVCAoWSm2ht4fN&#10;cXdxc7Ikqbu+vSkIvRxm5htmseptI87kQ+1YweM4A0FcOFNzqeD7Sz+8gggR2WDjmBRcKMBqObhb&#10;YG5cx590PsRSJAiHHBVUMba5lKGoyGIYu5Y4eUfnLcYkfSmNxy7BbSMnWfYsLdacFipsaVNRcTr8&#10;WgXrj66c+lGx7t3+uP150trod63U/bB/m4OI1Mf/8K29Mwpms5cJ/L1JT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jbQ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S38UA&#10;AADdAAAADwAAAGRycy9kb3ducmV2LnhtbESP0WoCMRRE3wX/IdxC3zRbq1a3RhHLQhFftP2Ay+Z2&#10;s3VzsyRx3f69KQg+DjNzhlltetuIjnyoHSt4GWcgiEuna64UfH8VowWIEJE1No5JwR8F2KyHgxXm&#10;2l35SN0pViJBOOSowMTY5lKG0pDFMHYtcfJ+nLcYk/SV1B6vCW4bOcmyubRYc1ow2NLOUHk+XayC&#10;Yj85dOeL9oXb9lNLM/O7+DBKPT/123cQkfr4CN/bn1rBcvn2Cv9v0hO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15Lf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sQjcQA&#10;AADdAAAADwAAAGRycy9kb3ducmV2LnhtbESPzW7CMBCE75V4B2uRemscWv4SMKhCoipHAg+wspck&#10;Il6H2JDw9nWlSj2OZuYbzXo72EY8qPO1YwWTJAVBrJ2puVRwPu3fliB8QDbYOCYFT/Kw3Yxe1pgb&#10;1/ORHkUoRYSwz1FBFUKbS+l1RRZ94lri6F1cZzFE2ZXSdNhHuG3ke5rOpcWa40KFLe0q0tfibhVM&#10;n/3XrZhd072xNDl8tAcOeqbU63j4XIEINIT/8F/72yjIssUUft/E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EI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WsCsQA&#10;AADdAAAADwAAAGRycy9kb3ducmV2LnhtbESPQYvCMBSE74L/ITzBm6YK6rZrFFEU2ZPb7e750Tzb&#10;YvNSmqj135sFweMwM98wy3VnanGj1lWWFUzGEQji3OqKCwXZz370AcJ5ZI21ZVLwIAfrVb+3xETb&#10;O3/TLfWFCBB2CSoovW8SKV1ekkE3tg1x8M62NeiDbAupW7wHuKnlNIrm0mDFYaHEhrYl5Zf0ahRc&#10;53/TjM9f+pTuHod4t984+VsoNRx0m08Qnjr/Dr/aR60gjhcz+H8Tn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lrA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NesgA&#10;AADdAAAADwAAAGRycy9kb3ducmV2LnhtbESPT2vCQBTE70K/w/IK3nTTVlKTuootCOpB8d+ht9fs&#10;a5KafRuzq8Zv7xYKPQ4z8xtmNGlNJS7UuNKygqd+BII4s7rkXMF+N+sNQTiPrLGyTApu5GAyfuiM&#10;MNX2yhu6bH0uAoRdigoK7+tUSpcVZND1bU0cvG/bGPRBNrnUDV4D3FTyOYpiabDksFBgTR8FZcft&#10;2Sg4rIdxsn5fDH6Wqy98Mfr0qctYqe5jO30D4an1/+G/9lwrSJLXGH7fhCcgx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1E1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AqEsUA&#10;AADdAAAADwAAAGRycy9kb3ducmV2LnhtbESPSYvCQBSE7wP+h+YJcxs7LrhEW5lRXPDkBl4f6WcS&#10;TL8O6R6N/vrpAcFjUVVfUZNZbQpxo8rllhW0WxEI4sTqnFMFp+PyawjCeWSNhWVS8CAHs2njY4Kx&#10;tnfe0+3gUxEg7GJUkHlfxlK6JCODrmVL4uBdbGXQB1mlUld4D3BTyE4U9aXBnMNChiXNM0quh1+j&#10;4Nk/486tOz+Lrvb06A1XdrtbKfXZrL/HIDzV/h1+tTdawWg0GMD/m/AE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Co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t2MMA&#10;AADdAAAADwAAAGRycy9kb3ducmV2LnhtbERP3WrCMBS+F/YO4Qx2p+mkc2s1ypAOdqd2e4BDc0yL&#10;zUltYtvt6c3FYJcf3/9mN9lWDNT7xrGC50UCgrhyumGj4PvrY/4Gwgdkja1jUvBDHnbbh9kGc+1G&#10;PtFQBiNiCPscFdQhdLmUvqrJol+4jjhyZ9dbDBH2RuoexxhuW7lMkpW02HBsqLGjfU3VpbxZBVe3&#10;fNFTWeDhUmTHxpj0+ntKlXp6nN7XIAJN4V/85/7UCrLsNc6Nb+IT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ft2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rCK8UA&#10;AADdAAAADwAAAGRycy9kb3ducmV2LnhtbESPzW7CMBCE75V4B2uRuIHTIggJGNQiVeLKz6HHrb0k&#10;ofE6jQ2kPD1GQupxNDPfaBarztbiQq2vHCt4HSUgiLUzFRcKDvvP4QyED8gGa8ek4I88rJa9lwXm&#10;xl15S5ddKESEsM9RQRlCk0vpdUkW/cg1xNE7utZiiLItpGnxGuG2lm9JMpUWK44LJTa0Lkn/7M5W&#10;wab6pslUHzM7+9Dbr9tvGKcno9Sg373PQQTqwn/42d4YBVmWZvB4E5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ysI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zoZcYA&#10;AADdAAAADwAAAGRycy9kb3ducmV2LnhtbESPQWvCQBCF7wX/wzIFb3VTD2JSV6mCoLQVtKVeh+yY&#10;Dc3Ohuwa47/vHAo9zsyb9963WA2+UT11sQ5s4HmSgSIug625MvD1uX2ag4oJ2WITmAzcKcJqOXpY&#10;YGHDjY/Un1KlxIRjgQZcSm2hdSwdeYyT0BLL7RI6j0nGrtK2w5uY+0ZPs2ymPdYsCQ5b2jgqf05X&#10;b6DHwz07u/VHvq/fy+lh/f1mZW/Gj8PrC6hEQ/oX/33vrIE8n0t/oRES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zoZ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vznsUA&#10;AADdAAAADwAAAGRycy9kb3ducmV2LnhtbESPwU7DMBBE70j9B2srcaNOc0BtqFuhSq04QuDQ4xJv&#10;45R4N7JNE/h6jITEcTQzbzSb3eR7daUQO2EDy0UBirgR23Fr4O31cLcCFROyxV6YDHxRhN12drPB&#10;ysrIL3StU6syhGOFBlxKQ6V1bBx5jAsZiLN3luAxZRlabQOOGe57XRbFvfbYcV5wONDeUfNRf3oD&#10;47F5v5Tnk3XfYZBD/SyXshdjbufT4wOoRFP6D/+1n6yB9Xq1hN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/O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rTsYA&#10;AADdAAAADwAAAGRycy9kb3ducmV2LnhtbESPQWvCQBSE7wX/w/KE3urGHNqYuorVCqUoRVvvz+wz&#10;ie6+Ddmtpv/eLQgeh5n5hhlPO2vEmVpfO1YwHCQgiAunay4V/HwvnzIQPiBrNI5JwR95mE56D2PM&#10;tbvwhs7bUIoIYZ+jgiqEJpfSFxVZ9APXEEfv4FqLIcq2lLrFS4RbI9MkeZYWa44LFTY0r6g4bX+t&#10;guXXwhzT9Wa2k2H+/rI32efbYqXUY7+bvYII1IV7+Nb+0ApGoyyF/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IrT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DbMcA&#10;AADdAAAADwAAAGRycy9kb3ducmV2LnhtbESPQWvCQBSE74L/YXmFXqRuVFpimlVEEC1UaKPQ60v2&#10;NQlm34bsNqb/vlsQPA4z8w2TrgfTiJ46V1tWMJtGIIgLq2suFZxPu6cYhPPIGhvLpOCXHKxX41GK&#10;ibZX/qQ+86UIEHYJKqi8bxMpXVGRQTe1LXHwvm1n0AfZlVJ3eA1w08h5FL1IgzWHhQpb2lZUXLIf&#10;o6D/eM/LQ+/at0s8cc+LfL8/6i+lHh+GzSsIT4O/h2/tg1awXMYL+H8Tn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JQ2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Gn0ccA&#10;AADdAAAADwAAAGRycy9kb3ducmV2LnhtbESPT2vCQBTE70K/w/KE3nSj2JJEV6mFQi8F//RQb8/s&#10;Mwlm36a7W41++q4geBxm5jfMbNGZRpzI+dqygtEwAUFcWF1zqeB7+zFIQfiArLGxTAou5GExf+rN&#10;MNf2zGs6bUIpIoR9jgqqENpcSl9UZNAPbUscvYN1BkOUrpTa4TnCTSPHSfIqDdYcFyps6b2i4rj5&#10;MwqWWbr8XU3467re72j3sz++jF2i1HO/e5uCCNSFR/je/tQKsiydwO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Bp9HHAAAA3QAAAA8AAAAAAAAAAAAAAAAAmAIAAGRy&#10;cy9kb3ducmV2LnhtbFBLBQYAAAAABAAEAPUAAACMAwAAAAA=&#10;" fillcolor="black" stroked="f"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BRMcA&#10;AADdAAAADwAAAGRycy9kb3ducmV2LnhtbESPT2vCQBTE7wW/w/KE3upGQYnRVaptoVA9+Ofg8Zl9&#10;TZZk34bsVqOfvlsoeBxm5jfMfNnZWlyo9caxguEgAUGcO224UHA8fLykIHxA1lg7JgU38rBc9J7m&#10;mGl35R1d9qEQEcI+QwVlCE0mpc9LsugHriGO3rdrLYYo20LqFq8Rbms5SpKJtGg4LpTY0LqkvNr/&#10;WAWnr4lJd4ZG58199a4342q1fauUeu53rzMQgbrwCP+3P7WC6TQdw9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kwU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hhsUA&#10;AADdAAAADwAAAGRycy9kb3ducmV2LnhtbESPQWsCMRSE74L/ITyht5qtB1m3RpGKtJceapVeH5vn&#10;Zt3Ny5pEXf31TaHgcZiZb5j5sretuJAPtWMFL+MMBHHpdM2Vgt335jkHESKyxtYxKbhRgOViOJhj&#10;od2Vv+iyjZVIEA4FKjAxdoWUoTRkMYxdR5y8g/MWY5K+ktrjNcFtKydZNpUWa04LBjt6M1Q227NV&#10;4Fc/6+bO532T3T9v4f3Yn3I0Sj2N+tUriEh9fIT/2x9awWyWT+H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2GG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hr8YA&#10;AADdAAAADwAAAGRycy9kb3ducmV2LnhtbESP3WrCQBSE7wu+w3KE3hTd1ItqoqtIoVCoCP48wDF7&#10;TIK7Z0P2VGOfvisUejnMzDfMYtV7p67UxSawgddxBoq4DLbhysDx8DGagYqCbNEFJgN3irBaDp4W&#10;WNhw4x1d91KpBOFYoIFapC20jmVNHuM4tMTJO4fOoyTZVdp2eEtw7/Qky960x4bTQo0tvddUXvbf&#10;3oCbnFz+NY0buR/1JvvxsnvZWmOeh/16Dkqol//wX/vTGsjz2RQeb9IT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thr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j6mcIA&#10;AADdAAAADwAAAGRycy9kb3ducmV2LnhtbERPPW/CMBDdkfgP1iF1AweGCgIGQRFSlg4NINYjPuII&#10;+xzFLqT99fVQifHpfa82vbPiQV1oPCuYTjIQxJXXDdcKTsfDeA4iRGSN1jMp+KEAm/VwsMJc+yd/&#10;0aOMtUghHHJUYGJscylDZchhmPiWOHE33zmMCXa11B0+U7izcpZl79Jhw6nBYEsfhqp7+e0U7MvW&#10;zk6F2YXL+fN6tcXvgS57pd5G/XYJIlIfX+J/d6EVLBbzNDe9SU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PqZ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Qs8QA&#10;AADdAAAADwAAAGRycy9kb3ducmV2LnhtbESPQWsCMRSE7wX/Q3iCt5rYg3VXo4goCJ5q9eDtkTx3&#10;VzcvyyZ1139vCoUeh5n5hlmseleLB7Wh8qxhMlYgiI23FRcaTt+79xmIEJEt1p5Jw5MCrJaDtwXm&#10;1nf8RY9jLESCcMhRQxljk0sZTEkOw9g3xMm7+tZhTLItpG2xS3BXyw+lptJhxWmhxIY2JZn78cdp&#10;uO3kwRuF5nw6d3v7edlOqVZaj4b9eg4iUh//w3/tvdWQZbMMft+kJ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DEL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mN3cIA&#10;AADdAAAADwAAAGRycy9kb3ducmV2LnhtbERPy4rCMBTdC/MP4QruNNUBsdUojiAMDi58MMzy2lzb&#10;0uamJFE7f28WgsvDeS9WnWnEnZyvLCsYjxIQxLnVFRcKzqftcAbCB2SNjWVS8E8eVsuP3gIzbR98&#10;oPsxFCKGsM9QQRlCm0np85IM+pFtiSN3tc5giNAVUjt8xHDTyEmSTKXBimNDiS1tSsrr480o+Lv9&#10;8HX/uVu7r/Bru5OvJ5dZrdSg363nIAJ14S1+ub+1gjRN4/74Jj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Y3d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+SlMcA&#10;AADdAAAADwAAAGRycy9kb3ducmV2LnhtbESPT2sCMRTE7wW/Q3hCbzWrtMVdjaKC0Euh/jno7bl5&#10;7i5uXtYk1dVP3xQEj8PM/IYZT1tTiws5X1lW0O8lIIhzqysuFGw3y7chCB+QNdaWScGNPEwnnZcx&#10;ZtpeeUWXdShEhLDPUEEZQpNJ6fOSDPqebYijd7TOYIjSFVI7vEa4qeUgST6lwYrjQokNLUrKT+tf&#10;o2CeDufnn3f+vq8Oe9rvDqePgUuUeu22sxGIQG14hh/tL60gTdM+/L+JT0B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vkpTHAAAA3QAAAA8AAAAAAAAAAAAAAAAAmAIAAGRy&#10;cy9kb3ducmV2LnhtbFBLBQYAAAAABAAEAPUAAACMAwAAAAA=&#10;" fillcolor="black" stroked="f"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24sUA&#10;AADdAAAADwAAAGRycy9kb3ducmV2LnhtbESPQUsDMRSE70L/Q3gFbzZrBXG3TctSKBVP26p4fd28&#10;bhY3L0sS0/XfG0HwOMzMN8x6O9lBJPKhd6zgflGAIG6d7rlT8Pa6v3sCESKyxsExKfimANvN7GaN&#10;lXZXPlI6xU5kCIcKFZgYx0rK0BqyGBZuJM7exXmLMUvfSe3xmuF2kMuieJQWe84LBkfaGWo/T19W&#10;QTrvmvohfSRzfPF1511zeD83St3Op3oFItIU/8N/7WetoCzL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Qfbi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zi8YA&#10;AADdAAAADwAAAGRycy9kb3ducmV2LnhtbESPQWvCQBSE70L/w/IKvelGC9JEVylSS+tFmwp6fGRf&#10;s6HZtyG7jdFf7woFj8PMfMPMl72tRUetrxwrGI8SEMSF0xWXCvbf6+ELCB+QNdaOScGZPCwXD4M5&#10;Ztqd+Iu6PJQiQthnqMCE0GRS+sKQRT9yDXH0flxrMUTZllK3eIpwW8tJkkylxYrjgsGGVoaK3/zP&#10;KvDj1dthYy9pd3w3vM0/zXRXGqWeHvvXGYhAfbiH/9sfWkGaps9we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qzi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11CC6" w:rsidRDefault="00411CC6" w:rsidP="00411C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11CC6" w:rsidRPr="0081108E" w:rsidRDefault="00411CC6" w:rsidP="00411CC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411CC6" w:rsidRPr="0081108E" w:rsidRDefault="00411CC6" w:rsidP="00411CC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411CC6" w:rsidRPr="0081108E" w:rsidRDefault="00411CC6" w:rsidP="00411CC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411CC6" w:rsidRPr="0081108E" w:rsidRDefault="00411CC6" w:rsidP="00411CC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411CC6" w:rsidRPr="0081108E" w:rsidRDefault="00411CC6" w:rsidP="00411CC6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411CC6" w:rsidRPr="00A73CEF" w:rsidRDefault="00411CC6" w:rsidP="00411CC6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технічної документації</w:t>
      </w: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із землеустрою щодо встановлення </w:t>
      </w: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(відновлення)  меж земельної ділянки</w:t>
      </w: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натурі (на місцевості)   Романюка В.П.</w:t>
      </w: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Times New Roman" w:hAnsi="Times New Roman" w:cs="Times New Roman"/>
          <w:sz w:val="24"/>
          <w:lang w:val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Романюка В.П.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сільська  рада </w:t>
      </w: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 Затв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ердити Романюку Володимиру Петровичу,  який зареєстрований за адресою: </w:t>
      </w:r>
      <w:r w:rsidR="004E15D2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дентифікаційний номер </w:t>
      </w:r>
      <w:r w:rsidR="004E15D2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щею 2,6461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га, (кадастровий номер: 6823984700:05:003:0015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), для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ведення товарного сільськогосподарського виробництва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2. Романюку В.П.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якому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</w:t>
      </w:r>
    </w:p>
    <w:p w:rsidR="00411CC6" w:rsidRPr="00A73CEF" w:rsidRDefault="00411CC6" w:rsidP="00411CC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1CC6" w:rsidRPr="00A73CEF" w:rsidRDefault="00411CC6" w:rsidP="00411CC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411CC6" w:rsidRPr="00A73CEF" w:rsidRDefault="00411CC6" w:rsidP="00411CC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11CC6" w:rsidRPr="00A73CEF" w:rsidRDefault="00411CC6" w:rsidP="00411CC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55E48" w:rsidRPr="00411CC6" w:rsidRDefault="00411CC6" w:rsidP="00411CC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Сільський  голова                                                                        </w:t>
      </w:r>
      <w:r w:rsidRPr="00A73CEF">
        <w:rPr>
          <w:rFonts w:ascii="Times New Roman" w:eastAsia="Arial Unicode MS" w:hAnsi="Times New Roman" w:cs="Times New Roman"/>
          <w:color w:val="333333"/>
          <w:sz w:val="24"/>
          <w:szCs w:val="24"/>
          <w:lang w:val="uk-UA" w:eastAsia="uk-UA"/>
        </w:rPr>
        <w:t>Валерій   МИХАЛЮК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</w:p>
    <w:sectPr w:rsidR="00E55E48" w:rsidRPr="00411C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11CC6"/>
    <w:rsid w:val="00171A2E"/>
    <w:rsid w:val="00304C90"/>
    <w:rsid w:val="00411CC6"/>
    <w:rsid w:val="004E15D2"/>
    <w:rsid w:val="00505B6D"/>
    <w:rsid w:val="006D3977"/>
    <w:rsid w:val="007D6C18"/>
    <w:rsid w:val="00D1641A"/>
    <w:rsid w:val="00E5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C6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2020-12-10T13:09:00Z</dcterms:created>
  <dcterms:modified xsi:type="dcterms:W3CDTF">2020-12-11T07:19:00Z</dcterms:modified>
</cp:coreProperties>
</file>