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628" w:rsidRPr="001F78AF" w:rsidRDefault="00C61628" w:rsidP="00C6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4090" name="Группа 40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6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628" w:rsidRDefault="00C61628" w:rsidP="00C616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090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llxL8A&#10;AADbAAAADwAAAGRycy9kb3ducmV2LnhtbESPSwvCMBCE74L/IazgTVMfqFSjiKh4EMTXfWnWtths&#10;ShO1/nsjCB6HmfmGmS1qU4gnVS63rKDXjUAQJ1bnnCq4nDedCQjnkTUWlknBmxws5s3GDGNtX3yk&#10;58mnIkDYxagg876MpXRJRgZd15bEwbvZyqAPskqlrvAV4KaQ/SgaSYM5h4UMS1pllNxPD6PADra7&#10;/TXtHwdrHnteHia3a71Xqt2ql1MQnmr/D//aO61gNITvl/AD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2WXE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MTG8cA&#10;AADbAAAADwAAAGRycy9kb3ducmV2LnhtbESPS2vDMBCE74X+B7GBXEIiN1A3caOEEnAfORTygFwX&#10;a2s5tVZGUhM3v74qFHocZuYbZrHqbSvO5EPjWMHdJANBXDndcK3gsC/HMxAhImtsHZOCbwqwWt7e&#10;LLDQ7sJbOu9iLRKEQ4EKTIxdIWWoDFkME9cRJ+/DeYsxSV9L7fGS4LaV0yzLpcWG04LBjtaGqs/d&#10;l1VwKt/Ncf1wffaj+Zauo3Lz0r7lSg0H/dMjiEh9/A//tV+1gvwefr+kHy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TzExvHAAAA2w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BK1MEA&#10;AADbAAAADwAAAGRycy9kb3ducmV2LnhtbESP3YrCMBCF7wXfIYzgjWxTVyhSjSLLuog3ou4DDM20&#10;KTaT0kRb394IC3t5OD8fZ70dbCMe1PnasYJ5koIgLpyuuVLwe91/LEH4gKyxcUwKnuRhuxmP1phr&#10;1/OZHpdQiTjCPkcFJoQ2l9IXhiz6xLXE0StdZzFE2VVSd9jHcdvIzzTNpMWaI8FgS1+GitvlbiPk&#10;tMDTseyv+58Be/w+Gp7tzkpNJ8NuBSLQEP7Df+2DVpBl8P4Sf4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AStT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8ZdsQA&#10;AADbAAAADwAAAGRycy9kb3ducmV2LnhtbESPQUsDMRSE74L/ITzBm81a6lbWpkVqBRE8tBVKb4/N&#10;6+7i5iUkz+76740g9DjMzDfMYjW6Xp0pps6zgftJAYq49rbjxsDn/vXuEVQSZIu9ZzLwQwlWy+ur&#10;BVbWD7yl804alSGcKjTQioRK61S35DBNfCDO3slHh5JlbLSNOGS46/W0KErtsOO80GKgdUv11+7b&#10;GfgYNuF9Xj6cwjHOpjq9WDmsxZjbm/H5CZTQKJfwf/vNGijn8Pcl/wC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vGXb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N7Pb8A&#10;AADbAAAADwAAAGRycy9kb3ducmV2LnhtbERPzYrCMBC+C75DGMGLaLoKItUoIuuyeBF/HmBoxqbY&#10;TEqTtd233zksePz4/je73tfqRW2sAhv4mGWgiItgKy4N3G/H6QpUTMgW68Bk4Jci7LbDwQZzGzq+&#10;0OuaSiUhHHM04FJqcq1j4chjnIWGWLhHaD0mgW2pbYudhPtaz7NsqT1WLA0OGzo4Kp7XHy8l5wWe&#10;T4/udvzqscPPk+PJ/mLMeNTv16AS9ekt/nd/WwNLGStf5Afo7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k3s9vwAAANsAAAAPAAAAAAAAAAAAAAAAAJgCAABkcnMvZG93bnJl&#10;di54bWxQSwUGAAAAAAQABAD1AAAAhA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won8QA&#10;AADbAAAADwAAAGRycy9kb3ducmV2LnhtbESPQUsDMRSE74L/IbxCbzbboquuTYtUBRF6sBaKt8fm&#10;dXdx8xKS1+76740geBxm5htmuR5dr84UU+fZwHxWgCKuve24MbD/eLm6A5UE2WLvmQx8U4L16vJi&#10;iZX1A7/TeSeNyhBOFRpoRUKldapbcphmPhBn7+ijQ8kyNtpGHDLc9XpRFKV22HFeaDHQpqX6a3dy&#10;BrbDc3i7LW+O4TNeL3R6snLYiDHTyfj4AEpolP/wX/vVGijv4fdL/gF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8KJ/EAAAA2w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6nIsIA&#10;AADbAAAADwAAAGRycy9kb3ducmV2LnhtbERPXWvCMBR9H+w/hCvsRWbqxDk6o0whKEwYdoO9Xppr&#10;W2xuShJt/ffmYbDHw/lergfbiiv50DhWMJ1kIIhLZxquFPx86+c3ECEiG2wdk4IbBVivHh+WmBvX&#10;85GuRaxECuGQo4I6xi6XMpQ1WQwT1xEn7uS8xZigr6Tx2Kdw28qXLHuVFhtODTV2tK2pPBcXq2Dz&#10;1VczPy43g/s87X7nWht90Eo9jYaPdxCRhvgv/nPvjYJFWp++pB8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TqciwgAAANs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eeOMIA&#10;AADbAAAADwAAAGRycy9kb3ducmV2LnhtbESP0WoCMRRE3wv+Q7iCbzWrtFVWo4hloRRfqn7AZXPd&#10;rG5uliSu6983guDjMDNnmOW6t43oyIfasYLJOANBXDpdc6XgeCje5yBCRNbYOCYFdwqwXg3elphr&#10;d+M/6vaxEgnCIUcFJsY2lzKUhiyGsWuJk3dy3mJM0ldSe7wluG3kNMu+pMWa04LBlraGysv+ahUU&#10;v9Ndd7lqX7hN/2Hp05zn30ap0bDfLEBE6uMr/Gz/aAWzCTy+pB8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9544wgAAANs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CczsQA&#10;AADbAAAADwAAAGRycy9kb3ducmV2LnhtbESPQWsCMRSE7wX/Q3gFL6LZWrRlaxQthAoKUi30+tg8&#10;d5duXpYkutt/3whCj8PMfMMsVr1txJV8qB0reJpkIIgLZ2ouFXyd9PgVRIjIBhvHpOCXAqyWg4cF&#10;5sZ1/EnXYyxFgnDIUUEVY5tLGYqKLIaJa4mTd3beYkzSl9J47BLcNnKaZXNpsea0UGFL7xUVP8eL&#10;VbA5dOWzHxWb3u3OH98zrY3ea6WGj/36DUSkPv6H7+2tUfAyhd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QnM7EAAAA2w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ml1MMA&#10;AADbAAAADwAAAGRycy9kb3ducmV2LnhtbESP3WoCMRSE7wu+QzhC72pW26qsRhFloZTe+PMAh81x&#10;s7o5WZK4rm9vCoVeDjPzDbNc97YRHflQO1YwHmUgiEuna64UnI7F2xxEiMgaG8ek4EEB1qvByxJz&#10;7e68p+4QK5EgHHJUYGJscylDachiGLmWOHln5y3GJH0ltcd7gttGTrJsKi3WnBYMtrQ1VF4PN6ug&#10;+J78dNeb9oXb9B+WPs1lvjNKvQ77zQJEpD7+h//aX1rB7B1+v6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ml1MMAAADb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FY2cIA&#10;AADbAAAADwAAAGRycy9kb3ducmV2LnhtbESP0WqDQBRE3wP5h+UG+hZX26QtxlVCIaV5rOkHXNwb&#10;Fd27xt2q+ftuodDHYWbOMFmxmF5MNLrWsoIkikEQV1a3XCv4upy2ryCcR9bYWyYFd3JQ5OtVhqm2&#10;M3/SVPpaBAi7FBU03g+plK5qyKCL7EAcvKsdDfogx1rqEecAN718jONnabDlsNDgQG8NVV35bRTs&#10;7vP7rdx38UkbSs5Pw5l9tVfqYbMcDyA8Lf4//Nf+0ApedvD7JfwAm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EVjZwgAAANs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CV28IA&#10;AADbAAAADwAAAGRycy9kb3ducmV2LnhtbESPS6vCMBSE9xf8D+EI7jRV8FWNIooirq71sT40x7bY&#10;nJQmav33Rrhwl8PMfMPMl40pxZNqV1hW0O9FIIhTqwvOFJxP2+4EhPPIGkvLpOBNDpaL1s8cY21f&#10;fKRn4jMRIOxiVJB7X8VSujQng65nK+Lg3Wxt0AdZZ1LX+ApwU8pBFI2kwYLDQo4VrXNK78nDKHiM&#10;roMz3w76N9m8d9PNduXkJVOq025WMxCeGv8f/mvvtYLxEL5fwg+Qi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kJXbwgAAANs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rfMYA&#10;AADbAAAADwAAAGRycy9kb3ducmV2LnhtbESPQWvCQBSE70L/w/IKvemmWlJNXUWFQvWgGPXg7Zl9&#10;TVKzb9PsVtN/3xUKHoeZ+YYZT1tTiQs1rrSs4LkXgSDOrC45V7DfvXeHIJxH1lhZJgW/5GA6eeiM&#10;MdH2ylu6pD4XAcIuQQWF93UipcsKMuh6tiYO3qdtDPogm1zqBq8BbirZj6JYGiw5LBRY06Kg7Jz+&#10;GAWHzTAebebLl6/V+oQDo7+PuoyVenpsZ28gPLX+Hv5vf2gFrzHcvoQfIC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brfM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akX8QA&#10;AADbAAAADwAAAGRycy9kb3ducmV2LnhtbESPT2vCQBTE70K/w/KE3nRjKiZEV+kftOLJpgWvj+wz&#10;CWbfhuw2xn76bkHocZiZ3zCrzWAa0VPnassKZtMIBHFhdc2lgq/P7SQF4TyyxsYyKbiRg836YbTC&#10;TNsrf1Cf+1IECLsMFVTet5mUrqjIoJvaljh4Z9sZ9EF2pdQdXgPcNDKOooU0WHNYqLCl14qKS/5t&#10;FPwsTnh07/HL25P2dJunO3s47pR6HA/PSxCeBv8fvrf3WkGSwN+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mpF/EAAAA2w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K2XsAA&#10;AADbAAAADwAAAGRycy9kb3ducmV2LnhtbERP3WrCMBS+H/gO4Qx2N9OJTq3GIsOBd85uD3Bojmmx&#10;OWmTTLs9vbkQvPz4/tfFYFtxIR8axwrexhkI4srpho2Cn+/P1wWIEJE1to5JwR8FKDajpzXm2l35&#10;SJcyGpFCOOSooI6xy6UMVU0Ww9h1xIk7OW8xJuiN1B6vKdy2cpJl79Jiw6mhxo4+aqrO5a9V0LvJ&#10;TA/lDg/n3fKrMWba/x+nSr08D9sViEhDfIjv7r1WME9j05f0A+Tm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WK2XsAAAADb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mbP8MA&#10;AADbAAAADwAAAGRycy9kb3ducmV2LnhtbESPS2/CMBCE70j8B2uReisOVLwCBgFSJa48DhwXe0kC&#10;8TrEBlJ+fV2pEsfRzHyjmS0aW4oH1b5wrKDXTUAQa2cKzhQc9t+fYxA+IBssHZOCH/KwmLdbM0yN&#10;e/KWHruQiQhhn6KCPIQqldLrnCz6rquIo3d2tcUQZZ1JU+Mzwm0p+0kylBYLjgs5VrTOSV93d6tg&#10;U5xoMNTniR2v9Pb4uoWv0cUo9dFpllMQgZrwDv+3N0bBaAJ/X+IP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mbP8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qzO8QA&#10;AADbAAAADwAAAGRycy9kb3ducmV2LnhtbESPQWvCQBCF7wX/wzKCt7qph6Kpq1RBsNgKTYteh+w0&#10;G5qdDdk1xn/fORQ8zsyb9963XA++UT11sQ5s4GmagSIug625MvD9tXucg4oJ2WITmAzcKMJ6NXpY&#10;Ym7DlT+pL1KlxIRjjgZcSm2udSwdeYzT0BLL7Sd0HpOMXaVth1cx942eZdmz9lizJDhsaeuo/C0u&#10;3kCPx1t2dpuPxVv9Xs6Om9PByt5MxsPrC6hEQ7qL/7/31sBc2guLcIB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KszvEAAAA2w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vKzsMA&#10;AADbAAAADwAAAGRycy9kb3ducmV2LnhtbESPwWrDMBBE74X8g9hAb40cH0pwo4QQSOmxdXPIcWNt&#10;LKfWrpHU2O3XV4VCj8PMvGHW28n36kYhdsIGlosCFHEjtuPWwPH98LACFROyxV6YDHxRhO1mdrfG&#10;ysrIb3SrU6syhGOFBlxKQ6V1bBx5jAsZiLN3keAxZRlabQOOGe57XRbFo/bYcV5wONDeUfNRf3oD&#10;43NzvpaXk3XfYZBD/SrXshdj7ufT7glUoin9h//aL9bAagm/X/IP0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vKzsMAAADb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hfQMQA&#10;AADbAAAADwAAAGRycy9kb3ducmV2LnhtbESPT2vCQBTE7wW/w/IEb3VjDjakruJfkNIiar0/s69J&#10;6u7bkF01/fbdQsHjMDO/YSazzhpxo9bXjhWMhgkI4sLpmksFn8fNcwbCB2SNxjEp+CEPs2nvaYK5&#10;dnfe0+0QShEh7HNUUIXQ5FL6oiKLfuga4uh9udZiiLItpW7xHuHWyDRJxtJizXGhwoaWFRWXw9Uq&#10;2OxW5jv92M9PMizXL2eTvS1W70oN+t38FUSgLjzC/+2tVpCl8Pcl/gA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oX0D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tHecQA&#10;AADbAAAADwAAAGRycy9kb3ducmV2LnhtbESP3YrCMBSE7xd8h3AEb0RTlZXSNYoIooIL/izs7bE5&#10;2xabk9LEWt/eCMJeDjPzDTNbtKYUDdWusKxgNIxAEKdWF5wp+DmvBzEI55E1lpZJwYMcLOadjxkm&#10;2t75SM3JZyJA2CWoIPe+SqR0aU4G3dBWxMH7s7VBH2SdSV3jPcBNKcdRNJUGCw4LOVa0yim9nm5G&#10;QXPYX7Jt46rdNe67z8lls/nWv0r1uu3yC4Sn1v+H3+2tVhBP4PUl/AA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LR3n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61628" w:rsidRDefault="00C61628" w:rsidP="00C61628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695sYA&#10;AADbAAAADwAAAGRycy9kb3ducmV2LnhtbESPQWvCQBSE74X+h+UVvNVNxUqMbqQKgpdCtT3o7Zl9&#10;JiHZt3F31bS/3i0Uehxm5htmvuhNK67kfG1ZwcswAUFcWF1zqeDrc/2cgvABWWNrmRR8k4dF/vgw&#10;x0zbG2/puguliBD2GSqoQugyKX1RkUE/tB1x9E7WGQxRulJqh7cIN60cJclEGqw5LlTY0aqiotld&#10;jILlNF2eP8b8/rM9HuiwPzavI5coNXjq32YgAvXhP/zX3mgF6Rh+v8QfI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695sYAAADbAAAADwAAAAAAAAAAAAAAAACYAgAAZHJz&#10;L2Rvd25yZXYueG1sUEsFBgAAAAAEAAQA9QAAAIsDAAAAAA==&#10;" fillcolor="black" stroked="f">
                  <v:textbox>
                    <w:txbxContent>
                      <w:p w:rsidR="00C61628" w:rsidRDefault="00C61628" w:rsidP="00C61628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1ta8UA&#10;AADbAAAADwAAAGRycy9kb3ducmV2LnhtbESPT2vCQBTE7wW/w/KE3upGQQnRVaptoVA9+Ofg8Zl9&#10;TZZk34bsVlM/vSsIHoeZ+Q0zW3S2FmdqvXGsYDhIQBDnThsuFBz2X28pCB+QNdaOScE/eVjMey8z&#10;zLS78JbOu1CICGGfoYIyhCaT0uclWfQD1xBH79e1FkOUbSF1i5cIt7UcJclEWjQcF0psaFVSXu3+&#10;rILjz8SkW0Oj0/q6/NTrcbXcfFRKvfa79ymIQF14hh/tb60gHcP9S/w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rW1rxQAAANs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6POMMA&#10;AADbAAAADwAAAGRycy9kb3ducmV2LnhtbESPQWsCMRSE7wX/Q3iCt5rVgyxbo0hF9OJB29LrY/O6&#10;2e7mZU2irv56IxR6HGbmG2a+7G0rLuRD7VjBZJyBIC6drrlS8Pmxec1BhIissXVMCm4UYLkYvMyx&#10;0O7KB7ocYyUShEOBCkyMXSFlKA1ZDGPXESfvx3mLMUlfSe3xmuC2ldMsm0mLNacFgx29Gyqb49kq&#10;8KvvdXPn81eT3fe3sP3tTzkapUbDfvUGIlIf/8N/7Z1WkM/g+SX9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6POMMAAADb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xgS8MA&#10;AADbAAAADwAAAGRycy9kb3ducmV2LnhtbESPUWsCMRCE3wX/Q1ihL6K5+lDtaRQpFAoVQesPWC/r&#10;3WGyOS5bPfvrG0HwcZiZb5jFqvNOXaiNdWADr+MMFHERbM2lgcPP52gGKgqyRReYDNwowmrZ7y0w&#10;t+HKO7rspVQJwjFHA5VIk2sdi4o8xnFoiJN3Cq1HSbIttW3xmuDe6UmWvWmPNaeFChv6qKg473+9&#10;ATc5uvfvadzI7aA32Z+X3XBrjXkZdOs5KKFOnuFH+8samE3h/iX9AL3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xgS8MAAADb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6mQ8AA&#10;AADbAAAADwAAAGRycy9kb3ducmV2LnhtbERPTYvCMBC9C/sfwix403Q9iFSjuCtCLx62Kl7HZmyK&#10;yaQ0Wa37681B8Ph434tV76y4URcazwq+xhkI4srrhmsFh/12NAMRIrJG65kUPCjAavkxWGCu/Z1/&#10;6VbGWqQQDjkqMDG2uZShMuQwjH1LnLiL7xzGBLta6g7vKdxZOcmyqXTYcGow2NKPoepa/jkFm7K1&#10;k0NhvsPpuDufbfG/pdNGqeFnv56DiNTHt/jlLrSCWRqbvq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6mQ8AAAADbAAAADwAAAAAAAAAAAAAAAACYAgAAZHJzL2Rvd25y&#10;ZXYueG1sUEsFBgAAAAAEAAQA9QAAAIU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qgosIA&#10;AADbAAAADwAAAGRycy9kb3ducmV2LnhtbESPT4vCMBTE7wt+h/AEb2viHtStRhFREDz577C3R/Js&#10;q81LabK2fnuzsOBxmJnfMPNl5yrxoCaUnjWMhgoEsfG25FzD+bT9nIIIEdli5Zk0PCnActH7mGNm&#10;fcsHehxjLhKEQ4YaihjrTMpgCnIYhr4mTt7VNw5jkk0ubYNtgrtKfik1lg5LTgsF1rQuyNyPv07D&#10;bSv33ig0l/Ol3dnJz2ZMldJ60O9WMxCRuvgO/7d3VsP0G/6+pB8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qCiwgAAANs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KmsAA&#10;AADbAAAADwAAAGRycy9kb3ducmV2LnhtbERPTYvCMBC9C/sfwix403QVRLtGcQVBFA9WWfY424xt&#10;aTMpSdT6781B8Ph43/NlZxpxI+crywq+hgkI4tzqigsF59NmMAXhA7LGxjIpeJCH5eKjN8dU2zsf&#10;6ZaFQsQQ9ikqKENoUyl9XpJBP7QtceQu1hkMEbpCaof3GG4aOUqSiTRYcWwosaV1SXmdXY2Cv+ue&#10;L4fxbuV+wq/tTr4e/U9rpfqf3eobRKAuvMUv91YrmMX18Uv8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mFKmsAAAADbAAAADwAAAAAAAAAAAAAAAACYAgAAZHJzL2Rvd25y&#10;ZXYueG1sUEsFBgAAAAAEAAQA9QAAAIU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61628" w:rsidRDefault="00C61628" w:rsidP="00C61628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CIo8UA&#10;AADbAAAADwAAAGRycy9kb3ducmV2LnhtbESPT2sCMRTE7wW/Q3hCbzWrtEVXo2ih4KXgv4Penpvn&#10;7uLmZU2irn76RhA8DjPzG2Y0aUwlLuR8aVlBt5OAIM6sLjlXsFn/fvRB+ICssbJMCm7kYTJuvY0w&#10;1fbKS7qsQi4ihH2KCooQ6lRKnxVk0HdsTRy9g3UGQ5Qul9rhNcJNJXtJ8i0NlhwXCqzpp6DsuDob&#10;BbNBf3ZafPLffbnf0W67P371XKLUe7uZDkEEasIr/GzPtYJBFx5f4g+Q4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IijxQAAANsAAAAPAAAAAAAAAAAAAAAAAJgCAABkcnMv&#10;ZG93bnJldi54bWxQSwUGAAAAAAQABAD1AAAAigMAAAAA&#10;" fillcolor="black" stroked="f">
                  <v:textbox>
                    <w:txbxContent>
                      <w:p w:rsidR="00C61628" w:rsidRDefault="00C61628" w:rsidP="00C61628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aKbcMA&#10;AADbAAAADwAAAGRycy9kb3ducmV2LnhtbESPQWsCMRSE74X+h/AKvdWsFopdjbIIpdLTqi29PjfP&#10;zeLmZUli3P77plDwOMzMN8xyPdpeJPKhc6xgOilAEDdOd9wq+Dy8Pc1BhIissXdMCn4owHp1f7fE&#10;Ursr7yjtYysyhEOJCkyMQyllaAxZDBM3EGfv5LzFmKVvpfZ4zXDby1lRvEiLHecFgwNtDDXn/cUq&#10;SMdNXT2n72R2H75qvavfv461Uo8PY7UAEWmMt/B/e6sVvM7g70v+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aKbcMAAADb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61628" w:rsidRDefault="00C61628" w:rsidP="00C61628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iZecQA&#10;AADbAAAADwAAAGRycy9kb3ducmV2LnhtbESPQWvCQBSE74X+h+UVvNWNFkSjqxSpRb20TQU9PrLP&#10;bDD7NmTXGP31bkHocZiZb5jZorOVaKnxpWMFg34Cgjh3uuRCwe539ToG4QOyxsoxKbiSh8X8+WmG&#10;qXYX/qE2C4WIEPYpKjAh1KmUPjdk0fddTRy9o2sshiibQuoGLxFuKzlMkpG0WHJcMFjT0lB+ys5W&#10;gR8sP/Zbe5u0h0/DX9nGjL4Lo1TvpXufggjUhf/wo73WCiZv8Pcl/gA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ImXn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61628" w:rsidRDefault="00C61628" w:rsidP="00C61628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61628" w:rsidRPr="001F78AF" w:rsidRDefault="00C61628" w:rsidP="00C6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1628" w:rsidRPr="001F78AF" w:rsidRDefault="00C61628" w:rsidP="00C6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1628" w:rsidRPr="001F78AF" w:rsidRDefault="00C61628" w:rsidP="00C6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1628" w:rsidRPr="001F78AF" w:rsidRDefault="00C61628" w:rsidP="00C6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C61628" w:rsidRPr="001F78AF" w:rsidRDefault="00C61628" w:rsidP="00C6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61628" w:rsidRPr="001F78AF" w:rsidRDefault="00C61628" w:rsidP="00C6162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61628" w:rsidRPr="001F78AF" w:rsidRDefault="00C61628" w:rsidP="00C6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61628" w:rsidRPr="001F78AF" w:rsidRDefault="00C61628" w:rsidP="00C6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61628" w:rsidRPr="001F78AF" w:rsidRDefault="00C61628" w:rsidP="00C6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1628" w:rsidRPr="001F78AF" w:rsidRDefault="00C61628" w:rsidP="00C6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61628" w:rsidRPr="001F78AF" w:rsidRDefault="00C61628" w:rsidP="00C6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1628" w:rsidRPr="001F78AF" w:rsidRDefault="00C61628" w:rsidP="00C6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ХІІ сесії сільської ради 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C61628" w:rsidRPr="001F78AF" w:rsidRDefault="00C61628" w:rsidP="00C6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61628" w:rsidRPr="001F78AF" w:rsidRDefault="00C61628" w:rsidP="00C6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30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.06.2021 року                                            Крупець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№135</w:t>
      </w:r>
    </w:p>
    <w:p w:rsidR="00C61628" w:rsidRPr="001F78AF" w:rsidRDefault="00C61628" w:rsidP="00C6162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61628" w:rsidRPr="001F78AF" w:rsidRDefault="00C61628" w:rsidP="00C6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F78AF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C61628" w:rsidRPr="001F78AF" w:rsidRDefault="00C61628" w:rsidP="00C6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C61628" w:rsidRPr="001F78AF" w:rsidRDefault="00C61628" w:rsidP="00C6162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C61628" w:rsidRPr="001F78AF" w:rsidRDefault="00C61628" w:rsidP="00C6162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>Зубову О.В.</w:t>
      </w:r>
    </w:p>
    <w:p w:rsidR="00C61628" w:rsidRPr="001F78AF" w:rsidRDefault="00C61628" w:rsidP="00C6162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1628" w:rsidRPr="001F78AF" w:rsidRDefault="00C61628" w:rsidP="00C6162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Pr="001F78AF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Зубова О.В,  </w:t>
      </w:r>
      <w:r w:rsidRPr="001F78AF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C61628" w:rsidRPr="001F78AF" w:rsidRDefault="00C61628" w:rsidP="00C6162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C61628" w:rsidRPr="001F78AF" w:rsidRDefault="00C61628" w:rsidP="00C6162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Зубову Олександру Васильовичу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, для ведення особистого селянського господарства площею  0.3141 га, яка розташована Хмельницька область,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78AF">
        <w:rPr>
          <w:rFonts w:ascii="Times New Roman" w:eastAsia="Calibri" w:hAnsi="Times New Roman" w:cs="Times New Roman"/>
          <w:sz w:val="24"/>
          <w:szCs w:val="24"/>
        </w:rPr>
        <w:t>Крупець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вул</w:t>
      </w:r>
      <w:r w:rsidRPr="001F78AF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Незалежності. </w:t>
      </w:r>
    </w:p>
    <w:p w:rsidR="00C61628" w:rsidRPr="001F78AF" w:rsidRDefault="00C61628" w:rsidP="00C6162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Зубову О.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В, </w:t>
      </w:r>
      <w:r w:rsidRPr="001F78AF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1F78A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1F78AF">
        <w:rPr>
          <w:rFonts w:ascii="Times New Roman" w:eastAsia="Calibri" w:hAnsi="Times New Roman" w:cs="Times New Roman"/>
          <w:sz w:val="24"/>
        </w:rPr>
        <w:t xml:space="preserve">: </w:t>
      </w:r>
      <w:r w:rsidR="002553A8">
        <w:rPr>
          <w:rFonts w:ascii="Times New Roman" w:eastAsia="Calibri" w:hAnsi="Times New Roman" w:cs="Times New Roman"/>
          <w:sz w:val="24"/>
          <w:lang w:val="ru-RU"/>
        </w:rPr>
        <w:t>___________</w:t>
      </w:r>
      <w:r w:rsidRPr="001F78AF">
        <w:rPr>
          <w:rFonts w:ascii="Times New Roman" w:eastAsia="Calibri" w:hAnsi="Times New Roman" w:cs="Times New Roman"/>
          <w:sz w:val="24"/>
        </w:rPr>
        <w:t xml:space="preserve">,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2553A8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</w:t>
      </w:r>
      <w:bookmarkStart w:id="0" w:name="_GoBack"/>
      <w:bookmarkEnd w:id="0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0.3141 га, кадастровий номер: 6823984000:01:004:0023,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д</w:t>
      </w:r>
      <w:r w:rsidRPr="001F78AF">
        <w:rPr>
          <w:rFonts w:ascii="Times New Roman" w:eastAsia="Times New Roman" w:hAnsi="Times New Roman" w:cs="Times New Roman"/>
          <w:sz w:val="24"/>
          <w:szCs w:val="24"/>
        </w:rPr>
        <w:t>ля ведення особистого селянського господарства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(Шепетівський)  район, с Крупець вул. Незалежності.</w:t>
      </w:r>
    </w:p>
    <w:p w:rsidR="00C61628" w:rsidRPr="001F78AF" w:rsidRDefault="00C61628" w:rsidP="00C6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Зубову О.В,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F78AF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C61628" w:rsidRDefault="00C61628" w:rsidP="00C6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  <w:szCs w:val="24"/>
        </w:rPr>
        <w:t>а та благоустрою (Денисюк Т.В.)</w:t>
      </w:r>
    </w:p>
    <w:p w:rsidR="00C61628" w:rsidRPr="00C61628" w:rsidRDefault="00C61628" w:rsidP="00C6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E57FF" w:rsidRPr="00C61628" w:rsidRDefault="00C61628" w:rsidP="00C6162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1F78AF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Валерій   МИХАЛЮК</w:t>
      </w:r>
    </w:p>
    <w:sectPr w:rsidR="00AE57FF" w:rsidRPr="00C61628" w:rsidSect="00C61628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628"/>
    <w:rsid w:val="002553A8"/>
    <w:rsid w:val="00AE57FF"/>
    <w:rsid w:val="00C6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62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62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266</Words>
  <Characters>1518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2021-07-07T06:08:00Z</dcterms:created>
  <dcterms:modified xsi:type="dcterms:W3CDTF">2021-07-07T10:05:00Z</dcterms:modified>
</cp:coreProperties>
</file>