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F42" w:rsidRPr="00DE6ED3" w:rsidRDefault="00DF3F42" w:rsidP="00DF3F42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DF3F42" w:rsidRPr="00DE6ED3" w:rsidRDefault="00DF3F42" w:rsidP="00DF3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F3F42" w:rsidRPr="00DE6ED3" w:rsidRDefault="00DF3F42" w:rsidP="00DF3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42" w:rsidRDefault="00DF3F42" w:rsidP="00DF3F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F3F42" w:rsidRDefault="00DF3F42" w:rsidP="00DF3F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F3F42" w:rsidRPr="00DE6ED3" w:rsidRDefault="00DF3F42" w:rsidP="00DF3F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DF3F42" w:rsidRPr="00DE6ED3" w:rsidRDefault="00DF3F42" w:rsidP="00DF3F4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DF3F42" w:rsidRPr="00DE6ED3" w:rsidRDefault="00DF3F42" w:rsidP="00DF3F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DF3F42" w:rsidRPr="00DE6ED3" w:rsidRDefault="00DF3F42" w:rsidP="00DF3F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DF3F42" w:rsidRPr="00DE6ED3" w:rsidRDefault="00DF3F42" w:rsidP="00DF3F4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DF3F42" w:rsidRPr="00DE6ED3" w:rsidRDefault="00DF3F42" w:rsidP="00DF3F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DF3F42" w:rsidRPr="00DE6ED3" w:rsidRDefault="00DF3F42" w:rsidP="00DF3F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DF3F42" w:rsidRPr="00DE6ED3" w:rsidRDefault="00DF3F42" w:rsidP="00DF3F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DF3F42" w:rsidRPr="00DE6ED3" w:rsidRDefault="00DF3F42" w:rsidP="00DF3F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DF3F42" w:rsidRPr="00DE6ED3" w:rsidRDefault="00DF3F42" w:rsidP="00DF3F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DF3F42" w:rsidRPr="00DE6ED3" w:rsidRDefault="00DF3F42" w:rsidP="00DF3F4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proofErr w:type="gram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DF3F42" w:rsidRPr="00DE6ED3" w:rsidRDefault="00DF3F42" w:rsidP="00DF3F4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DF3F42" w:rsidRPr="00DE6ED3" w:rsidRDefault="00DF3F42" w:rsidP="00DF3F4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.03.2021 року                                            Крупець                                                 №___</w:t>
      </w:r>
    </w:p>
    <w:p w:rsidR="00DF3F42" w:rsidRPr="00DE6ED3" w:rsidRDefault="00DF3F42" w:rsidP="00DF3F4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DF3F42" w:rsidRPr="00DE6ED3" w:rsidRDefault="00DF3F42" w:rsidP="00DF3F4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DF3F42" w:rsidRPr="00DE6ED3" w:rsidRDefault="00DF3F42" w:rsidP="00DF3F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землеустрою</w:t>
      </w:r>
    </w:p>
    <w:p w:rsidR="00DF3F42" w:rsidRPr="00DE6ED3" w:rsidRDefault="00DF3F42" w:rsidP="00DF3F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DF3F42" w:rsidRPr="00DE6ED3" w:rsidRDefault="00DF3F42" w:rsidP="00DF3F4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Цикальчук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Л.М.</w:t>
      </w:r>
    </w:p>
    <w:p w:rsidR="00DF3F42" w:rsidRPr="00DE6ED3" w:rsidRDefault="00DF3F42" w:rsidP="00DF3F4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F3F42" w:rsidRPr="00DE6ED3" w:rsidRDefault="00DF3F42" w:rsidP="00DF3F4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F3F42" w:rsidRPr="00DE6ED3" w:rsidRDefault="00DF3F42" w:rsidP="00DF3F4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DE6ED3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Цикальчук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Л.М.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DF3F42" w:rsidRPr="00DE6ED3" w:rsidRDefault="00DF3F42" w:rsidP="00DF3F4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DF3F42" w:rsidRPr="00DE6ED3" w:rsidRDefault="00DF3F42" w:rsidP="00DF3F4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F3F42" w:rsidRPr="00DE6ED3" w:rsidRDefault="00DF3F42" w:rsidP="00DF3F4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Цикальчук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Людмилі Михайлівні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господарства, площею 1,0000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с.Головлі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DF3F42" w:rsidRPr="00AE3E84" w:rsidRDefault="00DF3F42" w:rsidP="00DF3F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</w:t>
      </w:r>
      <w:r w:rsidRPr="00031790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Цикальчук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Людмилі Михайлівні,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яка  зареєстрована за адресою: </w:t>
      </w:r>
      <w:r w:rsidR="00D00DEE" w:rsidRPr="00D00DEE">
        <w:rPr>
          <w:rFonts w:ascii="Times New Roman" w:eastAsia="Calibri" w:hAnsi="Times New Roman" w:cs="Times New Roman"/>
          <w:sz w:val="24"/>
          <w:lang w:val="uk-UA"/>
        </w:rPr>
        <w:t>__________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D00DEE" w:rsidRPr="00D00DE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 площею 1,0000 га, кадастровий номер: </w:t>
      </w:r>
      <w:r w:rsidRPr="00AE3E84">
        <w:rPr>
          <w:rFonts w:ascii="Times New Roman" w:eastAsia="Calibri" w:hAnsi="Times New Roman" w:cs="Times New Roman"/>
          <w:sz w:val="24"/>
          <w:szCs w:val="24"/>
          <w:lang w:val="uk-UA"/>
        </w:rPr>
        <w:t>68239821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00:02:008:0621</w:t>
      </w:r>
      <w:r w:rsidRPr="00AE3E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с.Головлі</w:t>
      </w:r>
      <w:proofErr w:type="spellEnd"/>
      <w:r w:rsidRPr="00AE3E8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DF3F42" w:rsidRPr="00AE3E84" w:rsidRDefault="00DF3F42" w:rsidP="00DF3F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E3E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Цикальчук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Л.М.</w:t>
      </w:r>
      <w:r w:rsidRPr="00AE3E8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</w:t>
      </w:r>
      <w:r w:rsidRPr="00AE3E84">
        <w:rPr>
          <w:rFonts w:ascii="Times New Roman" w:eastAsia="Calibri" w:hAnsi="Times New Roman" w:cs="Times New Roman"/>
          <w:sz w:val="24"/>
          <w:szCs w:val="24"/>
          <w:lang w:val="uk-UA"/>
        </w:rPr>
        <w:t>якій передана земельна ділянка у власність, посвідчити право власності  в установленому  законом порядку.</w:t>
      </w:r>
    </w:p>
    <w:p w:rsidR="00DF3F42" w:rsidRPr="00AE3E84" w:rsidRDefault="00DF3F42" w:rsidP="00DF3F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E3E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F3F42" w:rsidRDefault="00DF3F42" w:rsidP="00DF3F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DF3F42" w:rsidRPr="00DF3F42" w:rsidRDefault="00DF3F42" w:rsidP="00DF3F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9E248F" w:rsidRPr="00DF3F42" w:rsidRDefault="00DF3F42" w:rsidP="00DF3F4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9E248F" w:rsidRPr="00DF3F4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F42"/>
    <w:rsid w:val="00171A2E"/>
    <w:rsid w:val="00304C90"/>
    <w:rsid w:val="00505B6D"/>
    <w:rsid w:val="006D3977"/>
    <w:rsid w:val="007D6C18"/>
    <w:rsid w:val="009E248F"/>
    <w:rsid w:val="00D00DEE"/>
    <w:rsid w:val="00D1641A"/>
    <w:rsid w:val="00DF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259</Words>
  <Characters>1480</Characters>
  <Application>Microsoft Office Word</Application>
  <DocSecurity>0</DocSecurity>
  <Lines>12</Lines>
  <Paragraphs>3</Paragraphs>
  <ScaleCrop>false</ScaleCrop>
  <Company>Microsoft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2021-03-17T09:25:00Z</dcterms:created>
  <dcterms:modified xsi:type="dcterms:W3CDTF">2021-03-17T09:34:00Z</dcterms:modified>
</cp:coreProperties>
</file>