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BD3" w:rsidRPr="000A4F3E" w:rsidRDefault="00713BD3" w:rsidP="00713BD3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BD3" w:rsidRDefault="00713BD3" w:rsidP="00713B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3BD3" w:rsidRDefault="00713BD3" w:rsidP="00713B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BD3" w:rsidRDefault="00713BD3" w:rsidP="00713B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3BD3" w:rsidRDefault="00713BD3" w:rsidP="00713B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BD3" w:rsidRDefault="00713BD3" w:rsidP="00713B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3BD3" w:rsidRDefault="00713BD3" w:rsidP="00713B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BD3" w:rsidRDefault="00713BD3" w:rsidP="00713B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3BD3" w:rsidRDefault="00713BD3" w:rsidP="00713B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BD3" w:rsidRDefault="00713BD3" w:rsidP="00713B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3BD3" w:rsidRDefault="00713BD3" w:rsidP="00713B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BD3" w:rsidRDefault="00713BD3" w:rsidP="00713B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3BD3" w:rsidRDefault="00713BD3" w:rsidP="00713B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BD3" w:rsidRDefault="00713BD3" w:rsidP="00713B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3BD3" w:rsidRDefault="00713BD3" w:rsidP="00713B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BD3" w:rsidRDefault="00713BD3" w:rsidP="00713B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3BD3" w:rsidRDefault="00713BD3" w:rsidP="00713B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BD3" w:rsidRDefault="00713BD3" w:rsidP="00713B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3BD3" w:rsidRDefault="00713BD3" w:rsidP="00713B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BD3" w:rsidRDefault="00713BD3" w:rsidP="00713B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3BD3" w:rsidRDefault="00713BD3" w:rsidP="00713B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BD3" w:rsidRDefault="00713BD3" w:rsidP="00713B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BD3" w:rsidRDefault="00713BD3" w:rsidP="00713B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BD3" w:rsidRDefault="00713BD3" w:rsidP="00713B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BD3" w:rsidRDefault="00713BD3" w:rsidP="00713B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BD3" w:rsidRDefault="00713BD3" w:rsidP="00713B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BD3" w:rsidRDefault="00713BD3" w:rsidP="00713B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BD3" w:rsidRDefault="00713BD3" w:rsidP="00713B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BD3" w:rsidRDefault="00713BD3" w:rsidP="00713B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BD3" w:rsidRDefault="00713BD3" w:rsidP="00713B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BD3" w:rsidRDefault="00713BD3" w:rsidP="00713B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13BD3" w:rsidRDefault="00713BD3" w:rsidP="00713B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13BD3" w:rsidRDefault="00713BD3" w:rsidP="00713B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13BD3" w:rsidRDefault="00713BD3" w:rsidP="00713B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13BD3" w:rsidRDefault="00713BD3" w:rsidP="00713B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13BD3" w:rsidRDefault="00713BD3" w:rsidP="00713B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13BD3" w:rsidRDefault="00713BD3" w:rsidP="00713B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13BD3" w:rsidRDefault="00713BD3" w:rsidP="00713B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13BD3" w:rsidRDefault="00713BD3" w:rsidP="00713B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13BD3" w:rsidRDefault="00713BD3" w:rsidP="00713B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13BD3" w:rsidRDefault="00713BD3" w:rsidP="00713B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13BD3" w:rsidRDefault="00713BD3" w:rsidP="00713B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13BD3" w:rsidRDefault="00713BD3" w:rsidP="00713B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13BD3" w:rsidRDefault="00713BD3" w:rsidP="00713B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13BD3" w:rsidRDefault="00713BD3" w:rsidP="00713B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13BD3" w:rsidRDefault="00713BD3" w:rsidP="00713B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13BD3" w:rsidRDefault="00713BD3" w:rsidP="00713B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13BD3" w:rsidRDefault="00713BD3" w:rsidP="00713B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13BD3" w:rsidRDefault="00713BD3" w:rsidP="00713B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13BD3" w:rsidRDefault="00713BD3" w:rsidP="00713B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13BD3" w:rsidRDefault="00713BD3" w:rsidP="00713B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13BD3" w:rsidRDefault="00713BD3" w:rsidP="00713B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13BD3" w:rsidRDefault="00713BD3" w:rsidP="00713B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13BD3" w:rsidRDefault="00713BD3" w:rsidP="00713B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13BD3" w:rsidRDefault="00713BD3" w:rsidP="00713B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13BD3" w:rsidRDefault="00713BD3" w:rsidP="00713B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13BD3" w:rsidRDefault="00713BD3" w:rsidP="00713B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13BD3" w:rsidRDefault="00713BD3" w:rsidP="00713B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13BD3" w:rsidRDefault="00713BD3" w:rsidP="00713B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13BD3" w:rsidRDefault="00713BD3" w:rsidP="00713B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13BD3" w:rsidRDefault="00713BD3" w:rsidP="00713B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13BD3" w:rsidRPr="000A4F3E" w:rsidRDefault="00713BD3" w:rsidP="00713BD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3BD3" w:rsidRPr="000A4F3E" w:rsidRDefault="00713BD3" w:rsidP="00713BD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3BD3" w:rsidRPr="000A4F3E" w:rsidRDefault="00713BD3" w:rsidP="00713BD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3BD3" w:rsidRPr="000A4F3E" w:rsidRDefault="00713BD3" w:rsidP="00713BD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3BD3" w:rsidRPr="000A4F3E" w:rsidRDefault="00713BD3" w:rsidP="00713BD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13BD3" w:rsidRPr="000A4F3E" w:rsidRDefault="00713BD3" w:rsidP="00713BD3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13BD3" w:rsidRPr="000A4F3E" w:rsidRDefault="00713BD3" w:rsidP="00713BD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13BD3" w:rsidRPr="000A4F3E" w:rsidRDefault="00713BD3" w:rsidP="00713BD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13BD3" w:rsidRPr="000A4F3E" w:rsidRDefault="00713BD3" w:rsidP="00713BD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3BD3" w:rsidRPr="000A4F3E" w:rsidRDefault="00713BD3" w:rsidP="00713BD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713BD3" w:rsidRPr="000A4F3E" w:rsidRDefault="00713BD3" w:rsidP="00713BD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3BD3" w:rsidRPr="000A4F3E" w:rsidRDefault="00713BD3" w:rsidP="00713BD3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713BD3" w:rsidRPr="000A4F3E" w:rsidRDefault="00713BD3" w:rsidP="00713BD3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13BD3" w:rsidRPr="000A4F3E" w:rsidRDefault="00713BD3" w:rsidP="00713BD3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№___</w:t>
      </w:r>
    </w:p>
    <w:p w:rsidR="00713BD3" w:rsidRPr="0059239A" w:rsidRDefault="00713BD3" w:rsidP="00713BD3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13BD3" w:rsidRPr="0059239A" w:rsidRDefault="00713BD3" w:rsidP="00713BD3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техн</w:t>
      </w:r>
      <w:proofErr w:type="gram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ічної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документації</w:t>
      </w:r>
      <w:proofErr w:type="spellEnd"/>
    </w:p>
    <w:p w:rsidR="00713BD3" w:rsidRPr="0059239A" w:rsidRDefault="00713BD3" w:rsidP="00713BD3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із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встановлення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</w:p>
    <w:p w:rsidR="00713BD3" w:rsidRPr="0059239A" w:rsidRDefault="00713BD3" w:rsidP="00713BD3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(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відновлення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 меж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</w:p>
    <w:p w:rsidR="00713BD3" w:rsidRPr="004A5FB0" w:rsidRDefault="00713BD3" w:rsidP="00713BD3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в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натурі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м</w:t>
      </w:r>
      <w:proofErr w:type="gram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ісцевості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Павлової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Н.В.</w:t>
      </w:r>
    </w:p>
    <w:p w:rsidR="00713BD3" w:rsidRPr="0059239A" w:rsidRDefault="00713BD3" w:rsidP="00713BD3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13BD3" w:rsidRDefault="00713BD3" w:rsidP="00713BD3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34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«Про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прав  на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Павлової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Н.В.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рада </w:t>
      </w:r>
      <w:proofErr w:type="gramEnd"/>
    </w:p>
    <w:p w:rsidR="00713BD3" w:rsidRPr="0059239A" w:rsidRDefault="00713BD3" w:rsidP="00713BD3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713BD3" w:rsidRPr="0059239A" w:rsidRDefault="00713BD3" w:rsidP="00713BD3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    1.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Павловій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Надії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Василівні</w:t>
      </w:r>
      <w:proofErr w:type="spellEnd"/>
      <w:r>
        <w:rPr>
          <w:rFonts w:ascii="Times New Roman" w:hAnsi="Times New Roman"/>
          <w:sz w:val="24"/>
        </w:rPr>
        <w:t xml:space="preserve">, яка </w:t>
      </w:r>
      <w:proofErr w:type="spellStart"/>
      <w:r>
        <w:rPr>
          <w:rFonts w:ascii="Times New Roman" w:hAnsi="Times New Roman"/>
          <w:sz w:val="24"/>
        </w:rPr>
        <w:t>зареєстрована</w:t>
      </w:r>
      <w:proofErr w:type="spellEnd"/>
      <w:r w:rsidRPr="0059239A">
        <w:rPr>
          <w:rFonts w:ascii="Times New Roman" w:hAnsi="Times New Roman"/>
          <w:sz w:val="24"/>
        </w:rPr>
        <w:t xml:space="preserve"> за </w:t>
      </w:r>
      <w:proofErr w:type="spellStart"/>
      <w:r w:rsidRPr="0059239A">
        <w:rPr>
          <w:rFonts w:ascii="Times New Roman" w:hAnsi="Times New Roman"/>
          <w:sz w:val="24"/>
        </w:rPr>
        <w:t>адр</w:t>
      </w:r>
      <w:r>
        <w:rPr>
          <w:rFonts w:ascii="Times New Roman" w:hAnsi="Times New Roman"/>
          <w:sz w:val="24"/>
        </w:rPr>
        <w:t>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2E3F6A">
        <w:rPr>
          <w:rFonts w:ascii="Times New Roman" w:hAnsi="Times New Roman"/>
          <w:sz w:val="24"/>
          <w:lang w:val="en-US"/>
        </w:rPr>
        <w:t>___________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/>
          <w:color w:val="000000"/>
          <w:sz w:val="24"/>
          <w:szCs w:val="24"/>
        </w:rPr>
        <w:t>дентифікаційний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2E3F6A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______________</w:t>
      </w:r>
      <w:bookmarkStart w:id="0" w:name="_GoBack"/>
      <w:bookmarkEnd w:id="0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техн</w:t>
      </w:r>
      <w:proofErr w:type="gram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ічну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документацію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встановлення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відновлення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) меж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натурі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(на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місцевості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), та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її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прив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атну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0,2500 га,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6823984000:01:011:0057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для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обслуговування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житлового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будинку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господарських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будівель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споруд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яка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с.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вулиця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Богдана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Хмельницького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, 65.</w:t>
      </w:r>
      <w:r w:rsidRPr="0059239A">
        <w:rPr>
          <w:rFonts w:ascii="Times New Roman" w:eastAsia="Arial Unicode MS" w:hAnsi="Times New Roman"/>
          <w:color w:val="FF0000"/>
          <w:sz w:val="24"/>
          <w:szCs w:val="24"/>
        </w:rPr>
        <w:t xml:space="preserve"> </w:t>
      </w:r>
    </w:p>
    <w:p w:rsidR="00713BD3" w:rsidRPr="0059239A" w:rsidRDefault="00713BD3" w:rsidP="00713BD3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color w:val="FF0000"/>
          <w:sz w:val="24"/>
          <w:szCs w:val="24"/>
        </w:rPr>
        <w:t xml:space="preserve">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Павловій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Н.В.</w:t>
      </w:r>
      <w:r w:rsidRPr="0059239A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своє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 в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 порядку.</w:t>
      </w:r>
    </w:p>
    <w:p w:rsidR="00713BD3" w:rsidRPr="0059239A" w:rsidRDefault="00713BD3" w:rsidP="00713BD3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713BD3" w:rsidRPr="0059239A" w:rsidRDefault="00713BD3" w:rsidP="00713BD3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713BD3" w:rsidRDefault="00713BD3" w:rsidP="00713BD3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</w:p>
    <w:p w:rsidR="00713BD3" w:rsidRDefault="00713BD3" w:rsidP="00713BD3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</w:p>
    <w:p w:rsidR="00713BD3" w:rsidRDefault="00713BD3" w:rsidP="00713BD3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голова</w:t>
      </w:r>
      <w:r w:rsidRPr="0059239A">
        <w:rPr>
          <w:rFonts w:ascii="Times New Roman" w:eastAsia="Arial Unicode MS" w:hAnsi="Times New Roman"/>
          <w:sz w:val="24"/>
          <w:szCs w:val="24"/>
        </w:rPr>
        <w:t xml:space="preserve">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 xml:space="preserve">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МИХАЛЮК</w:t>
      </w:r>
    </w:p>
    <w:p w:rsidR="00AA13E8" w:rsidRDefault="00AA13E8"/>
    <w:sectPr w:rsidR="00AA13E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BD3"/>
    <w:rsid w:val="00171A2E"/>
    <w:rsid w:val="002E3F6A"/>
    <w:rsid w:val="00304C90"/>
    <w:rsid w:val="00505B6D"/>
    <w:rsid w:val="006D3977"/>
    <w:rsid w:val="00713BD3"/>
    <w:rsid w:val="007D6C18"/>
    <w:rsid w:val="00AA13E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264</Words>
  <Characters>1505</Characters>
  <Application>Microsoft Office Word</Application>
  <DocSecurity>0</DocSecurity>
  <Lines>12</Lines>
  <Paragraphs>3</Paragraphs>
  <ScaleCrop>false</ScaleCrop>
  <Company>Microsoft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2020-08-20T14:07:00Z</dcterms:created>
  <dcterms:modified xsi:type="dcterms:W3CDTF">2020-08-20T15:42:00Z</dcterms:modified>
</cp:coreProperties>
</file>