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3F5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3F5" w:rsidRDefault="002A6499" w:rsidP="004633F5">
      <w:pPr>
        <w:jc w:val="both"/>
        <w:rPr>
          <w:rFonts w:ascii="Times New Roman" w:hAnsi="Times New Roman" w:cs="Times New Roman"/>
        </w:rPr>
      </w:pPr>
      <w:r w:rsidRPr="002A649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633F5" w:rsidRDefault="004633F5" w:rsidP="004633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33F5" w:rsidRDefault="004633F5" w:rsidP="004633F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633F5" w:rsidRDefault="004633F5" w:rsidP="004633F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633F5" w:rsidRDefault="004633F5" w:rsidP="004633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33F5" w:rsidRDefault="004633F5" w:rsidP="004633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633F5" w:rsidRPr="008B6866" w:rsidRDefault="004633F5" w:rsidP="004633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№59</w:t>
      </w:r>
    </w:p>
    <w:p w:rsidR="004633F5" w:rsidRPr="008B6866" w:rsidRDefault="004633F5" w:rsidP="00463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33F5" w:rsidRPr="008B6866" w:rsidRDefault="004633F5" w:rsidP="004633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4633F5" w:rsidRPr="008B6866" w:rsidRDefault="004633F5" w:rsidP="004633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4633F5" w:rsidRPr="008B6866" w:rsidRDefault="004633F5" w:rsidP="004633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4633F5" w:rsidRPr="008B6866" w:rsidRDefault="004633F5" w:rsidP="004633F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>в натурі (на місцевості) Ковби В.А.</w:t>
      </w:r>
    </w:p>
    <w:p w:rsidR="004633F5" w:rsidRPr="008B6866" w:rsidRDefault="004633F5" w:rsidP="004633F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33F5" w:rsidRPr="008B6866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866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заявуКовби В.А., сільська  рада ВИРІШИЛА:</w:t>
      </w:r>
    </w:p>
    <w:p w:rsidR="004633F5" w:rsidRPr="008B6866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866">
        <w:rPr>
          <w:rFonts w:ascii="Times New Roman" w:hAnsi="Times New Roman" w:cs="Times New Roman"/>
          <w:sz w:val="24"/>
          <w:szCs w:val="24"/>
        </w:rPr>
        <w:t xml:space="preserve">      1. Затвердити Ковбі Василю Анатолійовичу,  який зареєстрована за адресою: </w:t>
      </w:r>
      <w:r w:rsidR="00CB21AE" w:rsidRPr="00CB21AE">
        <w:rPr>
          <w:rFonts w:ascii="Times New Roman" w:hAnsi="Times New Roman" w:cs="Times New Roman"/>
          <w:sz w:val="24"/>
          <w:szCs w:val="24"/>
        </w:rPr>
        <w:t>_______________</w:t>
      </w:r>
      <w:r w:rsidRPr="008B6866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CB21AE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 w:rsidRPr="008B6866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0,1444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6866">
        <w:rPr>
          <w:rFonts w:ascii="Times New Roman" w:hAnsi="Times New Roman" w:cs="Times New Roman"/>
          <w:sz w:val="24"/>
          <w:szCs w:val="24"/>
        </w:rPr>
        <w:t>га, (кадастровий номер: 6823984000:02:002:0066), для будівництва і обслуговування житлового будинку господарських будівель та споруд (присадибна ділянка), яка розташована Хмельницька область, Славутський  район, с.Стригани,  вулиця Лісна, 23.</w:t>
      </w:r>
    </w:p>
    <w:p w:rsidR="004633F5" w:rsidRPr="008B6866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B6866">
        <w:rPr>
          <w:rFonts w:ascii="Times New Roman" w:hAnsi="Times New Roman" w:cs="Times New Roman"/>
          <w:sz w:val="24"/>
          <w:szCs w:val="24"/>
        </w:rPr>
        <w:t>2. Ковбі В.А., посвідчити своє право  в  установленому  законом  порядку.</w:t>
      </w:r>
    </w:p>
    <w:p w:rsidR="004633F5" w:rsidRPr="008B6866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866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633F5" w:rsidRPr="008B6866" w:rsidRDefault="004633F5" w:rsidP="004633F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633F5" w:rsidRPr="008B6866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633F5" w:rsidRPr="004633F5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ED0373" w:rsidRPr="004633F5" w:rsidRDefault="004633F5" w:rsidP="004633F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6866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 В.А.Михалюк </w:t>
      </w:r>
    </w:p>
    <w:sectPr w:rsidR="00ED0373" w:rsidRPr="004633F5" w:rsidSect="00ED03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attachedTemplate r:id="rId1"/>
  <w:defaultTabStop w:val="720"/>
  <w:characterSpacingControl w:val="doNotCompress"/>
  <w:compat>
    <w:useFELayout/>
  </w:compat>
  <w:rsids>
    <w:rsidRoot w:val="004633F5"/>
    <w:rsid w:val="00171A2E"/>
    <w:rsid w:val="002A6499"/>
    <w:rsid w:val="00304C90"/>
    <w:rsid w:val="004633F5"/>
    <w:rsid w:val="00505B6D"/>
    <w:rsid w:val="006C3398"/>
    <w:rsid w:val="006D3977"/>
    <w:rsid w:val="007D6C18"/>
    <w:rsid w:val="00A46CA6"/>
    <w:rsid w:val="00CB21AE"/>
    <w:rsid w:val="00D1641A"/>
    <w:rsid w:val="00ED03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3F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265</Words>
  <Characters>1512</Characters>
  <Application>Microsoft Office Word</Application>
  <DocSecurity>0</DocSecurity>
  <Lines>12</Lines>
  <Paragraphs>3</Paragraphs>
  <ScaleCrop>false</ScaleCrop>
  <Company>Microsoft</Company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2019-12-17T14:04:00Z</dcterms:created>
  <dcterms:modified xsi:type="dcterms:W3CDTF">2019-12-18T06:43:00Z</dcterms:modified>
</cp:coreProperties>
</file>