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A0" w:rsidRPr="00DE6ED3" w:rsidRDefault="002D03A0" w:rsidP="002D03A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62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6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" fillcolor="black" stroked="f"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" fillcolor="black" stroked="f"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2D03A0" w:rsidRPr="00DE6ED3" w:rsidRDefault="002D03A0" w:rsidP="002D03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3A0" w:rsidRDefault="002D03A0" w:rsidP="002D03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03A0" w:rsidRDefault="002D03A0" w:rsidP="002D03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D03A0" w:rsidRPr="00DE6ED3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технічної 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документації із землеустрою щодо встановлення 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(відновлення) меж земельної ділянки в натурі 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(на місцевості)</w:t>
      </w:r>
      <w:r>
        <w:rPr>
          <w:rFonts w:ascii="Times New Roman" w:eastAsia="Calibri" w:hAnsi="Times New Roman" w:cs="Times New Roman"/>
          <w:b/>
          <w:sz w:val="24"/>
        </w:rPr>
        <w:t xml:space="preserve">  6823982100:03:008:0004, яка 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розташована Хмельницька область, 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Славутський (Шепетівський) район,</w:t>
      </w:r>
    </w:p>
    <w:p w:rsid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Головлівська сільська рада</w: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(Крупецька сільська рада)</w:t>
      </w:r>
    </w:p>
    <w:p w:rsidR="002D03A0" w:rsidRPr="00DE6ED3" w:rsidRDefault="002D03A0" w:rsidP="002D03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врахувавши пропозицію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постійної  комісії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Calibri" w:hAnsi="Times New Roman" w:cs="Times New Roman"/>
          <w:sz w:val="24"/>
        </w:rPr>
        <w:t xml:space="preserve"> , </w:t>
      </w:r>
      <w:r w:rsidRPr="00DE6ED3">
        <w:rPr>
          <w:rFonts w:ascii="Times New Roman" w:eastAsia="Calibri" w:hAnsi="Times New Roman" w:cs="Times New Roman"/>
          <w:sz w:val="24"/>
        </w:rPr>
        <w:t>сільська рада</w:t>
      </w: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Крупецькій сільській раді,</w:t>
      </w:r>
      <w:r w:rsidRPr="00DE6ED3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 xml:space="preserve">кадастровий номер </w:t>
      </w:r>
      <w:r w:rsidRPr="00015341">
        <w:rPr>
          <w:rFonts w:ascii="Times New Roman" w:eastAsia="Calibri" w:hAnsi="Times New Roman" w:cs="Times New Roman"/>
          <w:sz w:val="24"/>
        </w:rPr>
        <w:t>6823982100:03:008:0004, яка розташована Хмельницька область, Славутський (Шепетівський) район,Головлівська сільська рада (Крупецька сільська рада)</w:t>
      </w:r>
      <w:r>
        <w:rPr>
          <w:rFonts w:ascii="Times New Roman" w:eastAsia="Calibri" w:hAnsi="Times New Roman" w:cs="Times New Roman"/>
          <w:sz w:val="24"/>
        </w:rPr>
        <w:t xml:space="preserve">. </w:t>
      </w: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D03A0" w:rsidRPr="002D03A0" w:rsidRDefault="002D03A0" w:rsidP="002D03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благоустрою (Денисюк Т.В.).</w:t>
      </w:r>
    </w:p>
    <w:p w:rsidR="002D03A0" w:rsidRPr="00DE6ED3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2D03A0" w:rsidRDefault="002D03A0" w:rsidP="002D03A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1FEE" w:rsidRPr="002D03A0" w:rsidRDefault="002D03A0" w:rsidP="002D0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</w:p>
    <w:sectPr w:rsidR="00411FEE" w:rsidRPr="002D03A0" w:rsidSect="002D03A0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A0"/>
    <w:rsid w:val="00171A2E"/>
    <w:rsid w:val="002D03A0"/>
    <w:rsid w:val="00304C90"/>
    <w:rsid w:val="00411FEE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39BB7867"/>
  <w15:docId w15:val="{95DAD01D-91E1-483E-9F6F-9976CA1C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3A0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299</Words>
  <Characters>1708</Characters>
  <Application>Microsoft Office Word</Application>
  <DocSecurity>0</DocSecurity>
  <Lines>14</Lines>
  <Paragraphs>4</Paragraphs>
  <ScaleCrop>false</ScaleCrop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2021-04-14T12:16:00Z</dcterms:created>
  <dcterms:modified xsi:type="dcterms:W3CDTF">2021-04-14T12:16:00Z</dcterms:modified>
</cp:coreProperties>
</file>