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B5" w:rsidRDefault="00493BB5" w:rsidP="00493BB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6A051C" wp14:editId="2552EC3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92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92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BB5" w:rsidRDefault="00493BB5" w:rsidP="00493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kCMYA&#10;AADdAAAADwAAAGRycy9kb3ducmV2LnhtbESPS2vDMBCE74X8B7GB3ho5dkkTJ0oIpS0+BEoevi/W&#10;+kGslbFU2/33VaHQ4zAz3zC7w2RaMVDvGssKlosIBHFhdcOVgtv1/WkNwnlkja1lUvBNDg772cMO&#10;U21HPtNw8ZUIEHYpKqi971IpXVGTQbewHXHwStsb9EH2ldQ9jgFuWhlH0UoabDgs1NjRa03F/fJl&#10;FNjkIzvlVXxO3vjF8/FzXebTSanH+XTcgvA0+f/wXzvTClab+Bl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MkC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FncgA&#10;AADdAAAADwAAAGRycy9kb3ducmV2LnhtbESPQWsCMRSE74X+h/AKvUjNVuhat0YRYW31IGgLvT42&#10;r5utm5clibr11zcFocdhZr5hpvPetuJEPjSOFTwOMxDEldMN1wo+3suHZxAhImtsHZOCHwown93e&#10;TLHQ7sw7Ou1jLRKEQ4EKTIxdIWWoDFkMQ9cRJ+/LeYsxSV9L7fGc4LaVoyzLpcWG04LBjpaGqsP+&#10;aBV8l1vzuRxfVn4w2dFlUG5e23Wu1P1dv3gBEamP/+Fr+00ryCejJ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WUW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5lcQA&#10;AADdAAAADwAAAGRycy9kb3ducmV2LnhtbESPTWrDMBCF94HeQUyhm9DIScGkbhRjSl2CN8FJDzBY&#10;E8vUGhlLid3bR4VCl4/38/F2+Wx7caPRd44VrFcJCOLG6Y5bBV/n8nkLwgdkjb1jUvBDHvL9w2KH&#10;mXYT13Q7hVbEEfYZKjAhDJmUvjFk0a/cQBy9ixsthijHVuoRpzhue7lJklRa7DgSDA70bqj5Pl1t&#10;hBxf8FhdpnP5OeOEH5XhZVEr9fQ4F28gAs3hP/zXPmgF6es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TuZ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JrsYA&#10;AADdAAAADwAAAGRycy9kb3ducmV2LnhtbESPQUvDQBSE70L/w/IEb3Zj0FRjt6VUhSJ4sAri7ZF9&#10;TYLZt8vus4n/visIHoeZ+YZZric3qCPF1Hs2cDUvQBE33vbcGnh/e7q8BZUE2eLgmQz8UIL1ana2&#10;xNr6kV/puJdWZQinGg10IqHWOjUdOUxzH4izd/DRoWQZW20jjhnuBl0WRaUd9pwXOgy07aj52n87&#10;Ay/jY3heVDeH8BmvS50erHxsxZiL82lzD0pokv/wX3tnDVR35Q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TJr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IfMEA&#10;AADdAAAADwAAAGRycy9kb3ducmV2LnhtbERPzWrCQBC+F3yHZQQvRTcqiKauIlKLeBF/HmDIjtnQ&#10;7GzIbk18+86h0OPH97/e9r5WT2pjFdjAdJKBIi6Crbg0cL8dxktQMSFbrAOTgRdF2G4Gb2vMbej4&#10;Qs9rKpWEcMzRgEupybWOhSOPcRIaYuEeofWYBLalti12Eu5rPcuyhfZYsTQ4bGjvqPi+/ngpOc/x&#10;fHp0t8NXjx1+nhy/7y7GjIb97gNUoj79i//cR2tgsZrJXHkjT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AiHz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4R8YA&#10;AADdAAAADwAAAGRycy9kb3ducmV2LnhtbESPQUvDQBSE70L/w/IEb3Zj0Ghjt6VUhSJ4sAri7ZF9&#10;TYLZt8vus4n/visIHoeZ+YZZric3qCPF1Hs2cDUvQBE33vbcGnh/e7q8A5UE2eLgmQz8UIL1ana2&#10;xNr6kV/puJdWZQinGg10IqHWOjUdOUxzH4izd/DRoWQZW20jjhnuBl0WRaUd9pwXOgy07aj52n87&#10;Ay/jY3i+rW4O4TNelzo9WPnYijEX59PmHpTQJP/hv/bOGqgW5Q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f4R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RnecMA&#10;AADdAAAADwAAAGRycy9kb3ducmV2LnhtbERPW2vCMBR+F/Yfwhn4IjPdRNmqUeYgOJggXmCvh+bY&#10;FpuTkkRb//3yMPDx47svVr1txI18qB0reB1nIIgLZ2ouFZyO+uUdRIjIBhvHpOBOAVbLp8ECc+M6&#10;3tPtEEuRQjjkqKCKsc2lDEVFFsPYtcSJOztvMSboS2k8dincNvIty2bSYs2pocKWvioqLoerVbDe&#10;deXEj4p1737Om9+p1kZvtVLD5/5zDiJSHx/if/e3UTD7mKT9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Rne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CYp8UA&#10;AADdAAAADwAAAGRycy9kb3ducmV2LnhtbESPzWrDMBCE74W8g9hAbo2cpA2payWEFkMpveTnARZr&#10;a7m2VkZSHPftq0Igx2FmvmGK3Wg7MZAPjWMFi3kGgrhyuuFawflUPm5AhIissXNMCn4pwG47eSgw&#10;1+7KBxqOsRYJwiFHBSbGPpcyVIYshrnriZP37bzFmKSvpfZ4TXDbyWWWraXFhtOCwZ7eDFXt8WIV&#10;lJ/Lr6G9aF+6/fhk6dn8bN6NUrPpuH8FEWmM9/Ct/aEVrF9WC/h/k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Jin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pclcYA&#10;AADdAAAADwAAAGRycy9kb3ducmV2LnhtbESPQWsCMRSE7wX/Q3hCL1KzKpV2axQthAoVRFvo9bF5&#10;7i7dvCxJ6q7/3ghCj8PMfMMsVr1txJl8qB0rmIwzEMSFMzWXCr6/9NMLiBCRDTaOScGFAqyWg4cF&#10;5sZ1fKDzMZYiQTjkqKCKsc2lDEVFFsPYtcTJOzlvMSbpS2k8dgluGznNsrm0WHNaqLCl94qK3+Of&#10;VbDZd+XMj4pN7z5PHz/PWhu900o9Dvv1G4hIffwP39tbo2D+Opv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pcl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6jS8QA&#10;AADdAAAADwAAAGRycy9kb3ducmV2LnhtbESP3WoCMRSE7wu+QzhC72pWbcVujSKWhSK98ecBDpvT&#10;zdbNyZLEdX17IwheDjPzDbNY9bYRHflQO1YwHmUgiEuna64UHA/F2xxEiMgaG8ek4EoBVsvBywJz&#10;7S68o24fK5EgHHJUYGJscylDachiGLmWOHl/zluMSfpKao+XBLeNnGTZTFqsOS0YbGljqDztz1ZB&#10;sZ38dqez9oVb9++WPsz//Nso9Trs118gIvXxGX60f7SC2ed0Cvc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+o0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IhGcQA&#10;AADdAAAADwAAAGRycy9kb3ducmV2LnhtbESP3WqDQBSE7wt9h+UUclfXND+k1jWUgKG5jMkDHNxT&#10;Fd2z1t1EfftuoZDLYWa+YdL9ZDpxp8E1lhUsoxgEcWl1w5WC6yV/3YFwHlljZ5kUzORgnz0/pZho&#10;O/KZ7oWvRICwS1BB7X2fSOnKmgy6yPbEwfu2g0Ef5FBJPeAY4KaTb3G8lQYbDgs19nSoqWyLm1Gw&#10;nsfjT7Fp41wbWp5W/Yl9uVFq8TJ9foDwNPlH+L/9pRVs31dr+HsTn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SIR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dnsUA&#10;AADdAAAADwAAAGRycy9kb3ducmV2LnhtbESPQWvCQBSE7wX/w/KE3pqNiqGmriJKivTUpmnPj+wz&#10;CWbfhuwa47/vCkKPw8x8w6y3o2nFQL1rLCuYRTEI4tLqhisFxXf28grCeWSNrWVScCMH283kaY2p&#10;tlf+oiH3lQgQdikqqL3vUildWZNBF9mOOHgn2xv0QfaV1D1eA9y0ch7HiTTYcFiosaN9TeU5vxgF&#10;l+R3XvDpQ3/mh9v76pDtnPyplHqejrs3EJ5G/x9+tI9aQbJaLO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DJ2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87scA&#10;AADdAAAADwAAAGRycy9kb3ducmV2LnhtbESPQWsCMRSE7wX/Q3hCbzVrlaBbo9hCoXpQtO2ht+fm&#10;ubu6edluUl3/vRGEHoeZ+YaZzFpbiRM1vnSsod9LQBBnzpSca/j6fH8agfAB2WDlmDRcyMNs2nmY&#10;YGrcmTd02oZcRAj7FDUUIdSplD4ryKLvuZo4envXWAxRNrk0DZ4j3FbyOUmUtFhyXCiwpreCsuP2&#10;z2r4Xo/UeP26GB6Wqx0OrPn9MaXS+rHbzl9ABGrDf/je/jAa1Hig4PYmPgE5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9fO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kbhsYA&#10;AADdAAAADwAAAGRycy9kb3ducmV2LnhtbESPT2vCQBTE7wW/w/IK3uqmWlJNXcU/VMVTqoLXR/Y1&#10;CWbfhuyq0U/vCoUeh5n5DTOetqYSF2pcaVnBey8CQZxZXXKu4LD/fhuCcB5ZY2WZFNzIwXTSeRlj&#10;ou2Vf+iy87kIEHYJKii8rxMpXVaQQdezNXHwfm1j0AfZ5FI3eA1wU8l+FMXSYMlhocCaFgVlp93Z&#10;KLjHR0zduj9fDrSn28dwZbfpSqnuazv7AuGp9f/hv/ZGK4hHg094vglP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kbh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7cTMMA&#10;AADdAAAADwAAAGRycy9kb3ducmV2LnhtbERP3WrCMBS+F/YO4Qx2Z9M5LbMayxAHu5ute4BDc0yL&#10;zUnbRO329MvFYJcf3/+2mGwnbjT61rGC5yQFQVw73bJR8HV6n7+C8AFZY+eYFHyTh2L3MNtirt2d&#10;S7pVwYgYwj5HBU0IfS6lrxuy6BPXE0fu7EaLIcLRSD3iPYbbTi7SNJMWW44NDfa0b6i+VFerYHCL&#10;lZ6qA35eDutja8xy+CmXSj09Tm8bEIGm8C/+c39oBdn6Jc6Nb+IT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7cT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zv8UA&#10;AADdAAAADwAAAGRycy9kb3ducmV2LnhtbESPzW7CMBCE75V4B2srcQOnoKYkjUGAVIkrtIcet/bm&#10;p43XITaQ9ukxElKPo5n5RlOsBtuKM/W+cazgaZqAINbONFwp+Hh/myxA+IBssHVMCn7Jw2o5eigw&#10;N+7CezofQiUihH2OCuoQulxKr2uy6KeuI45e6XqLIcq+kqbHS4TbVs6SJJUWG44LNXa0rUn/HE5W&#10;wa75oudUl5ldbPT+8+8Y5i/fRqnx47B+BRFoCP/he3tnFKTZPIPb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Y/O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baq8YA&#10;AADdAAAADwAAAGRycy9kb3ducmV2LnhtbESPT2vCQBDF74V+h2UKvdVNpUhNXaUWChWt4B/qdciO&#10;2dDsbMiuMX575yB4nJk3773fZNb7WnXUxiqwgddBBoq4CLbi0sB+9/3yDiomZIt1YDJwoQiz6ePD&#10;BHMbzryhbptKJSYcczTgUmpyrWPhyGMchIZYbsfQekwytqW2LZ7F3Nd6mGUj7bFiSXDY0Jej4n97&#10;8gY6XF+yg5v/jhfVqhiu539LK3vz/NR/foBK1Ke7+Pb9Yw2Mxm/SX2iEBP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baq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HBUMUA&#10;AADdAAAADwAAAGRycy9kb3ducmV2LnhtbESPQUvDQBSE70L/w/IK3uymQYrGbosUKh419uDxmX3N&#10;pmbfC7vbJvrrXUHwOMzMN8x6O/leXSjETtjAclGAIm7EdtwaOLztb+5AxYRssRcmA18UYbuZXa2x&#10;sjLyK13q1KoM4VihAZfSUGkdG0ce40IG4uwdJXhMWYZW24Bjhvtel0Wx0h47zgsOB9o5aj7rszcw&#10;PjUfp/L4bt13GGRfv8ip7MWY6/n0+AAq0ZT+w3/tZ2tgdX+7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cF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gZgMcA&#10;AADdAAAADwAAAGRycy9kb3ducmV2LnhtbESPW2sCMRSE3wv+h3AKvtVsF7G6GsVLhVIq4u39dHO6&#10;u5qcLJtUt/++KRR8HGbmG2Yya60RV2p85VjBcy8BQZw7XXGh4HhYPw1B+ICs0TgmBT/kYTbtPEww&#10;0+7GO7ruQyEihH2GCsoQ6kxKn5dk0fdcTRy9L9dYDFE2hdQN3iLcGpkmyUBarDgulFjTsqT8sv+2&#10;CtbblTmnm938JMPy9eXTDN8Xqw+luo/tfAwiUBvu4f/2m1YwGPVT+HsTn4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YGY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xoscA&#10;AADdAAAADwAAAGRycy9kb3ducmV2LnhtbESPQWvCQBSE7wX/w/KEXqTZWGvQ6CpSKCq0YG3B60v2&#10;mQSzb0N2G9N/7xaEHoeZ+YZZrntTi45aV1lWMI5iEMS51RUXCr6/3p5mIJxH1lhbJgW/5GC9Gjws&#10;MdX2yp/UHX0hAoRdigpK75tUSpeXZNBFtiEO3tm2Bn2QbSF1i9cAN7V8juNEGqw4LJTY0GtJ+eX4&#10;YxR0h/es2HWu2V9mIzedZNvthz4p9TjsNwsQnnr/H763d1pBMn+ZwN+b8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zca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VH8cA&#10;AADdAAAADwAAAGRycy9kb3ducmV2LnhtbESPT2sCMRTE74LfITyhN81WtqJbo6gg9FLw36HenpvX&#10;3cXNy5qkuvXTG6HQ4zAzv2Gm89bU4krOV5YVvA4SEMS51RUXCg77dX8MwgdkjbVlUvBLHuazbmeK&#10;mbY33tJ1FwoRIewzVFCG0GRS+rwkg35gG+LofVtnMETpCqkd3iLc1HKYJCNpsOK4UGJDq5Ly8+7H&#10;KFhOxsvLJuXP+/Z0pOPX6fw2dIlSL7128Q4iUBv+w3/tD61gNEl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7lR/HAAAA3QAAAA8AAAAAAAAAAAAAAAAAmAIAAGRy&#10;cy9kb3ducmV2LnhtbFBLBQYAAAAABAAEAPUAAACMAwAAAAA=&#10;" fillcolor="black" stroked="f"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7ziscA&#10;AADdAAAADwAAAGRycy9kb3ducmV2LnhtbESPQWvCQBSE7wX/w/KE3uqmUoNNXUVtC4J60PbQ42v2&#10;NVmSfRuyW43+elcQPA4z8w0zmXW2FgdqvXGs4HmQgCDOnTZcKPj++nwag/ABWWPtmBScyMNs2nuY&#10;YKbdkXd02IdCRAj7DBWUITSZlD4vyaIfuIY4en+utRiibAupWzxGuK3lMElSadFwXCixoWVJebX/&#10;twp+1qkZ7wwNfzfnxYfejKrF9r1S6rHfzd9ABOrCPXxrr7SC9PVlBN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e84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TSMYA&#10;AADdAAAADwAAAGRycy9kb3ducmV2LnhtbESPQWsCMRSE74L/ITzBW81aymK3RhFLqRcP2pZeH5vX&#10;zXY3L9sk6uqvN0LB4zAz3zDzZW9bcSQfascKppMMBHHpdM2Vgs+Pt4cZiBCRNbaOScGZAiwXw8Ec&#10;C+1OvKPjPlYiQTgUqMDE2BVShtKQxTBxHXHyfpy3GJP0ldQeTwluW/mYZbm0WHNaMNjR2lDZ7A9W&#10;gV99vzYXPnw12WV7Du+//d8MjVLjUb96ARGpj/fwf3ujFeTPTznc3qQn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lTS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TYcUA&#10;AADdAAAADwAAAGRycy9kb3ducmV2LnhtbESPUWsCMRCE3wv+h7BCX0rNKaL1NIoUCgVF0PoD1st6&#10;d5hsjstWz/76piD0cZiZb5jFqvNOXamNdWADw0EGirgItubSwPHr4/UNVBRkiy4wGbhThNWy97TA&#10;3IYb7+l6kFIlCMccDVQiTa51LCryGAehIU7eObQeJcm21LbFW4J7p0dZNtEea04LFTb0XlFxOXx7&#10;A250crPNNG7lftTb7MfL/mVnjXnud+s5KKFO/sOP9qc1MJmNp/D3Jj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cVNh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LIV8IA&#10;AADdAAAADwAAAGRycy9kb3ducmV2LnhtbERPz2vCMBS+D/wfwhO8zVQRmZ1RpiL0soNV8fps3pqy&#10;5KU0Ubv99ctB2PHj+71c986KO3Wh8axgMs5AEFdeN1wrOB33r28gQkTWaD2Tgh8KsF4NXpaYa//g&#10;A93LWIsUwiFHBSbGNpcyVIYchrFviRP35TuHMcGulrrDRwp3Vk6zbC4dNpwaDLa0NVR9lzenYFe2&#10;dnoqzCZczp/Xqy1+93TZKTUa9h/vICL18V/8dBdawXwxS3PTm/Q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shX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kifcUA&#10;AADdAAAADwAAAGRycy9kb3ducmV2LnhtbESPzWrDMBCE74W8g9hCb43UUpzEtRxCaSCQU/NzyG2R&#10;trYTa2UsNXbfvgoUchxm5humWI6uFVfqQ+NZw8tUgSA23jZcaTjs189zECEiW2w9k4ZfCrAsJw8F&#10;5tYP/EXXXaxEgnDIUUMdY5dLGUxNDsPUd8TJ+/a9w5hkX0nb45DgrpWvSmXSYcNpocaOPmoyl92P&#10;03Bey603Cs3xcBw2dnb6zKhVWj89jqt3EJHGeA//tzdWQ7Z4W8D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uSJ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/E8IA&#10;AADdAAAADwAAAGRycy9kb3ducmV2LnhtbERPy4rCMBTdD/gP4QruxlRF0WoUHRgYRmbhA3F5ba5t&#10;aXNTkqj1781iwOXhvBer1tTiTs6XlhUM+gkI4szqknMFx8P35xSED8gaa8uk4EkeVsvOxwJTbR+8&#10;o/s+5CKGsE9RQRFCk0rps4IM+r5tiCN3tc5giNDlUjt8xHBTy2GSTKTBkmNDgQ19FZRV+5tRcL5t&#10;+fo3+l27TTjZ9uCr4WVaKdXrtus5iEBteIv/3T9awWQ2jvvj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78T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gWscA&#10;AADdAAAADwAAAGRycy9kb3ducmV2LnhtbESPT2sCMRTE74V+h/AK3rpZRUVXo2ih0EvBPz3U23Pz&#10;3F3cvKxJqls/vREEj8PM/IaZzltTizM5X1lW0E1SEMS51RUXCn62n+8jED4ga6wtk4J/8jCfvb5M&#10;MdP2wms6b0IhIoR9hgrKEJpMSp+XZNAntiGO3sE6gyFKV0jt8BLhppa9NB1KgxXHhRIb+igpP27+&#10;jILleLQ8rfr8fV3vd7T73R8HPZcq1XlrFxMQgdrwDD/aX1rBcDzowv1Nf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VoFrHAAAA3QAAAA8AAAAAAAAAAAAAAAAAmAIAAGRy&#10;cy9kb3ducmV2LnhtbFBLBQYAAAAABAAEAPUAAACMAwAAAAA=&#10;" fillcolor="black" stroked="f"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vELMUA&#10;AADdAAAADwAAAGRycy9kb3ducmV2LnhtbESPQUsDMRSE7wX/Q3iCtzZrxWLXpmUpFMXTtiq9vm6e&#10;m8XNy5Kk6frvjSD0OMzMN8xqM9peJPKhc6zgflaAIG6c7rhV8PG+mz6BCBFZY++YFPxQgM36ZrLC&#10;UrsL7ykdYisyhEOJCkyMQyllaAxZDDM3EGfvy3mLMUvfSu3xkuG2l/OiWEiLHecFgwNtDTXfh7NV&#10;kE7bunpIx2T2b75qvatfPk+1Une3Y/UMItIYr+H/9qtWsFg+z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8Q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BRccA&#10;AADdAAAADwAAAGRycy9kb3ducmV2LnhtbESPQWvCQBSE7wX/w/IKvenGFkONrlKkLdqLbSro8ZF9&#10;zQazb0N2G6O/3i0IPQ4z8w0zX/a2Fh21vnKsYDxKQBAXTldcKth9vw2fQfiArLF2TArO5GG5GNzN&#10;MdPuxF/U5aEUEcI+QwUmhCaT0heGLPqRa4ij9+NaiyHKtpS6xVOE21o+JkkqLVYcFww2tDJUHPNf&#10;q8CPV6/7D3uZdod3w9t8Y9LP0ij1cN+/zEAE6sN/+NZeawXpdPIE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wgU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3BB5" w:rsidRDefault="00493BB5" w:rsidP="00493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3BB5" w:rsidRDefault="00493BB5" w:rsidP="00493B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3BB5" w:rsidRDefault="00493BB5" w:rsidP="00493B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BB5" w:rsidRDefault="00493BB5" w:rsidP="00493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93BB5" w:rsidRDefault="00493BB5" w:rsidP="00493B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3BB5" w:rsidRDefault="00493BB5" w:rsidP="00493B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№17</w:t>
      </w:r>
    </w:p>
    <w:p w:rsidR="00493BB5" w:rsidRDefault="00493BB5" w:rsidP="00493BB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493BB5" w:rsidRPr="003937A2" w:rsidRDefault="00493BB5" w:rsidP="00493BB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Т.К.</w:t>
      </w:r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Т.К.</w:t>
      </w:r>
      <w:r w:rsidRPr="003937A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493BB5" w:rsidRPr="00BD5706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493BB5" w:rsidRPr="003937A2" w:rsidRDefault="00493BB5" w:rsidP="00493B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</w:rPr>
        <w:t xml:space="preserve">  </w:t>
      </w:r>
      <w:r w:rsidRPr="003937A2">
        <w:rPr>
          <w:rFonts w:ascii="Times New Roman" w:eastAsia="Calibri" w:hAnsi="Times New Roman" w:cs="Times New Roman"/>
          <w:sz w:val="24"/>
        </w:rPr>
        <w:t xml:space="preserve">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Кузьмівні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350D0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0,3700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Т.К.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493BB5" w:rsidRPr="003937A2" w:rsidRDefault="00493BB5" w:rsidP="00493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93BB5" w:rsidRPr="003937A2" w:rsidRDefault="00493BB5" w:rsidP="00493B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93BB5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93BB5" w:rsidRPr="003937A2" w:rsidRDefault="00493BB5" w:rsidP="00493B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E6351" w:rsidRPr="00493BB5" w:rsidRDefault="00493BB5" w:rsidP="00493BB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0E6351" w:rsidRPr="00493BB5" w:rsidSect="00493BB5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B5"/>
    <w:rsid w:val="000E6351"/>
    <w:rsid w:val="00493BB5"/>
    <w:rsid w:val="00F3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B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93B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93BB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93BB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B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93B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93BB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93BB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278</Words>
  <Characters>1590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2021-09-13T06:34:00Z</dcterms:created>
  <dcterms:modified xsi:type="dcterms:W3CDTF">2021-09-13T13:06:00Z</dcterms:modified>
</cp:coreProperties>
</file>