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E2E" w:rsidRDefault="004F49C9" w:rsidP="00DA0E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DA0E2E" w:rsidRDefault="00DA0E2E" w:rsidP="00DA0E2E"/>
    <w:p w:rsidR="00DA0E2E" w:rsidRDefault="00DA0E2E" w:rsidP="00DA0E2E"/>
    <w:p w:rsidR="00DA0E2E" w:rsidRDefault="00DA0E2E" w:rsidP="00DA0E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A0E2E" w:rsidRDefault="00DA0E2E" w:rsidP="00DA0E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A0E2E" w:rsidRDefault="00DA0E2E" w:rsidP="00DA0E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A0E2E" w:rsidRDefault="00DA0E2E" w:rsidP="00DA0E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A0E2E" w:rsidRDefault="00DA0E2E" w:rsidP="00DA0E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0E2E" w:rsidRDefault="00DA0E2E" w:rsidP="00DA0E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A0E2E" w:rsidRDefault="00DA0E2E" w:rsidP="00DA0E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0E2E" w:rsidRDefault="00DA0E2E" w:rsidP="00DA0E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A0E2E" w:rsidRPr="007B577E" w:rsidRDefault="00DA0E2E" w:rsidP="00DA0E2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38</w:t>
      </w:r>
    </w:p>
    <w:p w:rsidR="00DA0E2E" w:rsidRPr="007B577E" w:rsidRDefault="00DA0E2E" w:rsidP="00DA0E2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A0E2E" w:rsidRPr="007B577E" w:rsidRDefault="00DA0E2E" w:rsidP="00DA0E2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77E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DA0E2E" w:rsidRPr="007B577E" w:rsidRDefault="00DA0E2E" w:rsidP="00DA0E2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77E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DA0E2E" w:rsidRPr="007B577E" w:rsidRDefault="00DA0E2E" w:rsidP="00DA0E2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77E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DA0E2E" w:rsidRPr="007B577E" w:rsidRDefault="00DA0E2E" w:rsidP="00DA0E2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77E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7B577E">
        <w:rPr>
          <w:rFonts w:ascii="Times New Roman" w:hAnsi="Times New Roman" w:cs="Times New Roman"/>
          <w:b/>
          <w:sz w:val="24"/>
          <w:szCs w:val="24"/>
        </w:rPr>
        <w:t>Яцюк</w:t>
      </w:r>
      <w:proofErr w:type="spellEnd"/>
      <w:r w:rsidRPr="007B577E">
        <w:rPr>
          <w:rFonts w:ascii="Times New Roman" w:hAnsi="Times New Roman" w:cs="Times New Roman"/>
          <w:b/>
          <w:sz w:val="24"/>
          <w:szCs w:val="24"/>
        </w:rPr>
        <w:t xml:space="preserve"> Н.А.</w:t>
      </w:r>
    </w:p>
    <w:p w:rsidR="00DA0E2E" w:rsidRPr="007B577E" w:rsidRDefault="00DA0E2E" w:rsidP="00DA0E2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A0E2E" w:rsidRPr="007B577E" w:rsidRDefault="00DA0E2E" w:rsidP="00DA0E2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577E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7B577E">
        <w:rPr>
          <w:rFonts w:ascii="Times New Roman" w:hAnsi="Times New Roman" w:cs="Times New Roman"/>
          <w:sz w:val="24"/>
          <w:szCs w:val="24"/>
        </w:rPr>
        <w:t>Яцюк</w:t>
      </w:r>
      <w:proofErr w:type="spellEnd"/>
      <w:r w:rsidRPr="007B577E">
        <w:rPr>
          <w:rFonts w:ascii="Times New Roman" w:hAnsi="Times New Roman" w:cs="Times New Roman"/>
          <w:sz w:val="24"/>
          <w:szCs w:val="24"/>
        </w:rPr>
        <w:t xml:space="preserve"> Н.А., сільська  рада ВИРІШИЛА:</w:t>
      </w:r>
    </w:p>
    <w:p w:rsidR="00DA0E2E" w:rsidRPr="007B577E" w:rsidRDefault="00DA0E2E" w:rsidP="00DA0E2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B577E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7B577E">
        <w:rPr>
          <w:rFonts w:ascii="Times New Roman" w:eastAsia="Calibri" w:hAnsi="Times New Roman" w:cs="Times New Roman"/>
          <w:sz w:val="24"/>
          <w:szCs w:val="24"/>
          <w:lang w:eastAsia="en-US"/>
        </w:rPr>
        <w:t>Яцюк</w:t>
      </w:r>
      <w:proofErr w:type="spellEnd"/>
      <w:r w:rsidRPr="007B577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Ніні Андріївні, яка зареєстрована за адресою: </w:t>
      </w:r>
      <w:r w:rsidR="004F49C9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</w:t>
      </w:r>
      <w:bookmarkStart w:id="0" w:name="_GoBack"/>
      <w:bookmarkEnd w:id="0"/>
      <w:r w:rsidRPr="007B577E">
        <w:rPr>
          <w:rFonts w:ascii="Times New Roman" w:hAnsi="Times New Roman" w:cs="Times New Roman"/>
          <w:sz w:val="24"/>
          <w:szCs w:val="24"/>
        </w:rPr>
        <w:t>, 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0,1722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577E">
        <w:rPr>
          <w:rFonts w:ascii="Times New Roman" w:hAnsi="Times New Roman" w:cs="Times New Roman"/>
          <w:sz w:val="24"/>
          <w:szCs w:val="24"/>
        </w:rPr>
        <w:t xml:space="preserve">га, (кадастровий номер: 6823984000:02:002:0073),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7B577E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B577E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7B577E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7B57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577E">
        <w:rPr>
          <w:rFonts w:ascii="Times New Roman" w:hAnsi="Times New Roman" w:cs="Times New Roman"/>
          <w:sz w:val="24"/>
          <w:szCs w:val="24"/>
        </w:rPr>
        <w:t>вул.Лісна</w:t>
      </w:r>
      <w:proofErr w:type="spellEnd"/>
      <w:r w:rsidRPr="007B577E">
        <w:rPr>
          <w:rFonts w:ascii="Times New Roman" w:hAnsi="Times New Roman" w:cs="Times New Roman"/>
          <w:sz w:val="24"/>
          <w:szCs w:val="24"/>
        </w:rPr>
        <w:t>, 27.</w:t>
      </w:r>
    </w:p>
    <w:p w:rsidR="00DA0E2E" w:rsidRPr="007B577E" w:rsidRDefault="00DA0E2E" w:rsidP="00DA0E2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B577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B577E">
        <w:rPr>
          <w:rFonts w:ascii="Times New Roman" w:hAnsi="Times New Roman" w:cs="Times New Roman"/>
          <w:sz w:val="24"/>
          <w:szCs w:val="24"/>
        </w:rPr>
        <w:t>Яцюк</w:t>
      </w:r>
      <w:proofErr w:type="spellEnd"/>
      <w:r w:rsidRPr="007B577E">
        <w:rPr>
          <w:rFonts w:ascii="Times New Roman" w:hAnsi="Times New Roman" w:cs="Times New Roman"/>
          <w:sz w:val="24"/>
          <w:szCs w:val="24"/>
        </w:rPr>
        <w:t xml:space="preserve"> Н.І., посвідчити своє право  в  установленому  законом  порядку.</w:t>
      </w:r>
    </w:p>
    <w:p w:rsidR="00DA0E2E" w:rsidRPr="007B577E" w:rsidRDefault="00DA0E2E" w:rsidP="00DA0E2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577E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A0E2E" w:rsidRPr="007B577E" w:rsidRDefault="00DA0E2E" w:rsidP="00DA0E2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A0E2E" w:rsidRPr="007B577E" w:rsidRDefault="00DA0E2E" w:rsidP="00DA0E2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0E2E" w:rsidRPr="007B577E" w:rsidRDefault="00DA0E2E" w:rsidP="00DA0E2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0E2E" w:rsidRPr="007B577E" w:rsidRDefault="00DA0E2E" w:rsidP="00DA0E2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12FD" w:rsidRPr="00DA0E2E" w:rsidRDefault="00DA0E2E" w:rsidP="00DA0E2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В.М.Мазур</w:t>
      </w:r>
    </w:p>
    <w:sectPr w:rsidR="002912FD" w:rsidRPr="00DA0E2E" w:rsidSect="002912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A0E2E"/>
    <w:rsid w:val="00171A2E"/>
    <w:rsid w:val="002912FD"/>
    <w:rsid w:val="00304C90"/>
    <w:rsid w:val="004F49C9"/>
    <w:rsid w:val="00505B6D"/>
    <w:rsid w:val="006D3977"/>
    <w:rsid w:val="007D6C18"/>
    <w:rsid w:val="00D1641A"/>
    <w:rsid w:val="00DA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E2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253</Words>
  <Characters>1448</Characters>
  <Application>Microsoft Office Word</Application>
  <DocSecurity>0</DocSecurity>
  <Lines>12</Lines>
  <Paragraphs>3</Paragraphs>
  <ScaleCrop>false</ScaleCrop>
  <Company>Microsoft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2020-03-16T12:52:00Z</dcterms:created>
  <dcterms:modified xsi:type="dcterms:W3CDTF">2020-03-17T06:30:00Z</dcterms:modified>
</cp:coreProperties>
</file>