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674" w:rsidRPr="00B623A8" w:rsidRDefault="00BD6674" w:rsidP="00BD6674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+18Mrn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3SkcQA&#10;AADdAAAADwAAAGRycy9kb3ducmV2LnhtbESPS4vCQBCE74L/YWhhb5uJj9UQHUVkXTwI4uveZNok&#10;mOkJmVHjv98RBI9FVX1FzRatqcSdGldaVtCPYhDEmdUl5wpOx/V3AsJ5ZI2VZVLwJAeLebczw1Tb&#10;B+/pfvC5CBB2KSoovK9TKV1WkEEX2Zo4eBfbGPRBNrnUDT4C3FRyEMdjabDksFBgTauCsuvhZhTY&#10;4d9me84H++EvTzwvd8nl3G6V+uq1yykIT63/hN/tjVYwGk1+4PUmPAE5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I90pH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D6674" w:rsidRDefault="00BD6674" w:rsidP="00BD667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mI6MgA&#10;AADdAAAADwAAAGRycy9kb3ducmV2LnhtbESPT0sDMRTE74LfITzBS2mzStnWtWmRwtbag9A/4PWx&#10;eW5WNy9LkrZrP70pCB6HmfkNM1v0thUn8qFxrOBhlIEgrpxuuFZw2JfDKYgQkTW2jknBDwVYzG9v&#10;Zlhod+YtnXaxFgnCoUAFJsaukDJUhiyGkeuIk/fpvMWYpK+l9nhOcNvKxyzLpcWG04LBjpaGqu/d&#10;0Sr4Kt/Nx3JyWfnB05Yug3Lz2r7lSt3f9S/PICL18T/8115rBePxJIfrm/QE5Pw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A+Yjo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D6674" w:rsidRDefault="00BD6674" w:rsidP="00BD667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1PDMUA&#10;AADdAAAADwAAAGRycy9kb3ducmV2LnhtbESP32rCMBTG7wd7h3AGuxkz3SxzVGMpQ0V6U9Q9wKE5&#10;NsXmpDTRdm+/CINdfnx/fnyrfLKduNHgW8cK3mYJCOLa6ZYbBd+n7esnCB+QNXaOScEPecjXjw8r&#10;zLQb+UC3Y2hEHGGfoQITQp9J6WtDFv3M9cTRO7vBYohyaKQecIzjtpPvSfIhLbYcCQZ7+jJUX45X&#10;GyHVHKvyPJ62uwlH3JSGX4qDUs9PU7EEEWgK/+G/9l4rSNPFAu5v4hO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bU8M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D6674" w:rsidRDefault="00BD6674" w:rsidP="00BD667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kO3sMA&#10;AADdAAAADwAAAGRycy9kb3ducmV2LnhtbERPTUsDMRC9C/0PYQrebNaytrJtWkqrIIKHVkF6GzbT&#10;3cXNJCRjd/335iB4fLzv9XZ0vbpSTJ1nA/ezAhRx7W3HjYGP9+e7R1BJkC32nsnADyXYbiY3a6ys&#10;H/hI15M0KodwqtBAKxIqrVPdksM084E4cxcfHUqGsdE24pDDXa/nRbHQDjvODS0G2rdUf52+nYG3&#10;4Sm8LhcPl3CO5Vyng5XPvRhzOx13K1BCo/yL/9wv1kBZLvPc/CY/Ab3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kO3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D6674" w:rsidRDefault="00BD6674" w:rsidP="00BD667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5+5cMA&#10;AADdAAAADwAAAGRycy9kb3ducmV2LnhtbESP3YrCMBCF74V9hzDC3sia7iquVqOI6CLeiD8PMDRj&#10;U2wmpYm2vr1ZELw8nJ+PM1u0thR3qn3hWMF3PwFBnDldcK7gfNp8jUH4gKyxdEwKHuRhMf/ozDDV&#10;ruED3Y8hF3GEfYoKTAhVKqXPDFn0fVcRR+/iaoshyjqXusYmjttS/iTJSFosOBIMVrQylF2PNxsh&#10;+wHud5fmtPlrscH1znBveVDqs9supyACteEdfrW3WsFw+DuB/zfxCcj5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5+5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D6674" w:rsidRDefault="00BD6674" w:rsidP="00BD667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y/8MA&#10;AADdAAAADwAAAGRycy9kb3ducmV2LnhtbERPTUsDMRC9C/0PYQrebNay1rJtWkqrIIKHVkF6GzbT&#10;3cXNJCRjd/335iB4fLzv9XZ0vbpSTJ1nA/ezAhRx7W3HjYGP9+e7JagkyBZ7z2TghxJsN5ObNVbW&#10;D3yk60kalUM4VWigFQmV1qluyWGa+UCcuYuPDiXD2Ggbccjhrtfzolhohx3nhhYD7Vuqv07fzsDb&#10;8BReHxcPl3CO5Vyng5XPvRhzOx13K1BCo/yL/9wv1kBZLvP+/CY/Ab3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epy/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D6674" w:rsidRDefault="00BD6674" w:rsidP="00BD667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Z3GsYA&#10;AADdAAAADwAAAGRycy9kb3ducmV2LnhtbESPQWsCMRSE70L/Q3iFXopmbbXI1igqhAoVpCp4fWye&#10;u0s3L0uSutt/bwoFj8PMfMPMl71txJV8qB0rGI8yEMSFMzWXCk5HPZyBCBHZYOOYFPxSgOXiYTDH&#10;3LiOv+h6iKVIEA45KqhibHMpQ1GRxTByLXHyLs5bjEn6UhqPXYLbRr5k2Zu0WHNaqLClTUXF9+HH&#10;Kljvu/LVPxfr3n1ePs5TrY3eaaWeHvvVO4hIfbyH/9tbo2AymY3h7016An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Z3G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D6674" w:rsidRDefault="00BD6674" w:rsidP="00BD667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yzKMQA&#10;AADdAAAADwAAAGRycy9kb3ducmV2LnhtbESPzWrDMBCE74W+g9hCbo0c4wTjRgmhxRBKLvl5gMXa&#10;Wk6slZEUx337qlDocZiZb5j1drK9GMmHzrGCxTwDQdw43XGr4HKuX0sQISJr7B2Tgm8KsN08P62x&#10;0u7BRxpPsRUJwqFCBSbGoZIyNIYshrkbiJP35bzFmKRvpfb4SHDbyzzLVtJix2nB4EDvhprb6W4V&#10;1J/5Ybzdta/dbiosLc21/DBKzV6m3RuISFP8D/+191pBUZQ5/L5JT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VMsyj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D6674" w:rsidRDefault="00BD6674" w:rsidP="00BD667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hM9sYA&#10;AADdAAAADwAAAGRycy9kb3ducmV2LnhtbESP3WoCMRSE74W+QziF3pSa9a/I1igqhAoKUlvo7WFz&#10;3F26OVmS1N2+vREKXg4z8w2zWPW2ERfyoXasYDTMQBAXztRcKvj61C9zECEiG2wck4I/CrBaPgwW&#10;mBvX8QddTrEUCcIhRwVVjG0uZSgqshiGriVO3tl5izFJX0rjsUtw28hxlr1KizWnhQpb2lZU/Jx+&#10;rYLNsSsn/rnY9G5/fv+eaW30QSv19Niv30BE6uM9/N/eGQXT6XwCt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7hM9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D6674" w:rsidRDefault="00BD6674" w:rsidP="00BD667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mOx8QA&#10;AADdAAAADwAAAGRycy9kb3ducmV2LnhtbESPwWrDMBBE74X8g9hAb42c4BbjRA4hwVBKL037AYu1&#10;sRxbKyMpjvv3VaHQ4zAzb5jdfraDmMiHzrGC9SoDQdw43XGr4OuzfipAhIiscXBMCr4pwL5aPOyw&#10;1O7OHzSdYysShEOJCkyMYyllaAxZDCs3Eifv4rzFmKRvpfZ4T3A7yE2WvUiLHacFgyMdDTX9+WYV&#10;1G+b96m/aV+7w5xbejbX4mSUelzOhy2ISHP8D/+1X7WCPC9y+H2TnoCs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pjsf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D6674" w:rsidRDefault="00BD6674" w:rsidP="00BD667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AxesIA&#10;AADdAAAADwAAAGRycy9kb3ducmV2LnhtbESP3YrCMBSE7xd8h3AE77apP12kmooIynpp3Qc4NMe2&#10;tDmpTbT17TcLC14OM98Ms92NphVP6l1tWcE8ikEQF1bXXCr4uR4/1yCcR9bYWiYFL3KwyyYfW0y1&#10;HfhCz9yXIpSwS1FB5X2XSumKigy6yHbEwbvZ3qAPsi+l7nEI5aaVizj+kgZrDgsVdnSoqGjyh1Gw&#10;eg2ne5408VEbmp+X3Zl9kSg1m477DQhPo3+H/+lvHbjVOoG/N+EJyO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4DF6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D6674" w:rsidRDefault="00BD6674" w:rsidP="00BD667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C2EcUA&#10;AADdAAAADwAAAGRycy9kb3ducmV2LnhtbESPQWuDQBSE74X+h+UVemvWSpDUZBWpWEpOjU17frgv&#10;KnHfirtJzL/vBgo5DjPzDbPJZzOIM02ut6zgdRGBIG6s7rlVsP+uXlYgnEfWOFgmBVdykGePDxtM&#10;tb3wjs61b0WAsEtRQef9mErpmo4MuoUdiYN3sJNBH+TUSj3hJcDNIOMoSqTBnsNChyO9d9Qc65NR&#10;cEp+4z0ftvqrLq8fb2VVOPnTKvX8NBdrEJ5mfw//tz+1guVylcDtTXgCM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oLYR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D6674" w:rsidRDefault="00BD6674" w:rsidP="00BD667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9sjcgA&#10;AADdAAAADwAAAGRycy9kb3ducmV2LnhtbESPQWvCQBSE74X+h+UVvNWNNaQxdZUqFGwPSq099Paa&#10;fSbR7Ns0u2r8925B8DjMzDfMeNqZWhypdZVlBYN+BII4t7riQsHm6+0xBeE8ssbaMik4k4Pp5P5u&#10;jJm2J/6k49oXIkDYZaig9L7JpHR5SQZd3zbEwdva1qAPsi2kbvEU4KaWT1GUSIMVh4USG5qXlO/X&#10;B6Pge5Umo9XsPd59LH9xaPTfj64SpXoP3esLCE+dv4Wv7YVWEMfpM/y/CU9ATi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T2yN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D6674" w:rsidRDefault="00BD6674" w:rsidP="00BD667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g6DMMA&#10;AADdAAAADwAAAGRycy9kb3ducmV2LnhtbERPTWvCQBC9F/wPyxR6aza1QULMKlWpLT3FKHgdsmMS&#10;mp0N2a0m/fXdQ8Hj433n69F04kqDay0reIliEMSV1S3XCk7H9+cUhPPIGjvLpGAiB+vV7CHHTNsb&#10;H+ha+lqEEHYZKmi87zMpXdWQQRfZnjhwFzsY9AEOtdQD3kK46eQ8jhfSYMuhocGetg1V3+WPUfC7&#10;OGPhPuab3av2NCXp3n4Ve6WeHse3JQhPo7+L/92fWkGSpGFueBOegF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6g6DM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D6674" w:rsidRDefault="00BD6674" w:rsidP="00BD667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zML8MA&#10;AADdAAAADwAAAGRycy9kb3ducmV2LnhtbESP0YrCMBRE34X9h3AX9k1TpYpWoyyLgm9q3Q+4NHfT&#10;YnNTm6hdv94Igo/DzJxhFqvO1uJKra8cKxgOEhDEhdMVGwW/x01/CsIHZI21Y1LwTx5Wy4/eAjPt&#10;bnygax6MiBD2GSooQ2gyKX1RkkU/cA1x9P5cazFE2RqpW7xFuK3lKEkm0mLFcaHEhn5KKk75xSo4&#10;u9FYd/kad6f1bF8Zk57vh1Spr8/uew4iUBfe4Vd7qxWk6XQGzzfxCc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DzML8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D6674" w:rsidRDefault="00BD6674" w:rsidP="00BD667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55B8EA&#10;AADdAAAADwAAAGRycy9kb3ducmV2LnhtbERPu27CMBTdK/EP1kXqVhwo5REwCJCQWKEMjBf7kgTi&#10;6xAbCHw9Hip1PDrv6byxpbhT7QvHCrqdBASxdqbgTMH+d/01AuEDssHSMSl4kof5rPUxxdS4B2/p&#10;vguZiCHsU1SQh1ClUnqdk0XfcRVx5E6uthgirDNpanzEcFvKXpIMpMWCY0OOFa1y0pfdzSrYFEf6&#10;GejT2I6Went4XcP38GyU+mw3iwmIQE34F/+5N0ZBvz+O++Ob+ATk7A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X+eQf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D6674" w:rsidRDefault="00BD6674" w:rsidP="00BD667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svaMIA&#10;AADdAAAADwAAAGRycy9kb3ducmV2LnhtbERPW2vCMBR+H/gfwhH2NlNFRKtRpiBsuBW84F4PzVlT&#10;1pyUJqvtv18Ggo/fnW+16WwlWmp86VjBeJSAIM6dLrlQcDnvX+YgfEDWWDkmBT152KwHTytMtbvx&#10;kdpTKEQsYZ+iAhNCnUrpc0MW/cjVxFH7do3FEGFTSN3gLZbbSk6SZCYtlhwXDNa0M5T/nH6tghaz&#10;Pvky28/Fe/mRT7Lt9aAjr56H3esSRKAuPMz39JtWMJ0uxvD/Jj4B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uy9o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D6674" w:rsidRDefault="00BD6674" w:rsidP="00BD667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IPf8QA&#10;AADdAAAADwAAAGRycy9kb3ducmV2LnhtbESPQUvDQBSE70L/w/IK3uymoYjGbkspVDxq9ODxmX3N&#10;pmbfC7vbJvrrXUHwOMzMN8x6O/leXSjETtjAclGAIm7EdtwaeHs93NyBignZYi9MBr4ownYzu1pj&#10;ZWXkF7rUqVUZwrFCAy6lodI6No48xoUMxNk7SvCYsgyttgHHDPe9LoviVnvsOC84HGjvqPmsz97A&#10;+Nh8nMrju3XfYZBD/SynshdjrufT7gFUoin9h//aT9bAanVf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SD3/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D6674" w:rsidRDefault="00BD6674" w:rsidP="00BD667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XsQ8cA&#10;AADdAAAADwAAAGRycy9kb3ducmV2LnhtbESP3WoCMRSE7wu+QziF3tVsrVRdjWK1gogi/t2fbk53&#10;1yYnyybV7ds3QsHLYWa+YUaTxhpxodqXjhW8tBMQxJnTJecKjofFcx+ED8gajWNS8EseJuPWwwhT&#10;7a68o8s+5CJC2KeooAihSqX0WUEWfdtVxNH7crXFEGWdS13jNcKtkZ0keZMWS44LBVY0Kyj73v9Y&#10;BYvt3Jw7m930JMPso/dp+qv3+Vqpp8dmOgQRqAn38H97qRV0u4NXuL2JT0C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t17EP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D6674" w:rsidRDefault="00BD6674" w:rsidP="00BD667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u5jsYA&#10;AADdAAAADwAAAGRycy9kb3ducmV2LnhtbESPQWvCQBSE74L/YXlCL6IbNRVNXUWEogULrQpen9nX&#10;JJh9G7JrTP99tyB4HGbmG2axak0pGqpdYVnBaBiBIE6tLjhTcDq+D2YgnEfWWFomBb/kYLXsdhaY&#10;aHvnb2oOPhMBwi5BBbn3VSKlS3My6Ia2Ig7ej60N+iDrTOoa7wFuSjmOoqk0WHBYyLGiTU7p9XAz&#10;Cpqv/SXbNa76uM767nVy2W4/9Vmpl167fgPhqfXP8KO90wrieB7D/5vwBO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Tu5j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D6674" w:rsidRDefault="00BD6674" w:rsidP="00BD667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Zg3McA&#10;AADdAAAADwAAAGRycy9kb3ducmV2LnhtbESPQWsCMRSE7wX/Q3hCbzWrrKKrUbRQ6KWgtge9PTfP&#10;3cXNy5qkuu2vN4LgcZiZb5jZojW1uJDzlWUF/V4Cgji3uuJCwc/3x9sYhA/IGmvLpOCPPCzmnZcZ&#10;ZtpeeUOXbShEhLDPUEEZQpNJ6fOSDPqebYijd7TOYIjSFVI7vEa4qeUgSUbSYMVxocSG3kvKT9tf&#10;o2A1Ga/O65S//jeHPe13h9Nw4BKlXrvtcgoiUBue4Uf7UytI08kQ7m/iE5D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LWYNzHAAAA3QAAAA8AAAAAAAAAAAAAAAAAmAIAAGRy&#10;cy9kb3ducmV2LnhtbFBLBQYAAAAABAAEAPUAAACMAwAAAAA=&#10;" fillcolor="black" stroked="f">
              <v:textbox>
                <w:txbxContent>
                  <w:p w:rsidR="00BD6674" w:rsidRDefault="00BD6674" w:rsidP="00BD667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09pccA&#10;AADdAAAADwAAAGRycy9kb3ducmV2LnhtbESPQWvCQBSE7wX/w/KE3uqmosGmrqK2QkE9aHvo8TX7&#10;mizJvg3Zrab+elcQPA4z8w0znXe2FkdqvXGs4HmQgCDOnTZcKPj6XD9NQPiArLF2TAr+ycN81nuY&#10;Yqbdifd0PIRCRAj7DBWUITSZlD4vyaIfuIY4er+utRiibAupWzxFuK3lMElSadFwXCixoVVJeXX4&#10;swq+N6mZ7A0Nf7bn5bvejqvl7q1S6rHfLV5BBOrCPXxrf2gFo9FLCtc38QnI2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ItPaX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D6674" w:rsidRDefault="00BD6674" w:rsidP="00BD667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Smi8YA&#10;AADdAAAADwAAAGRycy9kb3ducmV2LnhtbESPT2sCMRTE7wW/Q3hCbzVbEf9sjSKW0l48aBWvj83r&#10;Zrubl20SdfXTNwWhx2FmfsPMl51txJl8qBwreB5kIIgLpysuFew/356mIEJE1tg4JgVXCrBc9B7m&#10;mGt34S2dd7EUCcIhRwUmxjaXMhSGLIaBa4mT9+W8xZikL6X2eElw28hhlo2lxYrTgsGW1oaKeney&#10;Cvzq+Frf+HSos9vmGt6/u58pGqUe+93qBUSkLv6H7+0PrWA0mk3g7016AnLx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YSmi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D6674" w:rsidRDefault="00BD6674" w:rsidP="00BD667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+XS8MA&#10;AADdAAAADwAAAGRycy9kb3ducmV2LnhtbERPzWrCQBC+C77DMkIv0mwUaWuaVaRQKCgFrQ8wZsck&#10;dHc2ZKca+/TuodDjx/dfrgfv1IX62AY2MMtyUMRVsC3XBo5f748voKIgW3SBycCNIqxX41GJhQ1X&#10;3tPlILVKIRwLNNCIdIXWsWrIY8xCR5y4c+g9SoJ9rW2P1xTunZ7n+ZP22HJqaLCjt4aq78OPN+Dm&#10;J7fcPsed3I56l/962U8/rTEPk2HzCkpokH/xn/vDGlgslmluepOegF7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U+XS8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D6674" w:rsidRDefault="00BD6674" w:rsidP="00BD667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I89lMYA&#10;AADdAAAADwAAAGRycy9kb3ducmV2LnhtbESPQWsCMRSE7wX/Q3gFbzVbkVK3RtGKsBcPXRWvz83r&#10;ZjF5WTaprv76plDwOMzMN8xs0TsrLtSFxrOC11EGgrjyuuFawX63eXkHESKyRuuZFNwowGI+eJph&#10;rv2Vv+hSxlokCIccFZgY21zKUBlyGEa+JU7et+8cxiS7WuoOrwnurBxn2Zt02HBaMNjSp6HqXP44&#10;BeuyteN9YVbheNieTra4b+i4Vmr43C8/QETq4yP83y60gslkOoW/N+kJ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I89l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D6674" w:rsidRDefault="00BD6674" w:rsidP="00BD667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lBosIA&#10;AADdAAAADwAAAGRycy9kb3ducmV2LnhtbERPz2vCMBS+D/wfwhN2m4lj09EZRWSFwk6revD2SJ5t&#10;tXkpTdZ2//1yGOz48f3e7CbXioH60HjWsFwoEMTG24YrDadj/vQGIkRki61n0vBDAXbb2cMGM+tH&#10;/qKhjJVIIRwy1FDH2GVSBlOTw7DwHXHirr53GBPsK2l7HFO4a+WzUivpsOHUUGNHh5rMvfx2Gm65&#10;/PRGoTmfzmNh15ePFbVK68f5tH8HEWmK/+I/d2E1vLyqtD+9SU9A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yUGi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D6674" w:rsidRDefault="00BD6674" w:rsidP="00BD667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xGF8YA&#10;AADdAAAADwAAAGRycy9kb3ducmV2LnhtbESPQWvCQBSE70L/w/IK3nSjrUWiq9hCQVo8GIt4fGaf&#10;SUj2bdhdNf57tyB4HGbmG2a+7EwjLuR8ZVnBaJiAIM6trrhQ8Lf7HkxB+ICssbFMCm7kYbl46c0x&#10;1fbKW7pkoRARwj5FBWUIbSqlz0sy6Ie2JY7eyTqDIUpXSO3wGuGmkeMk+ZAGK44LJbb0VVJeZ2ej&#10;4HD+5dPm7WflPsPedjtfj4/TWqn+a7eagQjUhWf40V5rBe+TZAT/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ZxGF8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D6674" w:rsidRDefault="00BD6674" w:rsidP="00BD667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RisscA&#10;AADdAAAADwAAAGRycy9kb3ducmV2LnhtbESPQWsCMRSE74L/ITyhN01ctOhqlFoo9FJQ20O9PTfP&#10;3cXNyzZJddtf3whCj8PMfMMs151txIV8qB1rGI8UCOLCmZpLDR/vL8MZiBCRDTaOScMPBViv+r0l&#10;5sZdeUeXfSxFgnDIUUMVY5tLGYqKLIaRa4mTd3LeYkzSl9J4vCa4bWSm1KO0WHNaqLCl54qK8/7b&#10;atjMZ5uv7YTffnfHAx0+j+dp5pXWD4PuaQEiUhf/w/f2q9EwmaoMbm/SE5Cr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PUYrLHAAAA3QAAAA8AAAAAAAAAAAAAAAAAmAIAAGRy&#10;cy9kb3ducmV2LnhtbFBLBQYAAAAABAAEAPUAAACMAwAAAAA=&#10;" fillcolor="black" stroked="f">
              <v:textbox>
                <w:txbxContent>
                  <w:p w:rsidR="00BD6674" w:rsidRDefault="00BD6674" w:rsidP="00BD667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9KMUA&#10;AADdAAAADwAAAGRycy9kb3ducmV2LnhtbESPQUsDMRSE74L/ITyhN5vVqpRt07IUpMXTtlp6fd08&#10;N4ublyWJ6fbfG0HwOMzMN8xyPdpeJPKhc6zgYVqAIG6c7rhV8PH+ej8HESKyxt4xKbhSgPXq9maJ&#10;pXYX3lM6xFZkCIcSFZgYh1LK0BiyGKZuIM7ep/MWY5a+ldrjJcNtLx+L4kVa7DgvGBxoY6j5Onxb&#10;Bem8qatZOiWzf/NV6129PZ5rpSZ3Y7UAEWmM/+G/9k4reHouZvD7Jj8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5D0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D6674" w:rsidRDefault="00BD6674" w:rsidP="00BD667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pFrsYA&#10;AADdAAAADwAAAGRycy9kb3ducmV2LnhtbESPQWvCQBSE70L/w/IKvenGotKmrlKkFevFNgp6fGRf&#10;s6HZtyG7xtRf7wqCx2FmvmGm885WoqXGl44VDAcJCOLc6ZILBbvtZ/8FhA/IGivHpOCfPMxnD70p&#10;ptqd+IfaLBQiQtinqMCEUKdS+tyQRT9wNXH0fl1jMUTZFFI3eIpwW8nnJJlIiyXHBYM1LQzlf9nR&#10;KvDDxcd+bc+v7WFpeJN9mcl3YZR6euze30AE6sI9fGuvtILROBnB9U18AnJ2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YpFrs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D6674" w:rsidRDefault="00BD6674" w:rsidP="00BD667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BD6674" w:rsidRDefault="00BD6674" w:rsidP="00BD66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D6674" w:rsidRDefault="00BD6674" w:rsidP="00BD66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D6674" w:rsidRDefault="00BD6674" w:rsidP="00BD66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D6674" w:rsidRDefault="00BD6674" w:rsidP="00BD66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D6674" w:rsidRDefault="00BD6674" w:rsidP="00BD66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D6674" w:rsidRDefault="00BD6674" w:rsidP="00BD667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D6674" w:rsidRDefault="00BD6674" w:rsidP="00BD66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D6674" w:rsidRDefault="00BD6674" w:rsidP="00BD66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D6674" w:rsidRDefault="00BD6674" w:rsidP="00BD66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D6674" w:rsidRDefault="00BD6674" w:rsidP="00BD66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BD6674" w:rsidRDefault="00BD6674" w:rsidP="00BD66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D6674" w:rsidRDefault="00BD6674" w:rsidP="00BD66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BD6674" w:rsidRDefault="00BD6674" w:rsidP="00BD667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D6674" w:rsidRPr="006E3F23" w:rsidRDefault="00BD6674" w:rsidP="00BD667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№46</w:t>
      </w:r>
    </w:p>
    <w:p w:rsidR="00BD6674" w:rsidRPr="008A7F2B" w:rsidRDefault="00BD6674" w:rsidP="00BD6674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BD6674" w:rsidRPr="00E346E1" w:rsidRDefault="00BD6674" w:rsidP="00BD6674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E346E1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E346E1">
        <w:rPr>
          <w:rFonts w:ascii="Times New Roman" w:eastAsia="Arial Unicode MS" w:hAnsi="Times New Roman"/>
          <w:b/>
          <w:color w:val="000000"/>
          <w:sz w:val="24"/>
          <w:szCs w:val="24"/>
        </w:rPr>
        <w:t>затвердження</w:t>
      </w:r>
      <w:proofErr w:type="spellEnd"/>
      <w:r w:rsidRPr="00E346E1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proofErr w:type="gramStart"/>
      <w:r w:rsidRPr="00E346E1">
        <w:rPr>
          <w:rFonts w:ascii="Times New Roman" w:eastAsia="Arial Unicode MS" w:hAnsi="Times New Roman"/>
          <w:b/>
          <w:color w:val="000000"/>
          <w:sz w:val="24"/>
          <w:szCs w:val="24"/>
        </w:rPr>
        <w:t>техн</w:t>
      </w:r>
      <w:proofErr w:type="gramEnd"/>
      <w:r w:rsidRPr="00E346E1">
        <w:rPr>
          <w:rFonts w:ascii="Times New Roman" w:eastAsia="Arial Unicode MS" w:hAnsi="Times New Roman"/>
          <w:b/>
          <w:color w:val="000000"/>
          <w:sz w:val="24"/>
          <w:szCs w:val="24"/>
        </w:rPr>
        <w:t>ічної</w:t>
      </w:r>
      <w:proofErr w:type="spellEnd"/>
      <w:r w:rsidRPr="00E346E1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b/>
          <w:color w:val="000000"/>
          <w:sz w:val="24"/>
          <w:szCs w:val="24"/>
        </w:rPr>
        <w:t>документації</w:t>
      </w:r>
      <w:proofErr w:type="spellEnd"/>
    </w:p>
    <w:p w:rsidR="00BD6674" w:rsidRPr="00E346E1" w:rsidRDefault="00BD6674" w:rsidP="00BD6674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proofErr w:type="spellStart"/>
      <w:r w:rsidRPr="00E346E1">
        <w:rPr>
          <w:rFonts w:ascii="Times New Roman" w:eastAsia="Arial Unicode MS" w:hAnsi="Times New Roman"/>
          <w:b/>
          <w:color w:val="000000"/>
          <w:sz w:val="24"/>
          <w:szCs w:val="24"/>
        </w:rPr>
        <w:t>із</w:t>
      </w:r>
      <w:proofErr w:type="spellEnd"/>
      <w:r w:rsidRPr="00E346E1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b/>
          <w:color w:val="000000"/>
          <w:sz w:val="24"/>
          <w:szCs w:val="24"/>
        </w:rPr>
        <w:t>землеустрою</w:t>
      </w:r>
      <w:proofErr w:type="spellEnd"/>
      <w:r w:rsidRPr="00E346E1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b/>
          <w:color w:val="000000"/>
          <w:sz w:val="24"/>
          <w:szCs w:val="24"/>
        </w:rPr>
        <w:t>щодо</w:t>
      </w:r>
      <w:proofErr w:type="spellEnd"/>
      <w:r w:rsidRPr="00E346E1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b/>
          <w:color w:val="000000"/>
          <w:sz w:val="24"/>
          <w:szCs w:val="24"/>
        </w:rPr>
        <w:t>поділу</w:t>
      </w:r>
      <w:proofErr w:type="spellEnd"/>
      <w:r w:rsidRPr="00E346E1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та </w:t>
      </w:r>
      <w:proofErr w:type="spellStart"/>
      <w:r w:rsidRPr="00E346E1">
        <w:rPr>
          <w:rFonts w:ascii="Times New Roman" w:eastAsia="Arial Unicode MS" w:hAnsi="Times New Roman"/>
          <w:b/>
          <w:color w:val="000000"/>
          <w:sz w:val="24"/>
          <w:szCs w:val="24"/>
        </w:rPr>
        <w:t>об’єднання</w:t>
      </w:r>
      <w:proofErr w:type="spellEnd"/>
    </w:p>
    <w:p w:rsidR="00BD6674" w:rsidRPr="00E346E1" w:rsidRDefault="00BD6674" w:rsidP="00BD6674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proofErr w:type="spellStart"/>
      <w:r w:rsidRPr="00E346E1"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земельних</w:t>
      </w:r>
      <w:proofErr w:type="spellEnd"/>
      <w:r w:rsidRPr="00E346E1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b/>
          <w:color w:val="000000"/>
          <w:sz w:val="24"/>
          <w:szCs w:val="24"/>
        </w:rPr>
        <w:t>ділянок</w:t>
      </w:r>
      <w:proofErr w:type="spellEnd"/>
      <w:r w:rsidRPr="00E346E1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Крупецької</w:t>
      </w:r>
      <w:proofErr w:type="spellEnd"/>
      <w:r w:rsidRPr="00E346E1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b/>
          <w:color w:val="000000"/>
          <w:sz w:val="24"/>
          <w:szCs w:val="24"/>
        </w:rPr>
        <w:t>сільської</w:t>
      </w:r>
      <w:proofErr w:type="spellEnd"/>
      <w:r w:rsidRPr="00E346E1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ради</w:t>
      </w:r>
    </w:p>
    <w:p w:rsidR="00BD6674" w:rsidRPr="00E346E1" w:rsidRDefault="00BD6674" w:rsidP="00BD6674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D6674" w:rsidRDefault="00BD6674" w:rsidP="00BD667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proofErr w:type="gram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до пункту 34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Україні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», статей 12, 118, 121 Земельного кодексу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», Закону 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 «Про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державну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реєстрацію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речових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 прав  на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нерухоме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майно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та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їх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обтяжень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сільського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голови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Михалюка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В.А.</w:t>
      </w:r>
      <w:proofErr w:type="gram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 рада </w:t>
      </w:r>
    </w:p>
    <w:p w:rsidR="00BD6674" w:rsidRPr="00E346E1" w:rsidRDefault="00BD6674" w:rsidP="00BD667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BD6674" w:rsidRDefault="00BD6674" w:rsidP="00BD667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1.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Затвердити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hAnsi="Times New Roman"/>
          <w:sz w:val="24"/>
        </w:rPr>
        <w:t>Крупецькій</w:t>
      </w:r>
      <w:proofErr w:type="spellEnd"/>
      <w:r w:rsidRPr="00E346E1">
        <w:rPr>
          <w:rFonts w:ascii="Times New Roman" w:hAnsi="Times New Roman"/>
          <w:sz w:val="24"/>
        </w:rPr>
        <w:t xml:space="preserve"> </w:t>
      </w:r>
      <w:proofErr w:type="spellStart"/>
      <w:r w:rsidRPr="00E346E1">
        <w:rPr>
          <w:rFonts w:ascii="Times New Roman" w:hAnsi="Times New Roman"/>
          <w:sz w:val="24"/>
        </w:rPr>
        <w:t>сільській</w:t>
      </w:r>
      <w:proofErr w:type="spellEnd"/>
      <w:r w:rsidRPr="00E346E1">
        <w:rPr>
          <w:rFonts w:ascii="Times New Roman" w:hAnsi="Times New Roman"/>
          <w:sz w:val="24"/>
        </w:rPr>
        <w:t xml:space="preserve"> </w:t>
      </w:r>
      <w:proofErr w:type="spellStart"/>
      <w:r w:rsidRPr="00E346E1">
        <w:rPr>
          <w:rFonts w:ascii="Times New Roman" w:hAnsi="Times New Roman"/>
          <w:sz w:val="24"/>
        </w:rPr>
        <w:t>раді</w:t>
      </w:r>
      <w:proofErr w:type="spellEnd"/>
      <w:r w:rsidRPr="00E346E1">
        <w:rPr>
          <w:rFonts w:ascii="Times New Roman" w:hAnsi="Times New Roman"/>
          <w:sz w:val="24"/>
        </w:rPr>
        <w:t xml:space="preserve">, </w:t>
      </w:r>
      <w:proofErr w:type="spellStart"/>
      <w:r w:rsidRPr="00E346E1">
        <w:rPr>
          <w:rFonts w:ascii="Times New Roman" w:hAnsi="Times New Roman"/>
          <w:sz w:val="24"/>
        </w:rPr>
        <w:t>ідентифікаційний</w:t>
      </w:r>
      <w:proofErr w:type="spellEnd"/>
      <w:r w:rsidRPr="00E346E1">
        <w:rPr>
          <w:rFonts w:ascii="Times New Roman" w:hAnsi="Times New Roman"/>
          <w:sz w:val="24"/>
        </w:rPr>
        <w:t xml:space="preserve"> номер 04405030, </w:t>
      </w:r>
      <w:proofErr w:type="spellStart"/>
      <w:proofErr w:type="gramStart"/>
      <w:r w:rsidRPr="00E346E1">
        <w:rPr>
          <w:rFonts w:ascii="Times New Roman" w:hAnsi="Times New Roman"/>
          <w:sz w:val="24"/>
        </w:rPr>
        <w:t>т</w:t>
      </w:r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ехн</w:t>
      </w:r>
      <w:proofErr w:type="gram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ічну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документацію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із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землеустрою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щодо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поділу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та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об’єднання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ділянок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комунальної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власності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земельні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ділянки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кожної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категорії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земель,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які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не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надані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у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власність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або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користування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громадянам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чи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юридичним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особам (16.00),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землі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сільськогосподарс</w:t>
      </w:r>
      <w:r>
        <w:rPr>
          <w:rFonts w:ascii="Times New Roman" w:eastAsia="Arial Unicode MS" w:hAnsi="Times New Roman"/>
          <w:color w:val="000000"/>
          <w:sz w:val="24"/>
          <w:szCs w:val="24"/>
        </w:rPr>
        <w:t>ького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призначення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0,0619 </w:t>
      </w:r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га,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кад</w:t>
      </w:r>
      <w:r>
        <w:rPr>
          <w:rFonts w:ascii="Times New Roman" w:eastAsia="Arial Unicode MS" w:hAnsi="Times New Roman"/>
          <w:color w:val="000000"/>
          <w:sz w:val="24"/>
          <w:szCs w:val="24"/>
        </w:rPr>
        <w:t>астровий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6823984000:03:013:0067;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0,1265 </w:t>
      </w:r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га,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кадастровий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</w:t>
      </w:r>
      <w:r>
        <w:rPr>
          <w:rFonts w:ascii="Times New Roman" w:eastAsia="Arial Unicode MS" w:hAnsi="Times New Roman"/>
          <w:color w:val="000000"/>
          <w:sz w:val="24"/>
          <w:szCs w:val="24"/>
        </w:rPr>
        <w:t>6823984000:03:013:0068</w:t>
      </w:r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;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2,0979 </w:t>
      </w:r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га,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кадастро</w:t>
      </w:r>
      <w:r>
        <w:rPr>
          <w:rFonts w:ascii="Times New Roman" w:eastAsia="Arial Unicode MS" w:hAnsi="Times New Roman"/>
          <w:color w:val="000000"/>
          <w:sz w:val="24"/>
          <w:szCs w:val="24"/>
        </w:rPr>
        <w:t>вий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номер 6823984000:03:013:0069, яка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розташована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за межами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населеного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пункту села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.</w:t>
      </w:r>
    </w:p>
    <w:p w:rsidR="00BD6674" w:rsidRPr="00E346E1" w:rsidRDefault="00BD6674" w:rsidP="00BD667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2.</w:t>
      </w:r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Крупецькій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сільській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раді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особі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сільського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голови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Михалюка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Валерія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Анатолійовича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посвідчити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своє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право  в 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установленому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 законом  порядку.</w:t>
      </w:r>
    </w:p>
    <w:p w:rsidR="00BD6674" w:rsidRPr="00E346E1" w:rsidRDefault="00BD6674" w:rsidP="00BD6674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     3. Контроль за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E346E1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BD6674" w:rsidRDefault="00BD6674" w:rsidP="00BD6674">
      <w:pPr>
        <w:tabs>
          <w:tab w:val="left" w:pos="4424"/>
        </w:tabs>
        <w:spacing w:after="0"/>
        <w:rPr>
          <w:rFonts w:ascii="Times New Roman" w:eastAsia="Arial Unicode MS" w:hAnsi="Times New Roman"/>
          <w:color w:val="FF0000"/>
          <w:sz w:val="24"/>
          <w:szCs w:val="24"/>
        </w:rPr>
      </w:pPr>
      <w:bookmarkStart w:id="0" w:name="_GoBack"/>
      <w:bookmarkEnd w:id="0"/>
    </w:p>
    <w:p w:rsidR="00BD6674" w:rsidRDefault="00BD6674" w:rsidP="00BD6674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2C5B46" w:rsidRPr="00BD6674" w:rsidRDefault="00BD6674" w:rsidP="00BD6674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2C5B46" w:rsidRPr="00BD6674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BD6674"/>
    <w:rsid w:val="00171A2E"/>
    <w:rsid w:val="002C5B46"/>
    <w:rsid w:val="00304C90"/>
    <w:rsid w:val="00505B6D"/>
    <w:rsid w:val="006D3977"/>
    <w:rsid w:val="007D6C18"/>
    <w:rsid w:val="00BD6674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674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BD6674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BD6674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BD6674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279</Words>
  <Characters>1595</Characters>
  <Application>Microsoft Office Word</Application>
  <DocSecurity>0</DocSecurity>
  <Lines>13</Lines>
  <Paragraphs>3</Paragraphs>
  <ScaleCrop>false</ScaleCrop>
  <Company>Microsoft</Company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2020-12-01T06:22:00Z</dcterms:created>
  <dcterms:modified xsi:type="dcterms:W3CDTF">2020-12-01T06:22:00Z</dcterms:modified>
</cp:coreProperties>
</file>