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D6" w:rsidRDefault="00D705D6" w:rsidP="00D705D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D705D6" w:rsidRDefault="00D705D6" w:rsidP="00D70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C2AFB8" wp14:editId="24DBD2A7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953" name="Группа 149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95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5D6" w:rsidRDefault="00D705D6" w:rsidP="00D705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95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/MNqnYAAEF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KEP8w2qdgAAQVkEAA4AAAAAAAAAAAAA&#10;AAAALgIAAGRycy9lMm9Eb2MueG1sUEsBAi0AFAAGAAgAAAAhAJ7TZG3dAAAABgEAAA8AAAAAAAAA&#10;AAAAAAAABHkAAGRycy9kb3ducmV2LnhtbFBLBQYAAAAABAAEAPMAAAAO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tvLsQA&#10;AADeAAAADwAAAGRycy9kb3ducmV2LnhtbERPS2vCQBC+F/oflin0Vjc11mrqKqG04kEQrbkP2cmD&#10;ZmdDdpvEf+8KBW/z8T1ntRlNI3rqXG1ZweskAkGcW11zqeD88/2yAOE8ssbGMim4kIPN+vFhhYm2&#10;Ax+pP/lShBB2CSqovG8TKV1ekUE3sS1x4ArbGfQBdqXUHQ4h3DRyGkVzabDm0FBhS58V5b+nP6PA&#10;xtvdPiunx/iL3z2nh0WRjXulnp/G9AOEp9Hfxf/unQ7zZ8u3GdzeCT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Lby7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N4FscA&#10;AADeAAAADwAAAGRycy9kb3ducmV2LnhtbERPS0sDMRC+C/6HMIKX0mYr9rU2LaWwaj0IfUCvw2bc&#10;rG4mSxLbtb/eCAVv8/E9Z77sbCNO5EPtWMFwkIEgLp2uuVJw2Bf9KYgQkTU2jknBDwVYLm5v5phr&#10;d+YtnXaxEimEQ44KTIxtLmUoDVkMA9cSJ+7DeYsxQV9J7fGcwm0jH7JsLC3WnBoMtrQ2VH7tvq2C&#10;z+LdHNeTy7PvzbZ06RVvL81mrNT9Xbd6AhGpi//iq/tVp/mPs9EI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DeB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CYMUA&#10;AADeAAAADwAAAGRycy9kb3ducmV2LnhtbESP3YrCMBCF74V9hzALeyOarn9o1ygiq4g34s8DDM3Y&#10;lG0mpcna+vZGELyb4Zw535n5srWluFHtC8cKvvsJCOLM6YJzBZfzpjcF4QOyxtIxKbiTh+XiozPH&#10;VLuGj3Q7hVzEEPYpKjAhVKmUPjNk0fddRRy1q6sthrjWudQ1NjHclnKQJBNpseBIMFjR2lD2d/q3&#10;EXIY4mF/bc6bbYsN/u4Nd1dHpb4+29UPiEBteJtf1zsd649m4wk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QkJ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rywcUA&#10;AADeAAAADwAAAGRycy9kb3ducmV2LnhtbERPS0sDMRC+C/0PYQrebLalD12bllIVRPBgLRRvw2a6&#10;u7iZhGTsrv/eCIK3+fies94OrlMXiqn1bGA6KUARV962XBs4vj/d3IJKgmyx80wGvinBdjO6WmNp&#10;fc9vdDlIrXIIpxINNCKh1DpVDTlMEx+IM3f20aFkGGttI/Y53HV6VhRL7bDl3NBgoH1D1efhyxl4&#10;7R/Dy2q5OIePOJ/p9GDltBdjrsfD7h6U0CD/4j/3s83z53eLFfy+k2/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ivL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FzicUA&#10;AADeAAAADwAAAGRycy9kb3ducmV2LnhtbESPzWrCQBDH7wXfYRnBS6kbtS1tdBURLcWLqH2AITtm&#10;g9nZkF1NfPvOodDbDPP/+M1i1fta3amNVWADk3EGirgItuLSwM959/IBKiZki3VgMvCgCKvl4GmB&#10;uQ0dH+l+SqWSEI45GnApNbnWsXDkMY5DQyy3S2g9JlnbUtsWOwn3tZ5m2bv2WLE0OGxo46i4nm5e&#10;Sg4zPOwv3Xn31WOH273j5/XRmNGwX89BJerTv/jP/W0F//XzTXjlHZlB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kXOJ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DKMUA&#10;AADeAAAADwAAAGRycy9kb3ducmV2LnhtbERPTUsDMRC9C/6HMIK3Nmtpq12bFqkVRPBgFUpvw2a6&#10;u7iZhGTaXf+9EQre5vE+Z7keXKfOFFPr2cDduABFXHnbcm3g6/Nl9AAqCbLFzjMZ+KEE69X11RJL&#10;63v+oPNOapVDOJVooBEJpdapashhGvtAnLmjjw4lw1hrG7HP4a7Tk6KYa4ct54YGA20aqr53J2fg&#10;vd+Gt/v57BgOcTrR6dnKfiPG3N4MT4+ghAb5F1/crzbPny5mC/h7J9+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cM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q94cgA&#10;AADeAAAADwAAAGRycy9kb3ducmV2LnhtbESPT0sDMRDF74LfIUzBi7RZ/xW7bVqsEBQqiK3Q67CZ&#10;7i5uJksSu+u3dw6CtxnmzXvvt9qMvlNniqkNbOBmVoAiroJruTbwebDTR1ApIzvsApOBH0qwWV9e&#10;rLB0YeAPOu9zrcSEU4kGmpz7UutUNeQxzUJPLLdTiB6zrLHWLuIg5r7Tt0Ux1x5bloQGe3puqPra&#10;f3sD2/ehvovX1XYMu9PL8cFaZ9+sMVeT8WkJKtOY/8V/369O6t8v5gIgODKDX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Cr3h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ZShcIA&#10;AADeAAAADwAAAGRycy9kb3ducmV2LnhtbERPzYrCMBC+C75DmIW9aaqoaNco4lKQxcuqDzA0s03X&#10;ZlKSWOvbbwRhb/Px/c5629tGdORD7VjBZJyBIC6drrlScDkXoyWIEJE1No5JwYMCbDfDwRpz7e78&#10;Td0pViKFcMhRgYmxzaUMpSGLYexa4sT9OG8xJugrqT3eU7ht5DTLFtJizanBYEt7Q+X1dLMKiq/p&#10;sbvetC/crp9Zmpvf5adR6v2t332AiNTHf/HLfdBp/my1mMDznXSD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lKF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SGDcUA&#10;AADeAAAADwAAAGRycy9kb3ducmV2LnhtbERP32vCMBB+H/g/hBvsRWY63WR2RplCUHAw5ga+Hs3Z&#10;FptLSTJb/3szEPZ2H9/Pmy9724gz+VA7VvA0ykAQF87UXCr4+daPryBCRDbYOCYFFwqwXAzu5pgb&#10;1/EXnfexFCmEQ44KqhjbXMpQVGQxjFxLnLij8xZjgr6UxmOXwm0jx1k2lRZrTg0VtrSuqDjtf62C&#10;1WdXTvywWPVud9wcXrQ2+kMr9XDfv7+BiNTHf/HNvTVp/vNsOoa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lIY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hpacMA&#10;AADeAAAADwAAAGRycy9kb3ducmV2LnhtbERP22oCMRB9L/gPYYS+1azWiq5GEctCKX3x8gHDZtys&#10;biZLEtft3zcFwbc5nOusNr1tREc+1I4VjEcZCOLS6ZorBadj8TYHESKyxsYxKfilAJv14GWFuXZ3&#10;3lN3iJVIIRxyVGBibHMpQ2nIYhi5ljhxZ+ctxgR9JbXHewq3jZxk2UxarDk1GGxpZ6i8Hm5WQfE9&#10;+emuN+0Lt+2nlj7MZf5plHod9tsliEh9fIof7i+d5k8Xs3f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hpa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9v9cEA&#10;AADeAAAADwAAAGRycy9kb3ducmV2LnhtbERPzYrCMBC+C75DGMGbpq5VdruNIoKyHq0+wNDMtqXN&#10;pDZZW99+Iwje5uP7nXQ7mEbcqXOVZQWLeQSCOLe64kLB9XKYfYJwHlljY5kUPMjBdjMepZho2/OZ&#10;7pkvRAhhl6CC0vs2kdLlJRl0c9sSB+7XdgZ9gF0hdYd9CDeN/IiitTRYcWgosaV9SXmd/RkF8aM/&#10;3rJVHR20ocVp2Z7Y5yulppNh9w3C0+Df4pf7R4f58dc6huc74Qa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Pb/X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HcwcQA&#10;AADeAAAADwAAAGRycy9kb3ducmV2LnhtbERPTWvCQBC9F/wPywi9NRtFQ01dRZQU6alN056H7JgE&#10;s7Mhu8b477uC0Ns83uest6NpxUC9aywrmEUxCOLS6oYrBcV39vIKwnlkja1lUnAjB9vN5GmNqbZX&#10;/qIh95UIIexSVFB736VSurImgy6yHXHgTrY36APsK6l7vIZw08p5HCfSYMOhocaO9jWV5/xiFFyS&#10;33nBpw/9mR9u76tDtnPyp1LqeTru3kB4Gv2/+OE+6jB/sUqWcH8n3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B3M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zyq8YA&#10;AADeAAAADwAAAGRycy9kb3ducmV2LnhtbERPS2sCMRC+F/ofwhR6q9mqBF2NooLQ9qDUx8HbdDPd&#10;3bqZrJtU139vCgVv8/E9ZzxtbSXO1PjSsYbXTgKCOHOm5FzDbrt8GYDwAdlg5Zg0XMnDdPL4MMbU&#10;uAt/0nkTchFD2KeooQihTqX0WUEWfcfVxJH7do3FEGGTS9PgJYbbSnaTREmLJceGAmtaFJQdN79W&#10;w349UMP1/L3/87H6wp41p4MpldbPT+1sBCJQG+7if/ebifP7Q6Xg7514g5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zyq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nApMQA&#10;AADeAAAADwAAAGRycy9kb3ducmV2LnhtbERPS2vCQBC+F/wPywi91Y0PokZXUUtt6Sk+wOuQHZNg&#10;djZktxr99W6h0Nt8fM+ZL1tTiSs1rrSsoN+LQBBnVpecKzgePt4mIJxH1lhZJgV3crBcdF7mmGh7&#10;4x1d9z4XIYRdggoK7+tESpcVZND1bE0cuLNtDPoAm1zqBm8h3FRyEEWxNFhyaCiwpk1B2WX/YxQ8&#10;4hOm7nOwfh9qT/fRZGu/061Sr912NQPhqfX/4j/3lw7zR9N4DL/vhBv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JwKT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89eMYA&#10;AADeAAAADwAAAGRycy9kb3ducmV2LnhtbESPQW/CMAyF75P2HyJP2m2koIJGIaBpYhK3QccPsBqT&#10;VjROaTLo+PXzAYmbrff83uflevCtulAfm8AGxqMMFHEVbMPOwOHn6+0dVEzIFtvAZOCPIqxXz09L&#10;LGy48p4uZXJKQjgWaKBOqSu0jlVNHuModMSiHUPvMcnaO217vEq4b/Uky2baY8PSUGNHnzVVp/LX&#10;GziHydQO5Qa/T5v5rnEuP9/2uTGvL8PHAlSiIT3M9+utFfx8PhNeeUdm0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89e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+CMQA&#10;AADeAAAADwAAAGRycy9kb3ducmV2LnhtbERPyW7CMBC9V+IfrKnUW3FKIZCAQbRSJa4sB46DPSSB&#10;eBxiF0K/Hleq1Ns8vXVmi87W4kqtrxwreOsnIIi1MxUXCnbbr9cJCB+QDdaOScGdPCzmvacZ5sbd&#10;eE3XTShEDGGfo4IyhCaX0uuSLPq+a4gjd3StxRBhW0jT4i2G21oOkiSVFiuODSU29FmSPm++rYJV&#10;daBRqo+ZnXzo9f7nEt7HJ6PUy3O3nIII1IV/8Z97ZeL8YZZm8PtOvEH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f/g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04n8UA&#10;AADeAAAADwAAAGRycy9kb3ducmV2LnhtbERPTWvCQBC9F/wPywi96aZSak1dRQsFi1aoLe11yE6z&#10;wexsyK4x/nvnIPQ2M+9j3psve1+rjtpYBTbwMM5AERfBVlwa+P56Gz2DignZYh2YDFwownIxuJtj&#10;bsOZP6k7pFKJCcccDbiUmlzrWDjyGMehIRbsL7Qek6xtqW2LZzH3tZ5k2ZP2WLF8cNjQq6PieDh5&#10;Ax3uL9mvW3/M3qtdMdmvf7ZW7uZ+2K9eQCXq0z/5pt5Yif84m0oBqSMz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HTif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CnsMA&#10;AADeAAAADwAAAGRycy9kb3ducmV2LnhtbERPTUvDQBC9C/0Pywje7KZBtMZuSxEqHjXtweOYnWZT&#10;szNhd22iv94VBG/zeJ+z2ky+V2cKsRM2sJgXoIgbsR23Bg773fUSVEzIFnthMvBFETbr2cUKKysj&#10;v9K5Tq3KIRwrNOBSGiqtY+PIY5zLQJy5owSPKcPQahtwzOG+12VR3GqPHecGhwM9Omo+6k9vYHxq&#10;3k/l8c267zDIrn6RU9mLMVeX0/YBVKIp/Yv/3M82z7+5v1v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xCn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M/sUA&#10;AADeAAAADwAAAGRycy9kb3ducmV2LnhtbERP22oCMRB9L/QfwhR8q9kuUnU1ilcopSLe3qeb6e7W&#10;ZLJsUt3+vSkUfJvDuc542lojLtT4yrGCl24Cgjh3uuJCwfGwfh6A8AFZo3FMCn7Jw3Ty+DDGTLsr&#10;7+iyD4WIIewzVFCGUGdS+rwki77rauLIfbnGYoiwKaRu8BrDrZFpkrxKixXHhhJrWpSUn/c/VsF6&#10;uzTf6WY3O8mwWPU/zeB9vvxQqvPUzkYgArXhLv53v+k4vzfsp/D3Trx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dsz+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08cUA&#10;AADeAAAADwAAAGRycy9kb3ducmV2LnhtbERP22rCQBB9L/QflhH6Irqpt9rUVaQgWqigVvB1zI5J&#10;MDsbsmuMf+8KQt/mcK4zmTWmEDVVLres4L0bgSBOrM45VbD/W3TGIJxH1lhYJgU3cjCbvr5MMNb2&#10;yluqdz4VIYRdjAoy78tYSpdkZNB1bUkcuJOtDPoAq1TqCq8h3BSyF0UjaTDn0JBhSd8ZJefdxSio&#10;N7/HdFW78uc8brth/7hcrvVBqbdWM/8C4anx/+Kne6XD/MHnRx8e74Qb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zLT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lSmMYA&#10;AADeAAAADwAAAGRycy9kb3ducmV2LnhtbERPS2sCMRC+F/wPYQRvNausVVejaKHQS6E+DnobN+Pu&#10;4mayTaKu/fVNodDbfHzPmS9bU4sbOV9ZVjDoJyCIc6srLhTsd2/PExA+IGusLZOCB3lYLjpPc8y0&#10;vfOGbttQiBjCPkMFZQhNJqXPSzLo+7YhjtzZOoMhQldI7fAew00th0nyIg1WHBtKbOi1pPyyvRoF&#10;6+lk/fWZ8sf35nSk4+F0GQ1dolSv265mIAK14V/8537XcX46Hafw+068QS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lSmMYAAADeAAAADwAAAAAAAAAAAAAAAACYAgAAZHJz&#10;L2Rvd25yZXYueG1sUEsFBgAAAAAEAAQA9QAAAIsDAAAAAA==&#10;" fillcolor="black" stroked="f"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b5A8cA&#10;AADeAAAADwAAAGRycy9kb3ducmV2LnhtbERPS2sCMRC+F/wPYQrearZSra5G0aogVA8+Dj1ON+Nu&#10;2M1k2aS69dc3hUJv8/E9ZzpvbSWu1HjjWMFzLwFBnDltOFdwPm2eRiB8QNZYOSYF3+RhPus8TDHV&#10;7sYHuh5DLmII+xQVFCHUqZQ+K8ii77maOHIX11gMETa51A3eYritZD9JhtKi4dhQYE1vBWXl8csq&#10;+HgfmtHBUP9zd1+u9W5QLverUqnuY7uYgAjUhn/xn3ur4/yX8esAft+JN8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G+QP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YKRsQA&#10;AADeAAAADwAAAGRycy9kb3ducmV2LnhtbERPTWsCMRC9C/6HMEJvmq0UtVujiKXUiwdtS6/DZrrZ&#10;7mayTaKu/nojCL3N433OfNnZRhzJh8qxgsdRBoK4cLriUsHnx9twBiJEZI2NY1JwpgDLRb83x1y7&#10;E+/ouI+lSCEcclRgYmxzKUNhyGIYuZY4cT/OW4wJ+lJqj6cUbhs5zrKJtFhxajDY0tpQUe8PVoFf&#10;fb/WFz581dllew7vv93fDI1SD4Nu9QIiUhf/xXf3Rqf5T8/TCd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GCk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sZlsQA&#10;AADeAAAADwAAAGRycy9kb3ducmV2LnhtbERP22rCQBB9L/QflhF8KXWjSFNTVymCIFQKWj9gmp0m&#10;wd3ZkB019uvdQsG3OZzrzJe9d+pMXWwCGxiPMlDEZbANVwYOX+vnV1BRkC26wGTgShGWi8eHORY2&#10;XHhH571UKoVwLNBALdIWWseyJo9xFFrixP2EzqMk2FXadnhJ4d7pSZa9aI8Np4YaW1rVVB73J2/A&#10;Tb7d7COPW7ke9Db79bJ7+rTGDAf9+xsooV7u4n/3xqb501mew9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7GZ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MvscA&#10;AADeAAAADwAAAGRycy9kb3ducmV2LnhtbESPQU/DMAyF70j8h8hI3FjKhGCUZdPGNKkXDnRDu3qN&#10;aSoSp2rCVvj1+IC0m633/N7n+XIMXp1oSF1kA/eTAhRxE23HrYH9bns3A5UyskUfmQz8UILl4vpq&#10;jqWNZ36nU51bJSGcSjTgcu5LrVPjKGCaxJ5YtM84BMyyDq22A54lPHg9LYpHHbBjaXDY06uj5qv+&#10;DgY2de+n+8qt0+Hj7Xj01e+WDhtjbm/G1QuoTGO+mP+vKyv4D89PwivvyAx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0zL7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3bE8MA&#10;AADeAAAADwAAAGRycy9kb3ducmV2LnhtbERPTWsCMRC9C/0PYQreNFGK1q1RRBQET7Xrobchme5u&#10;3UyWTequ/94UBG/zeJ+zXPeuFldqQ+VZw2SsQBAbbysuNORf+9E7iBCRLdaeScONAqxXL4MlZtZ3&#10;/EnXUyxECuGQoYYyxiaTMpiSHIaxb4gT9+NbhzHBtpC2xS6Fu1pOlZpJhxWnhhIb2pZkLqc/p+F3&#10;L4/eKDTn/Nwd7Px7N6NaaT187TcfICL18Sl+uA82zX9bzBfw/0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3bE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rxzsgA&#10;AADeAAAADwAAAGRycy9kb3ducmV2LnhtbESPQWvCQBCF70L/wzKF3nRTLSVNXcUWhFLpoVpKj9Ps&#10;mIRkZ8PuqvHfOwfB2wzz5r33zZeD69SRQmw8G3icZKCIS28brgz87NbjHFRMyBY7z2TgTBGWi7vR&#10;HAvrT/xNx22qlJhwLNBAnVJfaB3LmhzGie+J5bb3wWGSNVTaBjyJuev0NMuetcOGJaHGnt5rKtvt&#10;wRn4O2x4/zX7XIW39OuHXWyn/3lrzMP9sHoFlWhIN/H1+8NK/aeXXAAER2bQi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evHOyAAAAN4AAAAPAAAAAAAAAAAAAAAAAJgCAABk&#10;cnMvZG93bnJldi54bWxQSwUGAAAAAAQABAD1AAAAjQ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uBJ8UA&#10;AADeAAAADwAAAGRycy9kb3ducmV2LnhtbERPTWsCMRC9C/0PYQRvmlW0rFuj1ILgRVDbQ72Nm3F3&#10;cTPZJlG3/fWNIHibx/uc2aI1tbiS85VlBcNBAoI4t7riQsHX56qfgvABWWNtmRT8kofF/KUzw0zb&#10;G+/oug+FiCHsM1RQhtBkUvq8JIN+YBviyJ2sMxgidIXUDm8x3NRylCSv0mDFsaHEhj5Kys/7i1Gw&#10;nKbLn+2YN3+744EO38fzZOQSpXrd9v0NRKA2PMUP91rH+eNpOoT7O/E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4EnxQAAAN4AAAAPAAAAAAAAAAAAAAAAAJgCAABkcnMv&#10;ZG93bnJldi54bWxQSwUGAAAAAAQABAD1AAAAigMAAAAA&#10;" fillcolor="black" stroked="f"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8U+sQA&#10;AADeAAAADwAAAGRycy9kb3ducmV2LnhtbERPTUsDMRC9C/0PYQrebLZVpG6blqVQFE/bqvQ63Yyb&#10;xc1kSWK6/nsjCL3N433OejvaXiTyoXOsYD4rQBA3TnfcKnh/298tQYSIrLF3TAp+KMB2M7lZY6nd&#10;hQ+UjrEVOYRDiQpMjEMpZWgMWQwzNxBn7tN5izFD30rt8ZLDbS8XRfEoLXacGwwOtDPUfB2/rYJ0&#10;3tXVfTolc3j1Vetd/fxxrpW6nY7VCkSkMV7F/+4Xnec/PC0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PFP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/1aMUA&#10;AADeAAAADwAAAGRycy9kb3ducmV2LnhtbERPTWvCQBC9C/0PyxS86UYrotFVilixvVTTQnscsmM2&#10;NDsbsmuM/fWuUOhtHu9zluvOVqKlxpeOFYyGCQji3OmSCwWfHy+DGQgfkDVWjknBlTysVw+9Jaba&#10;XfhIbRYKEUPYp6jAhFCnUvrckEU/dDVx5E6usRgibAqpG7zEcFvJcZJMpcWSY4PBmjaG8p/sbBX4&#10;0Wb79WZ/5+33zvB79mqmh8Io1X/snhcgAnXhX/zn3us4fzKfPcH9nXiD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b/V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705D6" w:rsidRDefault="00D705D6" w:rsidP="00D705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705D6" w:rsidRDefault="00D705D6" w:rsidP="00D705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705D6" w:rsidRDefault="00D705D6" w:rsidP="00D705D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705D6" w:rsidRDefault="00D705D6" w:rsidP="00D705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705D6" w:rsidRDefault="00D705D6" w:rsidP="00D705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705D6" w:rsidRDefault="00D705D6" w:rsidP="00D705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D705D6" w:rsidRDefault="00D705D6" w:rsidP="00D705D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D705D6" w:rsidRDefault="00D705D6" w:rsidP="00D705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D705D6" w:rsidRDefault="00D705D6" w:rsidP="00D705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D705D6" w:rsidRDefault="00D705D6" w:rsidP="00D705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705D6" w:rsidRDefault="00D705D6" w:rsidP="00D705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D705D6" w:rsidRDefault="00D705D6" w:rsidP="00D705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705D6" w:rsidRDefault="00D705D6" w:rsidP="00D705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705D6" w:rsidRDefault="00D705D6" w:rsidP="00D705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D705D6" w:rsidRDefault="00D705D6" w:rsidP="00D705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D705D6" w:rsidRDefault="00D705D6" w:rsidP="00D705D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705D6" w:rsidRDefault="00D705D6" w:rsidP="00D705D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705D6" w:rsidRDefault="00D705D6" w:rsidP="00D705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705D6" w:rsidRDefault="00D705D6" w:rsidP="00D705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D705D6" w:rsidRDefault="00D705D6" w:rsidP="00D705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Рибіцькій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Т.В.</w:t>
      </w:r>
    </w:p>
    <w:p w:rsidR="00D705D6" w:rsidRDefault="00D705D6" w:rsidP="00D705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705D6" w:rsidRDefault="00D705D6" w:rsidP="00D705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Рибіцької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Т.В.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D705D6" w:rsidRDefault="00D705D6" w:rsidP="00D705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705D6" w:rsidRDefault="00D705D6" w:rsidP="00D705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705D6" w:rsidRDefault="00D705D6" w:rsidP="00D705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Рибіцькій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Тетяні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5096C" w:rsidRPr="00B5096C">
        <w:rPr>
          <w:rFonts w:ascii="Times New Roman" w:eastAsia="Calibri" w:hAnsi="Times New Roman" w:cs="Times New Roman"/>
          <w:sz w:val="24"/>
          <w:lang w:eastAsia="en-US"/>
        </w:rPr>
        <w:t>_</w:t>
      </w:r>
      <w:r w:rsidR="00B5096C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0,6000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705D6" w:rsidRDefault="00D705D6" w:rsidP="00D705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Рибіцькій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705D6" w:rsidRDefault="00D705D6" w:rsidP="00D70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705D6" w:rsidRDefault="00D705D6" w:rsidP="00D705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705D6" w:rsidRDefault="00D705D6" w:rsidP="00D705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705D6" w:rsidRDefault="00D705D6" w:rsidP="00D705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705D6" w:rsidRDefault="00D705D6" w:rsidP="00D70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705D6" w:rsidRDefault="00D705D6" w:rsidP="00D70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705D6" w:rsidRDefault="00D705D6" w:rsidP="00D70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705D6" w:rsidRPr="00D705D6" w:rsidRDefault="00D705D6" w:rsidP="00D70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664320" w:rsidRPr="00D705D6" w:rsidRDefault="00D705D6" w:rsidP="00D705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64320" w:rsidRPr="00D705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D6"/>
    <w:rsid w:val="00664320"/>
    <w:rsid w:val="00B5096C"/>
    <w:rsid w:val="00D7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D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D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241</Words>
  <Characters>1379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2021-07-19T05:44:00Z</dcterms:created>
  <dcterms:modified xsi:type="dcterms:W3CDTF">2021-07-19T06:33:00Z</dcterms:modified>
</cp:coreProperties>
</file>